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8B" w:rsidRPr="002F0FB2" w:rsidRDefault="00B7038B" w:rsidP="002F0FB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>Załącznik Nr 1</w:t>
      </w:r>
    </w:p>
    <w:p w:rsidR="00B7038B" w:rsidRPr="002F0FB2" w:rsidRDefault="00B7038B" w:rsidP="002F0FB2">
      <w:pPr>
        <w:spacing w:after="0" w:line="240" w:lineRule="auto"/>
        <w:rPr>
          <w:rFonts w:ascii="Times New Roman" w:hAnsi="Times New Roman"/>
        </w:rPr>
      </w:pP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  <w:t xml:space="preserve">do </w:t>
      </w:r>
      <w:r w:rsidRPr="00EF66D4">
        <w:rPr>
          <w:rFonts w:ascii="Times New Roman" w:hAnsi="Times New Roman"/>
          <w:sz w:val="24"/>
          <w:szCs w:val="24"/>
        </w:rPr>
        <w:t>Uchwały Nr VI/29/2015</w:t>
      </w:r>
    </w:p>
    <w:p w:rsidR="00B7038B" w:rsidRPr="002F0FB2" w:rsidRDefault="00B7038B" w:rsidP="002F0FB2">
      <w:pPr>
        <w:spacing w:after="0" w:line="240" w:lineRule="auto"/>
        <w:rPr>
          <w:rFonts w:ascii="Times New Roman" w:hAnsi="Times New Roman"/>
        </w:rPr>
      </w:pP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  <w:t xml:space="preserve">Rady Miejskiej w Zelowie </w:t>
      </w:r>
    </w:p>
    <w:p w:rsidR="00B7038B" w:rsidRPr="002507AA" w:rsidRDefault="00B7038B" w:rsidP="002F0F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</w:r>
      <w:r w:rsidRPr="002F0FB2">
        <w:rPr>
          <w:rFonts w:ascii="Times New Roman" w:hAnsi="Times New Roman"/>
        </w:rPr>
        <w:tab/>
        <w:t xml:space="preserve">z dnia </w:t>
      </w:r>
      <w:r>
        <w:rPr>
          <w:rFonts w:ascii="Times New Roman" w:hAnsi="Times New Roman"/>
        </w:rPr>
        <w:t xml:space="preserve">5 lutego 2015 roku </w:t>
      </w:r>
    </w:p>
    <w:p w:rsidR="00B7038B" w:rsidRPr="002507AA" w:rsidRDefault="00B7038B" w:rsidP="007510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507AA">
        <w:rPr>
          <w:rFonts w:ascii="Times New Roman" w:hAnsi="Times New Roman"/>
          <w:b/>
          <w:sz w:val="24"/>
          <w:szCs w:val="24"/>
        </w:rPr>
        <w:t>PLAN  PRACY</w:t>
      </w:r>
    </w:p>
    <w:p w:rsidR="00B7038B" w:rsidRPr="002507AA" w:rsidRDefault="00B7038B" w:rsidP="007510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507AA">
        <w:rPr>
          <w:rFonts w:ascii="Times New Roman" w:hAnsi="Times New Roman"/>
          <w:b/>
          <w:sz w:val="24"/>
          <w:szCs w:val="24"/>
        </w:rPr>
        <w:t>KOMISJI  REWIZYJNEJ  RADY  MIEJSKIEJ  W  ZELOWIE</w:t>
      </w:r>
    </w:p>
    <w:p w:rsidR="00B7038B" w:rsidRPr="002507AA" w:rsidRDefault="00B7038B" w:rsidP="007510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507AA">
        <w:rPr>
          <w:rFonts w:ascii="Times New Roman" w:hAnsi="Times New Roman"/>
          <w:b/>
          <w:sz w:val="24"/>
          <w:szCs w:val="24"/>
        </w:rPr>
        <w:t>NA  2015  ROK</w:t>
      </w:r>
    </w:p>
    <w:p w:rsidR="00B7038B" w:rsidRPr="002507AA" w:rsidRDefault="00B7038B" w:rsidP="007510CF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985"/>
        <w:gridCol w:w="6552"/>
      </w:tblGrid>
      <w:tr w:rsidR="00B7038B" w:rsidRPr="002507AA" w:rsidTr="0009332B">
        <w:trPr>
          <w:trHeight w:val="503"/>
        </w:trPr>
        <w:tc>
          <w:tcPr>
            <w:tcW w:w="675" w:type="dxa"/>
            <w:vAlign w:val="center"/>
          </w:tcPr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985" w:type="dxa"/>
            <w:vAlign w:val="center"/>
          </w:tcPr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Termin</w:t>
            </w:r>
          </w:p>
        </w:tc>
        <w:tc>
          <w:tcPr>
            <w:tcW w:w="6552" w:type="dxa"/>
            <w:vAlign w:val="center"/>
          </w:tcPr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Tematyka</w:t>
            </w:r>
          </w:p>
        </w:tc>
      </w:tr>
      <w:tr w:rsidR="00B7038B" w:rsidRPr="002507AA" w:rsidTr="0009332B">
        <w:tc>
          <w:tcPr>
            <w:tcW w:w="675" w:type="dxa"/>
            <w:vAlign w:val="center"/>
          </w:tcPr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985" w:type="dxa"/>
            <w:vAlign w:val="center"/>
          </w:tcPr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I kwartał</w:t>
            </w:r>
          </w:p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AA">
              <w:rPr>
                <w:rFonts w:ascii="Times New Roman" w:hAnsi="Times New Roman"/>
                <w:sz w:val="24"/>
                <w:szCs w:val="24"/>
              </w:rPr>
              <w:t>(styczeń, luty, marzec)</w:t>
            </w:r>
          </w:p>
        </w:tc>
        <w:tc>
          <w:tcPr>
            <w:tcW w:w="6552" w:type="dxa"/>
          </w:tcPr>
          <w:p w:rsidR="00B7038B" w:rsidRDefault="00B7038B" w:rsidP="0009332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38B" w:rsidRPr="002507AA" w:rsidRDefault="00B7038B" w:rsidP="0009332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Przyjęcie planu pracy Komisji Rewizyjnej na 2015 rok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8B" w:rsidRPr="002507AA" w:rsidRDefault="00B7038B" w:rsidP="0009332B">
            <w:pPr>
              <w:spacing w:after="120" w:line="240" w:lineRule="auto"/>
              <w:ind w:left="250" w:hanging="250"/>
              <w:rPr>
                <w:rFonts w:ascii="Times New Roman" w:hAnsi="Times New Roman"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 xml:space="preserve"> Kontrola wydatków poniesionych na remont SPZOZ oraz na przebudowę ulicy Płockiej w Zelowie.</w:t>
            </w:r>
          </w:p>
          <w:p w:rsidR="00B7038B" w:rsidRPr="002507AA" w:rsidRDefault="00B7038B" w:rsidP="000933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 xml:space="preserve"> Kontrola w 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iejsko-Gminnym 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środku 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omocy 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połecznej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 xml:space="preserve"> w Zelowie.</w:t>
            </w:r>
          </w:p>
        </w:tc>
      </w:tr>
      <w:tr w:rsidR="00B7038B" w:rsidRPr="002507AA" w:rsidTr="0009332B">
        <w:tc>
          <w:tcPr>
            <w:tcW w:w="675" w:type="dxa"/>
            <w:vAlign w:val="center"/>
          </w:tcPr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II kwartał</w:t>
            </w:r>
          </w:p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AA">
              <w:rPr>
                <w:rFonts w:ascii="Times New Roman" w:hAnsi="Times New Roman"/>
                <w:sz w:val="24"/>
                <w:szCs w:val="24"/>
              </w:rPr>
              <w:t>(kwiecień, maj, czerwiec)</w:t>
            </w:r>
          </w:p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2" w:type="dxa"/>
          </w:tcPr>
          <w:p w:rsidR="00B7038B" w:rsidRDefault="00B7038B" w:rsidP="00D92F29">
            <w:pPr>
              <w:spacing w:after="120" w:line="240" w:lineRule="auto"/>
              <w:ind w:left="208" w:hanging="2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38B" w:rsidRPr="002507AA" w:rsidRDefault="00B7038B" w:rsidP="00E969DA">
            <w:pPr>
              <w:spacing w:after="120" w:line="240" w:lineRule="auto"/>
              <w:ind w:left="208" w:hanging="208"/>
              <w:rPr>
                <w:rFonts w:ascii="Times New Roman" w:hAnsi="Times New Roman"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Dokonanie analizy budżetu Gminy Zelów za 2014 rok oraz o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 xml:space="preserve">pracowanie opinii dotyczącej wykonania budżetu i wniosku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507AA">
              <w:rPr>
                <w:rFonts w:ascii="Times New Roman" w:hAnsi="Times New Roman"/>
                <w:sz w:val="24"/>
                <w:szCs w:val="24"/>
              </w:rPr>
              <w:t>w sprawie udzielenia absolutorium.</w:t>
            </w:r>
          </w:p>
          <w:p w:rsidR="00B7038B" w:rsidRDefault="00B7038B" w:rsidP="0009332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 xml:space="preserve"> Kontrola placówki oświatowej: 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zkoła 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odstawowa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 xml:space="preserve"> w Bujnach Szlacheckich.</w:t>
            </w:r>
          </w:p>
          <w:p w:rsidR="00B7038B" w:rsidRPr="002507AA" w:rsidRDefault="00B7038B" w:rsidP="0009332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47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 xml:space="preserve">Kontrola placówki oświatowej: Szkoła Podstawowa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 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>nr 4 w Zelowie.</w:t>
            </w:r>
          </w:p>
        </w:tc>
      </w:tr>
      <w:tr w:rsidR="00B7038B" w:rsidRPr="002507AA" w:rsidTr="0009332B">
        <w:tc>
          <w:tcPr>
            <w:tcW w:w="675" w:type="dxa"/>
            <w:vAlign w:val="center"/>
          </w:tcPr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III kwartał</w:t>
            </w:r>
          </w:p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AA">
              <w:rPr>
                <w:rFonts w:ascii="Times New Roman" w:hAnsi="Times New Roman"/>
                <w:sz w:val="24"/>
                <w:szCs w:val="24"/>
              </w:rPr>
              <w:t>(lipiec, sierpień, wrzesień)</w:t>
            </w:r>
          </w:p>
        </w:tc>
        <w:tc>
          <w:tcPr>
            <w:tcW w:w="6552" w:type="dxa"/>
          </w:tcPr>
          <w:p w:rsidR="00B7038B" w:rsidRDefault="00B7038B" w:rsidP="009D4147">
            <w:pPr>
              <w:tabs>
                <w:tab w:val="num" w:pos="432"/>
              </w:tabs>
              <w:spacing w:after="0" w:line="240" w:lineRule="auto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38B" w:rsidRDefault="00B7038B" w:rsidP="009D4147">
            <w:pPr>
              <w:tabs>
                <w:tab w:val="num" w:pos="432"/>
              </w:tabs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0B7BB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 xml:space="preserve"> Informacja o wykonaniu budżetu Gminy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 xml:space="preserve">Zelów za I półrocze </w:t>
            </w:r>
          </w:p>
          <w:p w:rsidR="00B7038B" w:rsidRDefault="00B7038B" w:rsidP="009D4147">
            <w:pPr>
              <w:tabs>
                <w:tab w:val="num" w:pos="432"/>
              </w:tabs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 xml:space="preserve">roku wraz z informacją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 xml:space="preserve">kształtowaniu się Wieloletniej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>Prognozy Finansowej.</w:t>
            </w:r>
          </w:p>
          <w:p w:rsidR="00B7038B" w:rsidRDefault="00B7038B" w:rsidP="009D4147">
            <w:pPr>
              <w:tabs>
                <w:tab w:val="num" w:pos="432"/>
              </w:tabs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  <w:p w:rsidR="00B7038B" w:rsidRDefault="00B7038B" w:rsidP="009D4147">
            <w:pPr>
              <w:numPr>
                <w:ilvl w:val="0"/>
                <w:numId w:val="2"/>
              </w:numPr>
              <w:tabs>
                <w:tab w:val="clear" w:pos="432"/>
                <w:tab w:val="num" w:pos="220"/>
              </w:tabs>
              <w:spacing w:after="0" w:line="240" w:lineRule="auto"/>
              <w:ind w:left="220" w:hanging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>Informacja o przebi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egu wykonania planu finansowego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>Samodzielnego Publicznego Zakładu Opieki Zdrowotnej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>Zelowie i instytucji kultury za I półrocze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 xml:space="preserve"> roku.</w:t>
            </w:r>
          </w:p>
          <w:p w:rsidR="00B7038B" w:rsidRDefault="00B7038B" w:rsidP="000B7BB3">
            <w:pPr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</w:p>
          <w:p w:rsidR="00B7038B" w:rsidRDefault="00B7038B" w:rsidP="009D4147">
            <w:pPr>
              <w:numPr>
                <w:ilvl w:val="0"/>
                <w:numId w:val="2"/>
              </w:numPr>
              <w:tabs>
                <w:tab w:val="clear" w:pos="432"/>
                <w:tab w:val="num" w:pos="220"/>
              </w:tabs>
              <w:spacing w:after="0" w:line="240" w:lineRule="auto"/>
              <w:ind w:left="220" w:hanging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>Kontrola Zamówień Publicznych Urzędu Gminy w Zelowie.</w:t>
            </w:r>
          </w:p>
          <w:p w:rsidR="00B7038B" w:rsidRDefault="00B7038B" w:rsidP="000B7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038B" w:rsidRDefault="00B7038B" w:rsidP="009D4147">
            <w:pPr>
              <w:numPr>
                <w:ilvl w:val="0"/>
                <w:numId w:val="2"/>
              </w:numPr>
              <w:tabs>
                <w:tab w:val="clear" w:pos="432"/>
                <w:tab w:val="num" w:pos="220"/>
              </w:tabs>
              <w:spacing w:after="0" w:line="240" w:lineRule="auto"/>
              <w:ind w:left="220" w:hanging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 xml:space="preserve">Kontrola w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Bibliotece Publicznej Miasta i Gminy </w:t>
            </w:r>
            <w:r w:rsidRPr="009D4147">
              <w:rPr>
                <w:rFonts w:ascii="Times New Roman" w:hAnsi="Times New Roman"/>
                <w:sz w:val="24"/>
                <w:szCs w:val="24"/>
              </w:rPr>
              <w:t>w Zelowie.</w:t>
            </w:r>
          </w:p>
          <w:p w:rsidR="00B7038B" w:rsidRPr="002507AA" w:rsidRDefault="00B7038B" w:rsidP="0009332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  <w:tr w:rsidR="00B7038B" w:rsidRPr="002507AA" w:rsidTr="0009332B">
        <w:tc>
          <w:tcPr>
            <w:tcW w:w="675" w:type="dxa"/>
            <w:vAlign w:val="center"/>
          </w:tcPr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1985" w:type="dxa"/>
            <w:vAlign w:val="center"/>
          </w:tcPr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IV kwartał</w:t>
            </w:r>
          </w:p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AA">
              <w:rPr>
                <w:rFonts w:ascii="Times New Roman" w:hAnsi="Times New Roman"/>
                <w:sz w:val="24"/>
                <w:szCs w:val="24"/>
              </w:rPr>
              <w:t>(październik, listopad, grudzień)</w:t>
            </w:r>
          </w:p>
          <w:p w:rsidR="00B7038B" w:rsidRPr="002507AA" w:rsidRDefault="00B7038B" w:rsidP="00093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2" w:type="dxa"/>
          </w:tcPr>
          <w:p w:rsidR="00B7038B" w:rsidRDefault="00B7038B" w:rsidP="0009332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38B" w:rsidRPr="002507AA" w:rsidRDefault="00B7038B" w:rsidP="0009332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 xml:space="preserve"> Kontrola placówki oświatowej: 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zkoła 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odstawowa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 xml:space="preserve"> w Kociszewie.</w:t>
            </w:r>
          </w:p>
          <w:p w:rsidR="00B7038B" w:rsidRDefault="00B7038B" w:rsidP="0009332B">
            <w:pPr>
              <w:spacing w:after="120" w:line="240" w:lineRule="auto"/>
              <w:ind w:left="222" w:hanging="2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507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507AA">
              <w:rPr>
                <w:rFonts w:ascii="Times New Roman" w:hAnsi="Times New Roman"/>
                <w:sz w:val="24"/>
                <w:szCs w:val="24"/>
              </w:rPr>
              <w:t xml:space="preserve"> Zaopiniowanie projektu budżetu Gminy Zelów na 2016 rok oraz projektu Wieloletniej Prognozy Finansowej na 2016 rok.</w:t>
            </w:r>
          </w:p>
          <w:p w:rsidR="00B7038B" w:rsidRDefault="00B7038B" w:rsidP="0009332B">
            <w:pPr>
              <w:spacing w:after="120" w:line="240" w:lineRule="auto"/>
              <w:ind w:left="222" w:hanging="2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Sprawozdanie z działalności Komisji Rewizyjnej w roku 2015. </w:t>
            </w:r>
          </w:p>
          <w:p w:rsidR="00B7038B" w:rsidRPr="002507AA" w:rsidRDefault="00B7038B" w:rsidP="0009332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Uchwalenie planu pracy Komisji Rewizyjnej na 2016 rok.</w:t>
            </w:r>
          </w:p>
        </w:tc>
      </w:tr>
    </w:tbl>
    <w:p w:rsidR="00B7038B" w:rsidRPr="008A3A30" w:rsidRDefault="00B7038B" w:rsidP="00AE7462">
      <w:pPr>
        <w:spacing w:after="0"/>
      </w:pPr>
    </w:p>
    <w:sectPr w:rsidR="00B7038B" w:rsidRPr="008A3A30" w:rsidSect="008201DD"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80E2E"/>
    <w:multiLevelType w:val="hybridMultilevel"/>
    <w:tmpl w:val="DE226D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3D05DB"/>
    <w:multiLevelType w:val="hybridMultilevel"/>
    <w:tmpl w:val="9F50402A"/>
    <w:lvl w:ilvl="0" w:tplc="E8907A3A">
      <w:start w:val="2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87C"/>
    <w:rsid w:val="000102AD"/>
    <w:rsid w:val="000129E0"/>
    <w:rsid w:val="00022474"/>
    <w:rsid w:val="00050BCF"/>
    <w:rsid w:val="0005199E"/>
    <w:rsid w:val="00080C19"/>
    <w:rsid w:val="00083B0E"/>
    <w:rsid w:val="0009332B"/>
    <w:rsid w:val="000B7BB3"/>
    <w:rsid w:val="000F350F"/>
    <w:rsid w:val="00137AB4"/>
    <w:rsid w:val="00164BF1"/>
    <w:rsid w:val="001C49EE"/>
    <w:rsid w:val="0023295A"/>
    <w:rsid w:val="00243470"/>
    <w:rsid w:val="002507AA"/>
    <w:rsid w:val="002F0FB2"/>
    <w:rsid w:val="002F1B6D"/>
    <w:rsid w:val="00312B07"/>
    <w:rsid w:val="00342AE0"/>
    <w:rsid w:val="00364EA2"/>
    <w:rsid w:val="0037590E"/>
    <w:rsid w:val="00394EE3"/>
    <w:rsid w:val="003B14F0"/>
    <w:rsid w:val="00583912"/>
    <w:rsid w:val="00634CA8"/>
    <w:rsid w:val="0066416C"/>
    <w:rsid w:val="007510CF"/>
    <w:rsid w:val="007A0AF7"/>
    <w:rsid w:val="007D1C97"/>
    <w:rsid w:val="00801D55"/>
    <w:rsid w:val="008201DD"/>
    <w:rsid w:val="00823FB6"/>
    <w:rsid w:val="008A3A30"/>
    <w:rsid w:val="009A0493"/>
    <w:rsid w:val="009D4147"/>
    <w:rsid w:val="00A64D2B"/>
    <w:rsid w:val="00AB331C"/>
    <w:rsid w:val="00AE7462"/>
    <w:rsid w:val="00B55713"/>
    <w:rsid w:val="00B7038B"/>
    <w:rsid w:val="00B9782A"/>
    <w:rsid w:val="00BE6C5C"/>
    <w:rsid w:val="00C250F7"/>
    <w:rsid w:val="00C45C16"/>
    <w:rsid w:val="00C46D54"/>
    <w:rsid w:val="00C545E9"/>
    <w:rsid w:val="00D2418D"/>
    <w:rsid w:val="00D92F29"/>
    <w:rsid w:val="00E473E0"/>
    <w:rsid w:val="00E60331"/>
    <w:rsid w:val="00E614B0"/>
    <w:rsid w:val="00E748CA"/>
    <w:rsid w:val="00E969DA"/>
    <w:rsid w:val="00EF66D4"/>
    <w:rsid w:val="00F03D92"/>
    <w:rsid w:val="00FD7FA7"/>
    <w:rsid w:val="00FF3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D5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F38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F38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F1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240</Words>
  <Characters>1446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Gutek</dc:creator>
  <cp:keywords/>
  <dc:description/>
  <cp:lastModifiedBy>renata_l</cp:lastModifiedBy>
  <cp:revision>19</cp:revision>
  <cp:lastPrinted>2015-02-06T13:49:00Z</cp:lastPrinted>
  <dcterms:created xsi:type="dcterms:W3CDTF">2015-01-25T15:27:00Z</dcterms:created>
  <dcterms:modified xsi:type="dcterms:W3CDTF">2015-02-06T13:51:00Z</dcterms:modified>
</cp:coreProperties>
</file>