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4D2" w:rsidRDefault="003924D2" w:rsidP="00F044AC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3924D2" w:rsidRPr="006509AF" w:rsidRDefault="003924D2" w:rsidP="00A23AC2">
      <w:pPr>
        <w:keepNext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6509AF">
        <w:rPr>
          <w:rFonts w:ascii="Times New Roman" w:hAnsi="Times New Roman"/>
          <w:b/>
          <w:bCs/>
          <w:sz w:val="24"/>
          <w:szCs w:val="24"/>
          <w:lang w:eastAsia="pl-PL"/>
        </w:rPr>
        <w:t>Załącznik nr 1</w:t>
      </w:r>
    </w:p>
    <w:p w:rsidR="003924D2" w:rsidRPr="006509AF" w:rsidRDefault="003924D2" w:rsidP="00A23A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0;margin-top:4.2pt;width:108pt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">
            <v:textbox>
              <w:txbxContent>
                <w:p w:rsidR="003924D2" w:rsidRDefault="003924D2" w:rsidP="00A23AC2">
                  <w:pPr>
                    <w:jc w:val="center"/>
                  </w:pPr>
                </w:p>
                <w:p w:rsidR="003924D2" w:rsidRDefault="003924D2" w:rsidP="00A23AC2">
                  <w:pPr>
                    <w:jc w:val="center"/>
                  </w:pPr>
                </w:p>
                <w:p w:rsidR="003924D2" w:rsidRDefault="003924D2" w:rsidP="00A23AC2">
                  <w:pPr>
                    <w:jc w:val="center"/>
                    <w:rPr>
                      <w:sz w:val="10"/>
                    </w:rPr>
                  </w:pPr>
                </w:p>
                <w:p w:rsidR="003924D2" w:rsidRDefault="003924D2" w:rsidP="00A23AC2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pieczęć Wykonawcy</w:t>
                  </w:r>
                </w:p>
              </w:txbxContent>
            </v:textbox>
          </v:shape>
        </w:pict>
      </w:r>
    </w:p>
    <w:p w:rsidR="003924D2" w:rsidRPr="005B2341" w:rsidRDefault="003924D2" w:rsidP="005B2341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ZAMAWIAJĄCY:</w:t>
      </w:r>
    </w:p>
    <w:p w:rsidR="003924D2" w:rsidRDefault="003924D2" w:rsidP="005B234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0"/>
          <w:szCs w:val="20"/>
        </w:rPr>
        <w:t>GMINA KOŃSKIE</w:t>
      </w:r>
    </w:p>
    <w:p w:rsidR="003924D2" w:rsidRPr="006509AF" w:rsidRDefault="003924D2" w:rsidP="005B234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pl-PL"/>
        </w:rPr>
      </w:pPr>
      <w:r w:rsidRPr="005B2341">
        <w:rPr>
          <w:rFonts w:ascii="Times New Roman" w:hAnsi="Times New Roman"/>
          <w:b/>
          <w:sz w:val="20"/>
          <w:szCs w:val="20"/>
        </w:rPr>
        <w:t>ul. Partyzantów 1</w:t>
      </w:r>
    </w:p>
    <w:p w:rsidR="003924D2" w:rsidRDefault="003924D2" w:rsidP="005B2341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E207DC">
        <w:rPr>
          <w:rFonts w:ascii="Times New Roman" w:hAnsi="Times New Roman"/>
          <w:b/>
          <w:sz w:val="20"/>
          <w:szCs w:val="20"/>
        </w:rPr>
        <w:t>26-200 Końskie</w:t>
      </w:r>
    </w:p>
    <w:p w:rsidR="003924D2" w:rsidRPr="00F044AC" w:rsidRDefault="003924D2" w:rsidP="005B2341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ZP.271.1.63.2018.DS</w:t>
      </w:r>
    </w:p>
    <w:p w:rsidR="003924D2" w:rsidRPr="00F044AC" w:rsidRDefault="003924D2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 xml:space="preserve">Pełna nazwa: </w:t>
      </w:r>
    </w:p>
    <w:p w:rsidR="003924D2" w:rsidRPr="00F044AC" w:rsidRDefault="003924D2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Adres siedziby Wykonawcy:</w:t>
      </w:r>
    </w:p>
    <w:p w:rsidR="003924D2" w:rsidRPr="00F044AC" w:rsidRDefault="003924D2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REGON:</w:t>
      </w:r>
    </w:p>
    <w:p w:rsidR="003924D2" w:rsidRPr="00F044AC" w:rsidRDefault="003924D2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NIP:</w:t>
      </w:r>
    </w:p>
    <w:p w:rsidR="003924D2" w:rsidRPr="00F044AC" w:rsidRDefault="003924D2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telefonu:</w:t>
      </w:r>
    </w:p>
    <w:p w:rsidR="003924D2" w:rsidRPr="00F044AC" w:rsidRDefault="003924D2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faksu:</w:t>
      </w:r>
    </w:p>
    <w:p w:rsidR="003924D2" w:rsidRPr="00F044AC" w:rsidRDefault="003924D2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e-mail:</w:t>
      </w:r>
    </w:p>
    <w:p w:rsidR="003924D2" w:rsidRDefault="003924D2" w:rsidP="00CF2D65">
      <w:pPr>
        <w:spacing w:after="0" w:line="240" w:lineRule="auto"/>
        <w:rPr>
          <w:rFonts w:ascii="Times New Roman" w:hAnsi="Times New Roman"/>
          <w:sz w:val="28"/>
          <w:szCs w:val="16"/>
          <w:lang w:eastAsia="pl-PL"/>
        </w:rPr>
      </w:pPr>
      <w:r>
        <w:rPr>
          <w:rFonts w:ascii="Times New Roman" w:hAnsi="Times New Roman"/>
          <w:sz w:val="28"/>
          <w:szCs w:val="16"/>
          <w:lang w:eastAsia="pl-PL"/>
        </w:rPr>
        <w:t xml:space="preserve">adres elektronicznej skrzynki podawczej </w:t>
      </w:r>
    </w:p>
    <w:p w:rsidR="003924D2" w:rsidRDefault="003924D2" w:rsidP="00CF2D65">
      <w:pPr>
        <w:spacing w:after="0" w:line="240" w:lineRule="auto"/>
        <w:rPr>
          <w:rFonts w:ascii="Times New Roman" w:hAnsi="Times New Roman"/>
          <w:sz w:val="28"/>
          <w:szCs w:val="16"/>
          <w:lang w:eastAsia="pl-PL"/>
        </w:rPr>
      </w:pPr>
      <w:r>
        <w:rPr>
          <w:rFonts w:ascii="Times New Roman" w:hAnsi="Times New Roman"/>
          <w:sz w:val="28"/>
          <w:szCs w:val="16"/>
          <w:lang w:eastAsia="pl-PL"/>
        </w:rPr>
        <w:t>na platformie ePUAP………………………</w:t>
      </w:r>
    </w:p>
    <w:p w:rsidR="003924D2" w:rsidRDefault="003924D2" w:rsidP="00CF2D65">
      <w:pPr>
        <w:spacing w:after="0" w:line="240" w:lineRule="auto"/>
        <w:rPr>
          <w:rFonts w:ascii="Times New Roman" w:hAnsi="Times New Roman"/>
          <w:sz w:val="28"/>
          <w:szCs w:val="16"/>
          <w:lang w:eastAsia="pl-PL"/>
        </w:rPr>
      </w:pPr>
    </w:p>
    <w:p w:rsidR="003924D2" w:rsidRPr="006509AF" w:rsidRDefault="003924D2" w:rsidP="00CF2D65">
      <w:pPr>
        <w:spacing w:after="0" w:line="240" w:lineRule="auto"/>
        <w:rPr>
          <w:rFonts w:ascii="Times New Roman" w:hAnsi="Times New Roman"/>
          <w:sz w:val="28"/>
          <w:szCs w:val="16"/>
          <w:lang w:eastAsia="pl-PL"/>
        </w:rPr>
      </w:pPr>
    </w:p>
    <w:p w:rsidR="003924D2" w:rsidRDefault="003924D2" w:rsidP="00A23AC2">
      <w:pPr>
        <w:spacing w:after="0" w:line="240" w:lineRule="auto"/>
        <w:jc w:val="center"/>
        <w:rPr>
          <w:rFonts w:ascii="Times New Roman" w:hAnsi="Times New Roman"/>
          <w:b/>
          <w:bCs/>
          <w:spacing w:val="54"/>
          <w:sz w:val="24"/>
          <w:szCs w:val="24"/>
          <w:u w:val="single"/>
          <w:lang w:eastAsia="pl-PL"/>
        </w:rPr>
      </w:pPr>
    </w:p>
    <w:p w:rsidR="003924D2" w:rsidRPr="006509AF" w:rsidRDefault="003924D2" w:rsidP="00A23AC2">
      <w:pPr>
        <w:spacing w:after="0" w:line="240" w:lineRule="auto"/>
        <w:jc w:val="center"/>
        <w:rPr>
          <w:rFonts w:ascii="Times New Roman" w:hAnsi="Times New Roman"/>
          <w:b/>
          <w:bCs/>
          <w:spacing w:val="54"/>
          <w:sz w:val="24"/>
          <w:szCs w:val="24"/>
          <w:u w:val="single"/>
          <w:lang w:eastAsia="pl-PL"/>
        </w:rPr>
      </w:pPr>
      <w:r w:rsidRPr="006509AF">
        <w:rPr>
          <w:rFonts w:ascii="Times New Roman" w:hAnsi="Times New Roman"/>
          <w:b/>
          <w:bCs/>
          <w:spacing w:val="54"/>
          <w:sz w:val="24"/>
          <w:szCs w:val="24"/>
          <w:u w:val="single"/>
          <w:lang w:eastAsia="pl-PL"/>
        </w:rPr>
        <w:t>FORMULARZ OFERTOWY</w:t>
      </w:r>
    </w:p>
    <w:p w:rsidR="003924D2" w:rsidRPr="006509AF" w:rsidRDefault="003924D2" w:rsidP="00A23AC2">
      <w:pPr>
        <w:spacing w:after="0" w:line="240" w:lineRule="auto"/>
        <w:rPr>
          <w:rFonts w:ascii="Times New Roman" w:hAnsi="Times New Roman"/>
          <w:sz w:val="36"/>
          <w:szCs w:val="24"/>
          <w:lang w:eastAsia="pl-PL"/>
        </w:rPr>
      </w:pPr>
    </w:p>
    <w:p w:rsidR="003924D2" w:rsidRDefault="003924D2" w:rsidP="00522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  <w:r w:rsidRPr="00522ECE">
        <w:rPr>
          <w:rFonts w:ascii="Times New Roman" w:hAnsi="Times New Roman"/>
          <w:sz w:val="28"/>
          <w:szCs w:val="28"/>
          <w:lang w:eastAsia="pl-PL"/>
        </w:rPr>
        <w:t>Nawiązując do ogłoszenia o zamówienie publiczne prowadzonym w trybie przetargu nieo</w:t>
      </w:r>
      <w:r>
        <w:rPr>
          <w:rFonts w:ascii="Times New Roman" w:hAnsi="Times New Roman"/>
          <w:sz w:val="28"/>
          <w:szCs w:val="28"/>
          <w:lang w:eastAsia="pl-PL"/>
        </w:rPr>
        <w:t>graniczonego na dostawy</w:t>
      </w:r>
      <w:r w:rsidRPr="00522ECE">
        <w:rPr>
          <w:rFonts w:ascii="Times New Roman" w:hAnsi="Times New Roman"/>
          <w:sz w:val="28"/>
          <w:szCs w:val="28"/>
          <w:lang w:eastAsia="pl-PL"/>
        </w:rPr>
        <w:t xml:space="preserve"> p.n.:</w:t>
      </w:r>
      <w:r w:rsidRPr="00522ECE">
        <w:rPr>
          <w:rFonts w:ascii="Times New Roman" w:hAnsi="Times New Roman"/>
          <w:b/>
          <w:bCs/>
          <w:sz w:val="28"/>
          <w:szCs w:val="28"/>
          <w:lang w:eastAsia="pl-PL"/>
        </w:rPr>
        <w:t xml:space="preserve"> </w:t>
      </w:r>
    </w:p>
    <w:p w:rsidR="003924D2" w:rsidRPr="00F35C32" w:rsidRDefault="003924D2" w:rsidP="00497D60">
      <w:pPr>
        <w:jc w:val="center"/>
        <w:rPr>
          <w:rFonts w:ascii="Times New Roman" w:hAnsi="Times New Roman"/>
          <w:b/>
          <w:sz w:val="28"/>
          <w:szCs w:val="28"/>
        </w:rPr>
      </w:pPr>
      <w:r w:rsidRPr="00F35C32">
        <w:rPr>
          <w:rFonts w:ascii="Times New Roman" w:hAnsi="Times New Roman"/>
          <w:b/>
          <w:sz w:val="28"/>
          <w:szCs w:val="28"/>
        </w:rPr>
        <w:t>Dostawa licencji i wdrożenie oprogramowania, przeprowadzenie modernizacji systemów dziedzinowych, uruchomienie e-usług publicznych wraz z dostawą oprogramowania i sprzętu informatycznego w ramach projektu pn. „Rozwój społeczeństwa informacyjnego poprzez w</w:t>
      </w:r>
      <w:r>
        <w:rPr>
          <w:rFonts w:ascii="Times New Roman" w:hAnsi="Times New Roman"/>
          <w:b/>
          <w:sz w:val="28"/>
          <w:szCs w:val="28"/>
        </w:rPr>
        <w:t>drożenie nowoczesnych e-usług w </w:t>
      </w:r>
      <w:r w:rsidRPr="00F35C32">
        <w:rPr>
          <w:rFonts w:ascii="Times New Roman" w:hAnsi="Times New Roman"/>
          <w:b/>
          <w:sz w:val="28"/>
          <w:szCs w:val="28"/>
        </w:rPr>
        <w:t>gminie Końskie”</w:t>
      </w:r>
    </w:p>
    <w:p w:rsidR="003924D2" w:rsidRPr="00A464D8" w:rsidRDefault="003924D2" w:rsidP="00522ECE">
      <w:pPr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3924D2" w:rsidRPr="00C15650" w:rsidRDefault="003924D2" w:rsidP="00F044AC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C15650">
        <w:rPr>
          <w:rFonts w:ascii="Times New Roman" w:hAnsi="Times New Roman"/>
          <w:sz w:val="24"/>
          <w:szCs w:val="24"/>
          <w:lang w:eastAsia="pl-PL"/>
        </w:rPr>
        <w:t>Oferujemy wykonanie zamówienia, zgodnie z wymogami Specyfikacji Istotnych Warunków Zamówienia  na następujących zasadach:</w:t>
      </w:r>
    </w:p>
    <w:p w:rsidR="003924D2" w:rsidRPr="00497D60" w:rsidRDefault="003924D2" w:rsidP="00BF18A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highlight w:val="yellow"/>
          <w:lang w:eastAsia="pl-PL"/>
        </w:rPr>
      </w:pPr>
    </w:p>
    <w:p w:rsidR="003924D2" w:rsidRDefault="003924D2" w:rsidP="00497D60">
      <w:pPr>
        <w:pStyle w:val="ListParagraph"/>
        <w:numPr>
          <w:ilvl w:val="4"/>
          <w:numId w:val="1"/>
        </w:numPr>
        <w:tabs>
          <w:tab w:val="clear" w:pos="360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CZĘŚĆ I - Dostawa licencji i </w:t>
      </w:r>
      <w:r w:rsidRPr="00694B84">
        <w:rPr>
          <w:rFonts w:ascii="Times New Roman" w:hAnsi="Times New Roman"/>
          <w:sz w:val="24"/>
          <w:szCs w:val="24"/>
        </w:rPr>
        <w:t>wdrożenie oprogramowania, przeprowadzenie modernizacji systemów dziedzinowych, uruchomienie e-usług publicznych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924D2" w:rsidRDefault="003924D2" w:rsidP="00497D60">
      <w:pPr>
        <w:pStyle w:val="ListParagraph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43743">
        <w:rPr>
          <w:rFonts w:ascii="Times New Roman" w:hAnsi="Times New Roman"/>
          <w:sz w:val="24"/>
          <w:szCs w:val="24"/>
        </w:rPr>
        <w:t>za cenę……….zł brutto (sł</w:t>
      </w:r>
      <w:r>
        <w:rPr>
          <w:rFonts w:ascii="Times New Roman" w:hAnsi="Times New Roman"/>
          <w:sz w:val="24"/>
          <w:szCs w:val="24"/>
        </w:rPr>
        <w:t>ownie:……………………………………………………..), w </w:t>
      </w:r>
      <w:r w:rsidRPr="00943743">
        <w:rPr>
          <w:rFonts w:ascii="Times New Roman" w:hAnsi="Times New Roman"/>
          <w:sz w:val="24"/>
          <w:szCs w:val="24"/>
        </w:rPr>
        <w:t>tym podatek VAT…………</w:t>
      </w:r>
      <w:r>
        <w:rPr>
          <w:rFonts w:ascii="Times New Roman" w:hAnsi="Times New Roman"/>
          <w:sz w:val="24"/>
          <w:szCs w:val="24"/>
        </w:rPr>
        <w:t>………..zł (słownie:……………………………</w:t>
      </w:r>
      <w:r w:rsidRPr="00943743">
        <w:rPr>
          <w:rFonts w:ascii="Times New Roman" w:hAnsi="Times New Roman"/>
          <w:sz w:val="24"/>
          <w:szCs w:val="24"/>
        </w:rPr>
        <w:t>……..),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943743">
        <w:rPr>
          <w:rFonts w:ascii="Times New Roman" w:hAnsi="Times New Roman"/>
          <w:sz w:val="24"/>
          <w:szCs w:val="24"/>
        </w:rPr>
        <w:t>szczególności:</w:t>
      </w:r>
    </w:p>
    <w:p w:rsidR="003924D2" w:rsidRDefault="003924D2" w:rsidP="00497D60">
      <w:pPr>
        <w:pStyle w:val="ListParagraph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93"/>
        <w:gridCol w:w="950"/>
        <w:gridCol w:w="870"/>
        <w:gridCol w:w="1070"/>
        <w:gridCol w:w="1979"/>
      </w:tblGrid>
      <w:tr w:rsidR="003924D2" w:rsidRPr="00A10948" w:rsidTr="003529D0">
        <w:trPr>
          <w:trHeight w:val="288"/>
          <w:jc w:val="center"/>
        </w:trPr>
        <w:tc>
          <w:tcPr>
            <w:tcW w:w="4193" w:type="dxa"/>
            <w:shd w:val="clear" w:color="auto" w:fill="D9D9D9"/>
            <w:noWrap/>
            <w:vAlign w:val="center"/>
          </w:tcPr>
          <w:p w:rsidR="003924D2" w:rsidRPr="00A10948" w:rsidRDefault="003924D2" w:rsidP="003529D0">
            <w:pPr>
              <w:spacing w:line="240" w:lineRule="auto"/>
              <w:jc w:val="center"/>
              <w:rPr>
                <w:rFonts w:ascii="Times New Roman" w:hAnsi="Times New Roman"/>
                <w:b/>
                <w:szCs w:val="20"/>
                <w:lang w:eastAsia="pl-PL"/>
              </w:rPr>
            </w:pPr>
            <w:r w:rsidRPr="00A10948">
              <w:rPr>
                <w:rFonts w:ascii="Times New Roman" w:hAnsi="Times New Roman"/>
                <w:b/>
                <w:szCs w:val="20"/>
                <w:lang w:eastAsia="pl-PL"/>
              </w:rPr>
              <w:t>Przedmiot dostawy i usługi</w:t>
            </w:r>
          </w:p>
        </w:tc>
        <w:tc>
          <w:tcPr>
            <w:tcW w:w="950" w:type="dxa"/>
            <w:shd w:val="clear" w:color="auto" w:fill="D9D9D9"/>
            <w:vAlign w:val="center"/>
          </w:tcPr>
          <w:p w:rsidR="003924D2" w:rsidRPr="00A10948" w:rsidRDefault="003924D2" w:rsidP="003529D0">
            <w:pPr>
              <w:spacing w:after="0" w:line="240" w:lineRule="auto"/>
              <w:ind w:left="246" w:right="-52" w:hanging="246"/>
              <w:jc w:val="center"/>
              <w:rPr>
                <w:rFonts w:ascii="Times New Roman" w:hAnsi="Times New Roman"/>
                <w:b/>
                <w:szCs w:val="20"/>
                <w:lang w:eastAsia="pl-PL"/>
              </w:rPr>
            </w:pPr>
            <w:r w:rsidRPr="00A10948">
              <w:rPr>
                <w:rFonts w:ascii="Times New Roman" w:hAnsi="Times New Roman"/>
                <w:b/>
                <w:szCs w:val="20"/>
                <w:lang w:eastAsia="pl-PL"/>
              </w:rPr>
              <w:t>Ilość</w:t>
            </w:r>
          </w:p>
        </w:tc>
        <w:tc>
          <w:tcPr>
            <w:tcW w:w="870" w:type="dxa"/>
            <w:shd w:val="clear" w:color="auto" w:fill="D9D9D9"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pl-PL"/>
              </w:rPr>
            </w:pPr>
            <w:r w:rsidRPr="00A10948">
              <w:rPr>
                <w:rFonts w:ascii="Times New Roman" w:hAnsi="Times New Roman"/>
                <w:b/>
                <w:szCs w:val="20"/>
                <w:lang w:eastAsia="pl-PL"/>
              </w:rPr>
              <w:t>Cena jedn. brutto</w:t>
            </w:r>
          </w:p>
        </w:tc>
        <w:tc>
          <w:tcPr>
            <w:tcW w:w="1070" w:type="dxa"/>
            <w:shd w:val="clear" w:color="auto" w:fill="D9D9D9"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pl-PL"/>
              </w:rPr>
            </w:pPr>
            <w:r w:rsidRPr="00A10948">
              <w:rPr>
                <w:rFonts w:ascii="Times New Roman" w:hAnsi="Times New Roman"/>
                <w:b/>
                <w:szCs w:val="20"/>
                <w:lang w:eastAsia="pl-PL"/>
              </w:rPr>
              <w:t>Stawka podatku VAT</w:t>
            </w:r>
          </w:p>
        </w:tc>
        <w:tc>
          <w:tcPr>
            <w:tcW w:w="1979" w:type="dxa"/>
            <w:shd w:val="clear" w:color="auto" w:fill="D9D9D9"/>
            <w:noWrap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pl-PL"/>
              </w:rPr>
            </w:pPr>
            <w:r w:rsidRPr="00A10948">
              <w:rPr>
                <w:rFonts w:ascii="Times New Roman" w:hAnsi="Times New Roman"/>
                <w:b/>
                <w:szCs w:val="20"/>
                <w:lang w:eastAsia="pl-PL"/>
              </w:rPr>
              <w:t>Wartość zamówienia        (ilość x cena jedn. brutto )</w:t>
            </w:r>
          </w:p>
        </w:tc>
      </w:tr>
      <w:tr w:rsidR="003924D2" w:rsidRPr="00A10948" w:rsidTr="003529D0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w Cen MT" w:hAnsi="Tw Cen MT"/>
                <w:lang w:eastAsia="pl-PL"/>
              </w:rPr>
            </w:pPr>
            <w:r w:rsidRPr="00A10948">
              <w:rPr>
                <w:rFonts w:ascii="Times New Roman" w:hAnsi="Times New Roman"/>
                <w:sz w:val="24"/>
                <w:szCs w:val="24"/>
                <w:lang w:eastAsia="pl-PL"/>
              </w:rPr>
              <w:t>Zakup licencji centralnej platformy e-usług mieszkańca</w:t>
            </w:r>
          </w:p>
        </w:tc>
        <w:tc>
          <w:tcPr>
            <w:tcW w:w="950" w:type="dxa"/>
            <w:vAlign w:val="center"/>
          </w:tcPr>
          <w:p w:rsidR="003924D2" w:rsidRPr="00A10948" w:rsidRDefault="003924D2" w:rsidP="003529D0">
            <w:pPr>
              <w:spacing w:line="240" w:lineRule="auto"/>
              <w:jc w:val="center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  <w:r w:rsidRPr="00A10948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870" w:type="dxa"/>
          </w:tcPr>
          <w:p w:rsidR="003924D2" w:rsidRPr="00A10948" w:rsidRDefault="003924D2" w:rsidP="003529D0">
            <w:pPr>
              <w:spacing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070" w:type="dxa"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979" w:type="dxa"/>
            <w:noWrap/>
          </w:tcPr>
          <w:p w:rsidR="003924D2" w:rsidRPr="00A10948" w:rsidRDefault="003924D2" w:rsidP="003529D0">
            <w:pPr>
              <w:spacing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</w:tr>
      <w:tr w:rsidR="003924D2" w:rsidRPr="00A10948" w:rsidTr="003529D0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948">
              <w:rPr>
                <w:rFonts w:ascii="Times New Roman" w:hAnsi="Times New Roman"/>
                <w:sz w:val="24"/>
                <w:szCs w:val="24"/>
                <w:lang w:eastAsia="pl-PL"/>
              </w:rPr>
              <w:t>Wdrożenie centralnej platformy e-usług mieszkańca</w:t>
            </w:r>
          </w:p>
        </w:tc>
        <w:tc>
          <w:tcPr>
            <w:tcW w:w="950" w:type="dxa"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10948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870" w:type="dxa"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070" w:type="dxa"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979" w:type="dxa"/>
            <w:noWrap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</w:tr>
      <w:tr w:rsidR="003924D2" w:rsidRPr="00A10948" w:rsidTr="003529D0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948">
              <w:rPr>
                <w:rFonts w:ascii="Times New Roman" w:hAnsi="Times New Roman"/>
                <w:sz w:val="24"/>
                <w:szCs w:val="24"/>
                <w:lang w:eastAsia="pl-PL"/>
              </w:rPr>
              <w:t>Modernizacja systemu dziedzinowego</w:t>
            </w:r>
          </w:p>
        </w:tc>
        <w:tc>
          <w:tcPr>
            <w:tcW w:w="950" w:type="dxa"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10948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870" w:type="dxa"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070" w:type="dxa"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979" w:type="dxa"/>
            <w:noWrap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</w:tr>
      <w:tr w:rsidR="003924D2" w:rsidRPr="00A10948" w:rsidTr="003529D0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948">
              <w:rPr>
                <w:rFonts w:ascii="Times New Roman" w:hAnsi="Times New Roman"/>
                <w:sz w:val="24"/>
                <w:szCs w:val="24"/>
                <w:lang w:eastAsia="pl-PL"/>
              </w:rPr>
              <w:t>Zakup licencji elektronicznego systemu obiegu dokumentów</w:t>
            </w:r>
          </w:p>
        </w:tc>
        <w:tc>
          <w:tcPr>
            <w:tcW w:w="950" w:type="dxa"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10948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870" w:type="dxa"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070" w:type="dxa"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979" w:type="dxa"/>
            <w:noWrap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</w:tr>
      <w:tr w:rsidR="003924D2" w:rsidRPr="00A10948" w:rsidTr="003529D0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948">
              <w:rPr>
                <w:rFonts w:ascii="Times New Roman" w:hAnsi="Times New Roman"/>
                <w:sz w:val="24"/>
                <w:szCs w:val="24"/>
                <w:lang w:eastAsia="pl-PL"/>
              </w:rPr>
              <w:t>Wdrożenie elektronicznego systemu obiegu dokumentów</w:t>
            </w:r>
          </w:p>
        </w:tc>
        <w:tc>
          <w:tcPr>
            <w:tcW w:w="950" w:type="dxa"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948">
              <w:rPr>
                <w:rFonts w:ascii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70" w:type="dxa"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70" w:type="dxa"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979" w:type="dxa"/>
            <w:noWrap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</w:tr>
      <w:tr w:rsidR="003924D2" w:rsidRPr="00A10948" w:rsidTr="003529D0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948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Opracowanie i wdrożenie e-usług na 5PD </w:t>
            </w:r>
          </w:p>
        </w:tc>
        <w:tc>
          <w:tcPr>
            <w:tcW w:w="950" w:type="dxa"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948">
              <w:rPr>
                <w:rFonts w:ascii="Times New Roman" w:hAnsi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70" w:type="dxa"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70" w:type="dxa"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979" w:type="dxa"/>
            <w:noWrap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</w:tr>
      <w:tr w:rsidR="003924D2" w:rsidRPr="00A10948" w:rsidTr="003529D0">
        <w:trPr>
          <w:trHeight w:val="288"/>
          <w:jc w:val="center"/>
        </w:trPr>
        <w:tc>
          <w:tcPr>
            <w:tcW w:w="4193" w:type="dxa"/>
            <w:noWrap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948">
              <w:rPr>
                <w:rFonts w:ascii="Times New Roman" w:hAnsi="Times New Roman"/>
                <w:sz w:val="24"/>
                <w:szCs w:val="24"/>
                <w:lang w:eastAsia="pl-PL"/>
              </w:rPr>
              <w:t>Opracowanie i wdrożenie e-usług na 3PD</w:t>
            </w:r>
          </w:p>
        </w:tc>
        <w:tc>
          <w:tcPr>
            <w:tcW w:w="950" w:type="dxa"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10948">
              <w:rPr>
                <w:rFonts w:ascii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70" w:type="dxa"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70" w:type="dxa"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979" w:type="dxa"/>
            <w:noWrap/>
          </w:tcPr>
          <w:p w:rsidR="003924D2" w:rsidRPr="00A10948" w:rsidRDefault="003924D2" w:rsidP="003529D0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</w:tr>
    </w:tbl>
    <w:p w:rsidR="003924D2" w:rsidRDefault="003924D2" w:rsidP="00497D60">
      <w:pPr>
        <w:pStyle w:val="ListParagraph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924D2" w:rsidRDefault="003924D2" w:rsidP="00497D60">
      <w:pPr>
        <w:pStyle w:val="ListParagraph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924D2" w:rsidRPr="00E4463E" w:rsidRDefault="003924D2" w:rsidP="00497D60">
      <w:pPr>
        <w:pStyle w:val="ListParagraph"/>
        <w:numPr>
          <w:ilvl w:val="4"/>
          <w:numId w:val="1"/>
        </w:numPr>
        <w:tabs>
          <w:tab w:val="clear" w:pos="3600"/>
        </w:tabs>
        <w:spacing w:after="0" w:line="360" w:lineRule="auto"/>
        <w:ind w:left="720" w:hanging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CZĘŚĆ II– </w:t>
      </w:r>
      <w:r w:rsidRPr="00316F75">
        <w:rPr>
          <w:rFonts w:ascii="Times New Roman" w:hAnsi="Times New Roman"/>
          <w:sz w:val="24"/>
          <w:szCs w:val="24"/>
        </w:rPr>
        <w:t>Dostawa oprogramowania i sprzętu informatycznego</w:t>
      </w:r>
    </w:p>
    <w:p w:rsidR="003924D2" w:rsidRPr="00316F75" w:rsidRDefault="003924D2" w:rsidP="00497D60">
      <w:pPr>
        <w:pStyle w:val="ListParagraph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43743">
        <w:rPr>
          <w:rFonts w:ascii="Times New Roman" w:hAnsi="Times New Roman"/>
          <w:sz w:val="24"/>
          <w:szCs w:val="24"/>
        </w:rPr>
        <w:t>za cenę…</w:t>
      </w:r>
      <w:r>
        <w:rPr>
          <w:rFonts w:ascii="Times New Roman" w:hAnsi="Times New Roman"/>
          <w:sz w:val="24"/>
          <w:szCs w:val="24"/>
        </w:rPr>
        <w:t>……………………………….</w:t>
      </w:r>
      <w:r w:rsidRPr="00943743">
        <w:rPr>
          <w:rFonts w:ascii="Times New Roman" w:hAnsi="Times New Roman"/>
          <w:sz w:val="24"/>
          <w:szCs w:val="24"/>
        </w:rPr>
        <w:t>…….zł brutto (sł</w:t>
      </w:r>
      <w:r>
        <w:rPr>
          <w:rFonts w:ascii="Times New Roman" w:hAnsi="Times New Roman"/>
          <w:sz w:val="24"/>
          <w:szCs w:val="24"/>
        </w:rPr>
        <w:t>ownie:…………………………………………………</w:t>
      </w:r>
      <w:r w:rsidRPr="00943743">
        <w:rPr>
          <w:rFonts w:ascii="Times New Roman" w:hAnsi="Times New Roman"/>
          <w:sz w:val="24"/>
          <w:szCs w:val="24"/>
        </w:rPr>
        <w:t>…..), w tym podatek VAT…………</w:t>
      </w:r>
      <w:r>
        <w:rPr>
          <w:rFonts w:ascii="Times New Roman" w:hAnsi="Times New Roman"/>
          <w:sz w:val="24"/>
          <w:szCs w:val="24"/>
        </w:rPr>
        <w:t>………..zł (słownie:……………………………</w:t>
      </w:r>
      <w:r w:rsidRPr="00943743">
        <w:rPr>
          <w:rFonts w:ascii="Times New Roman" w:hAnsi="Times New Roman"/>
          <w:sz w:val="24"/>
          <w:szCs w:val="24"/>
        </w:rPr>
        <w:t>……..),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943743">
        <w:rPr>
          <w:rFonts w:ascii="Times New Roman" w:hAnsi="Times New Roman"/>
          <w:sz w:val="24"/>
          <w:szCs w:val="24"/>
        </w:rPr>
        <w:t>szczególności:</w:t>
      </w:r>
    </w:p>
    <w:tbl>
      <w:tblPr>
        <w:tblpPr w:leftFromText="141" w:rightFromText="141" w:vertAnchor="text" w:horzAnchor="margin" w:tblpY="350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1"/>
        <w:gridCol w:w="2889"/>
        <w:gridCol w:w="1005"/>
        <w:gridCol w:w="1294"/>
        <w:gridCol w:w="1187"/>
        <w:gridCol w:w="928"/>
        <w:gridCol w:w="1253"/>
      </w:tblGrid>
      <w:tr w:rsidR="003924D2" w:rsidRPr="00A10948" w:rsidTr="003529D0">
        <w:tc>
          <w:tcPr>
            <w:tcW w:w="511" w:type="dxa"/>
            <w:shd w:val="clear" w:color="auto" w:fill="D9D9D9"/>
          </w:tcPr>
          <w:p w:rsidR="003924D2" w:rsidRPr="00740CD7" w:rsidRDefault="003924D2" w:rsidP="003529D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740CD7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889" w:type="dxa"/>
            <w:shd w:val="clear" w:color="auto" w:fill="D9D9D9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40CD7">
              <w:rPr>
                <w:rFonts w:ascii="Times New Roman" w:hAnsi="Times New Roman"/>
                <w:b/>
              </w:rPr>
              <w:t>Przedmiot zamówienia zgodnie z opisem zawartym w Załączniku nr 1 do SIWZ</w:t>
            </w:r>
          </w:p>
        </w:tc>
        <w:tc>
          <w:tcPr>
            <w:tcW w:w="1005" w:type="dxa"/>
            <w:shd w:val="clear" w:color="auto" w:fill="D9D9D9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D7">
              <w:rPr>
                <w:rFonts w:ascii="Times New Roman" w:hAnsi="Times New Roman"/>
                <w:b/>
              </w:rPr>
              <w:t>Liczba sztuk</w:t>
            </w:r>
          </w:p>
        </w:tc>
        <w:tc>
          <w:tcPr>
            <w:tcW w:w="1294" w:type="dxa"/>
            <w:shd w:val="clear" w:color="auto" w:fill="D9D9D9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D7">
              <w:rPr>
                <w:rFonts w:ascii="Times New Roman" w:hAnsi="Times New Roman"/>
                <w:b/>
              </w:rPr>
              <w:t>Cena jednostkowa netto</w:t>
            </w:r>
            <w:r w:rsidRPr="00740C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87" w:type="dxa"/>
            <w:shd w:val="clear" w:color="auto" w:fill="D9D9D9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40CD7">
              <w:rPr>
                <w:rFonts w:ascii="Times New Roman" w:hAnsi="Times New Roman"/>
                <w:b/>
              </w:rPr>
              <w:t>Wartość netto</w:t>
            </w:r>
          </w:p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0CD7">
              <w:rPr>
                <w:rFonts w:ascii="Times New Roman" w:hAnsi="Times New Roman"/>
                <w:b/>
                <w:sz w:val="18"/>
                <w:szCs w:val="18"/>
              </w:rPr>
              <w:t>(cena jednostkowa x ilość sztuk)</w:t>
            </w:r>
          </w:p>
        </w:tc>
        <w:tc>
          <w:tcPr>
            <w:tcW w:w="928" w:type="dxa"/>
            <w:shd w:val="clear" w:color="auto" w:fill="D9D9D9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D7">
              <w:rPr>
                <w:rFonts w:ascii="Times New Roman" w:hAnsi="Times New Roman"/>
                <w:b/>
              </w:rPr>
              <w:t>Stawka podatku VAT</w:t>
            </w:r>
          </w:p>
        </w:tc>
        <w:tc>
          <w:tcPr>
            <w:tcW w:w="1253" w:type="dxa"/>
            <w:shd w:val="clear" w:color="auto" w:fill="D9D9D9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D7">
              <w:rPr>
                <w:rFonts w:ascii="Times New Roman" w:hAnsi="Times New Roman"/>
                <w:b/>
              </w:rPr>
              <w:t xml:space="preserve">Wartość brutto </w:t>
            </w:r>
            <w:r w:rsidRPr="00740CD7">
              <w:rPr>
                <w:rFonts w:ascii="Times New Roman" w:hAnsi="Times New Roman"/>
                <w:b/>
                <w:sz w:val="18"/>
                <w:szCs w:val="18"/>
              </w:rPr>
              <w:t>(wartość netto + kwota podatku VAT)</w:t>
            </w:r>
          </w:p>
        </w:tc>
      </w:tr>
      <w:tr w:rsidR="003924D2" w:rsidRPr="00A10948" w:rsidTr="003529D0">
        <w:tc>
          <w:tcPr>
            <w:tcW w:w="511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740CD7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889" w:type="dxa"/>
            <w:shd w:val="clear" w:color="auto" w:fill="FFFFFF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948">
              <w:rPr>
                <w:rFonts w:ascii="Times New Roman" w:hAnsi="Times New Roman"/>
                <w:sz w:val="24"/>
                <w:szCs w:val="24"/>
              </w:rPr>
              <w:t>Wyposażenie serwerowni – zakup serwera</w:t>
            </w:r>
          </w:p>
        </w:tc>
        <w:tc>
          <w:tcPr>
            <w:tcW w:w="1005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40CD7">
              <w:rPr>
                <w:rFonts w:ascii="Times New Roman" w:hAnsi="Times New Roman"/>
              </w:rPr>
              <w:t>1</w:t>
            </w:r>
          </w:p>
        </w:tc>
        <w:tc>
          <w:tcPr>
            <w:tcW w:w="1294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3924D2" w:rsidRPr="00A10948" w:rsidTr="003529D0">
        <w:tc>
          <w:tcPr>
            <w:tcW w:w="511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740CD7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889" w:type="dxa"/>
            <w:shd w:val="clear" w:color="auto" w:fill="FFFFFF"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948">
              <w:rPr>
                <w:rFonts w:ascii="Times New Roman" w:hAnsi="Times New Roman"/>
                <w:sz w:val="24"/>
                <w:szCs w:val="24"/>
              </w:rPr>
              <w:t>Wyposażenie serwerowni –  zakup oprogramowania zarządzającego serwerem</w:t>
            </w:r>
          </w:p>
        </w:tc>
        <w:tc>
          <w:tcPr>
            <w:tcW w:w="1005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3924D2" w:rsidRPr="00A10948" w:rsidTr="003529D0">
        <w:tc>
          <w:tcPr>
            <w:tcW w:w="511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740CD7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2889" w:type="dxa"/>
            <w:shd w:val="clear" w:color="auto" w:fill="FFFFFF"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948">
              <w:rPr>
                <w:rFonts w:ascii="Times New Roman" w:hAnsi="Times New Roman"/>
                <w:sz w:val="24"/>
                <w:szCs w:val="24"/>
              </w:rPr>
              <w:t>Wyposażenie serwerowni – zakup UPS do serwera</w:t>
            </w:r>
          </w:p>
        </w:tc>
        <w:tc>
          <w:tcPr>
            <w:tcW w:w="1005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3924D2" w:rsidRPr="00A10948" w:rsidTr="003529D0">
        <w:tc>
          <w:tcPr>
            <w:tcW w:w="511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740CD7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889" w:type="dxa"/>
            <w:shd w:val="clear" w:color="auto" w:fill="FFFFFF"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948">
              <w:rPr>
                <w:rFonts w:ascii="Times New Roman" w:hAnsi="Times New Roman"/>
                <w:sz w:val="24"/>
                <w:szCs w:val="24"/>
              </w:rPr>
              <w:t>Wyposażenie serwerowni – zakup urządzenia UTM</w:t>
            </w:r>
          </w:p>
        </w:tc>
        <w:tc>
          <w:tcPr>
            <w:tcW w:w="1005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3924D2" w:rsidRPr="00A10948" w:rsidTr="003529D0">
        <w:tc>
          <w:tcPr>
            <w:tcW w:w="511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740CD7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889" w:type="dxa"/>
            <w:shd w:val="clear" w:color="auto" w:fill="FFFFFF"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w Cen MT" w:hAnsi="Tw Cen MT"/>
              </w:rPr>
            </w:pPr>
            <w:r w:rsidRPr="00A10948">
              <w:rPr>
                <w:rFonts w:ascii="Times New Roman" w:hAnsi="Times New Roman"/>
                <w:sz w:val="24"/>
                <w:szCs w:val="24"/>
              </w:rPr>
              <w:t>Wyposażenie stanowisk pracowniczych – zakup zestawów komputerowych</w:t>
            </w:r>
          </w:p>
        </w:tc>
        <w:tc>
          <w:tcPr>
            <w:tcW w:w="1005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D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94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3924D2" w:rsidRPr="00A10948" w:rsidTr="003529D0">
        <w:tc>
          <w:tcPr>
            <w:tcW w:w="511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740CD7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2889" w:type="dxa"/>
            <w:shd w:val="clear" w:color="auto" w:fill="FFFFFF"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948">
              <w:rPr>
                <w:rFonts w:ascii="Times New Roman" w:hAnsi="Times New Roman"/>
                <w:sz w:val="24"/>
                <w:szCs w:val="24"/>
              </w:rPr>
              <w:t>Wyposażenie stanowiska kancelaryjnego – zakup skanera</w:t>
            </w:r>
          </w:p>
        </w:tc>
        <w:tc>
          <w:tcPr>
            <w:tcW w:w="1005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3924D2" w:rsidRPr="00740CD7" w:rsidRDefault="003924D2" w:rsidP="003529D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</w:tbl>
    <w:p w:rsidR="003924D2" w:rsidRDefault="003924D2" w:rsidP="00497D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924D2" w:rsidRDefault="003924D2" w:rsidP="00497D60">
      <w:pPr>
        <w:tabs>
          <w:tab w:val="num" w:pos="14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3924D2" w:rsidRPr="00F044AC" w:rsidRDefault="003924D2" w:rsidP="00522ECE">
      <w:pPr>
        <w:tabs>
          <w:tab w:val="num" w:pos="144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3924D2" w:rsidRDefault="003924D2" w:rsidP="00F044AC">
      <w:pPr>
        <w:numPr>
          <w:ilvl w:val="0"/>
          <w:numId w:val="1"/>
        </w:numPr>
        <w:tabs>
          <w:tab w:val="clear" w:pos="720"/>
          <w:tab w:val="num" w:pos="360"/>
          <w:tab w:val="num" w:pos="144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Okres gwarancji</w:t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br/>
        <w:t>część I zamówienia</w:t>
      </w:r>
      <w:r w:rsidRPr="00F044AC">
        <w:rPr>
          <w:rFonts w:ascii="Times New Roman" w:hAnsi="Times New Roman"/>
          <w:b/>
          <w:sz w:val="24"/>
          <w:szCs w:val="24"/>
          <w:lang w:eastAsia="pl-PL"/>
        </w:rPr>
        <w:t>……………………</w:t>
      </w:r>
      <w:r>
        <w:rPr>
          <w:rFonts w:ascii="Times New Roman" w:hAnsi="Times New Roman"/>
          <w:b/>
          <w:sz w:val="24"/>
          <w:szCs w:val="24"/>
          <w:lang w:eastAsia="pl-PL"/>
        </w:rPr>
        <w:t>mies.</w:t>
      </w:r>
    </w:p>
    <w:p w:rsidR="003924D2" w:rsidRDefault="003924D2" w:rsidP="00497D60">
      <w:pPr>
        <w:tabs>
          <w:tab w:val="num" w:pos="144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część II zamówienia</w:t>
      </w:r>
      <w:r w:rsidRPr="00F044AC">
        <w:rPr>
          <w:rFonts w:ascii="Times New Roman" w:hAnsi="Times New Roman"/>
          <w:b/>
          <w:sz w:val="24"/>
          <w:szCs w:val="24"/>
          <w:lang w:eastAsia="pl-PL"/>
        </w:rPr>
        <w:t>……………………</w:t>
      </w:r>
      <w:r>
        <w:rPr>
          <w:rFonts w:ascii="Times New Roman" w:hAnsi="Times New Roman"/>
          <w:b/>
          <w:sz w:val="24"/>
          <w:szCs w:val="24"/>
          <w:lang w:eastAsia="pl-PL"/>
        </w:rPr>
        <w:t>mies.</w:t>
      </w:r>
    </w:p>
    <w:p w:rsidR="003924D2" w:rsidRPr="00F044AC" w:rsidRDefault="003924D2" w:rsidP="005B2341">
      <w:pPr>
        <w:tabs>
          <w:tab w:val="num" w:pos="14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3924D2" w:rsidRPr="006509AF" w:rsidRDefault="003924D2" w:rsidP="0049419B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Oświadczamy, że zapoznaliśmy się ze Specyfikacją Istotnych Warunków Zamówienia i nie wnosimy żadnych zastrzeżeń oraz uzyskaliśmy niezbędne informacje do przygotowania oferty.</w:t>
      </w:r>
    </w:p>
    <w:p w:rsidR="003924D2" w:rsidRPr="006509AF" w:rsidRDefault="003924D2" w:rsidP="0049419B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</w:rPr>
        <w:t xml:space="preserve">Gwarantujemy  wykonanie  niniejszego zamówienia zgodnie z treścią: SIWZ, wyjaśnień do SIWZ oraz jej modyfikacji, </w:t>
      </w:r>
    </w:p>
    <w:p w:rsidR="003924D2" w:rsidRPr="006509AF" w:rsidRDefault="003924D2" w:rsidP="0049419B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Cena oferty obejmuje wszystkie koszty wykonania zamówienia – opisane w SIWZ oraz wszelkie inne koszty niezbędne do prawidłowego wykonania zamówienia.</w:t>
      </w:r>
    </w:p>
    <w:p w:rsidR="003924D2" w:rsidRPr="006509AF" w:rsidRDefault="003924D2" w:rsidP="00A23AC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Oświadczamy, że zobowiązujemy się do wykonania zamówienia w termin</w:t>
      </w:r>
      <w:r>
        <w:rPr>
          <w:rFonts w:ascii="Times New Roman" w:hAnsi="Times New Roman"/>
          <w:sz w:val="24"/>
          <w:szCs w:val="24"/>
          <w:lang w:eastAsia="pl-PL"/>
        </w:rPr>
        <w:t>ie</w:t>
      </w:r>
      <w:r w:rsidRPr="006509AF">
        <w:rPr>
          <w:rFonts w:ascii="Times New Roman" w:hAnsi="Times New Roman"/>
          <w:sz w:val="24"/>
          <w:szCs w:val="24"/>
          <w:lang w:eastAsia="pl-PL"/>
        </w:rPr>
        <w:t xml:space="preserve"> określony</w:t>
      </w:r>
      <w:r>
        <w:rPr>
          <w:rFonts w:ascii="Times New Roman" w:hAnsi="Times New Roman"/>
          <w:sz w:val="24"/>
          <w:szCs w:val="24"/>
          <w:lang w:eastAsia="pl-PL"/>
        </w:rPr>
        <w:t>m</w:t>
      </w:r>
      <w:r w:rsidRPr="006509AF">
        <w:rPr>
          <w:rFonts w:ascii="Times New Roman" w:hAnsi="Times New Roman"/>
          <w:sz w:val="24"/>
          <w:szCs w:val="24"/>
          <w:lang w:eastAsia="pl-PL"/>
        </w:rPr>
        <w:t xml:space="preserve"> w SIWZ.</w:t>
      </w:r>
    </w:p>
    <w:p w:rsidR="003924D2" w:rsidRPr="006509AF" w:rsidRDefault="003924D2" w:rsidP="00A23AC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 xml:space="preserve">Oświadczamy, że uważamy się za związanych niniejszą ofertą na czas wskazany w Specyfikacji Istotnych Warunków Zamówienia.  </w:t>
      </w:r>
    </w:p>
    <w:p w:rsidR="003924D2" w:rsidRPr="006509AF" w:rsidRDefault="003924D2" w:rsidP="00A23AC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 xml:space="preserve">Oświadczamy, że zapoznaliśmy się ze wzorem umowy, stanowiącym część II Specyfikacji Istotnych Warunków Zamówienia i zobowiązujemy się, w przypadku wyboru naszej oferty, do zawarcia umowy na określonych tam warunkach w miejscu i terminie wyznaczonym przez Zamawiającego oraz wniesienia zabezpieczenia należytego wykonania umowy. </w:t>
      </w:r>
    </w:p>
    <w:p w:rsidR="003924D2" w:rsidRPr="006509AF" w:rsidRDefault="003924D2" w:rsidP="00A23AC2">
      <w:pPr>
        <w:spacing w:after="0" w:line="240" w:lineRule="auto"/>
        <w:ind w:left="360"/>
        <w:jc w:val="both"/>
        <w:rPr>
          <w:rFonts w:ascii="Times New Roman" w:hAnsi="Times New Roman"/>
          <w:sz w:val="10"/>
          <w:szCs w:val="10"/>
          <w:lang w:eastAsia="pl-PL"/>
        </w:rPr>
      </w:pPr>
    </w:p>
    <w:p w:rsidR="003924D2" w:rsidRPr="006509AF" w:rsidRDefault="003924D2" w:rsidP="00A23AC2">
      <w:pPr>
        <w:numPr>
          <w:ilvl w:val="0"/>
          <w:numId w:val="1"/>
        </w:numPr>
        <w:spacing w:after="0" w:line="312" w:lineRule="auto"/>
        <w:ind w:left="360"/>
        <w:jc w:val="both"/>
        <w:rPr>
          <w:rFonts w:ascii="Times New Roman" w:hAnsi="Times New Roman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 xml:space="preserve">Następujące części zamówienia zostaną powierzone podwykonawcom*: </w:t>
      </w:r>
    </w:p>
    <w:tbl>
      <w:tblPr>
        <w:tblW w:w="8505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7"/>
        <w:gridCol w:w="4323"/>
        <w:gridCol w:w="1701"/>
        <w:gridCol w:w="1984"/>
      </w:tblGrid>
      <w:tr w:rsidR="003924D2" w:rsidRPr="006509AF" w:rsidTr="004D049A">
        <w:trPr>
          <w:cantSplit/>
          <w:trHeight w:val="610"/>
        </w:trPr>
        <w:tc>
          <w:tcPr>
            <w:tcW w:w="497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L</w:t>
            </w:r>
            <w:r w:rsidRPr="006509AF">
              <w:rPr>
                <w:rFonts w:ascii="Times New Roman" w:hAnsi="Times New Roman"/>
                <w:szCs w:val="20"/>
                <w:lang w:eastAsia="pl-PL"/>
              </w:rPr>
              <w:t>p.</w:t>
            </w:r>
          </w:p>
        </w:tc>
        <w:tc>
          <w:tcPr>
            <w:tcW w:w="4323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 w:val="24"/>
                <w:szCs w:val="24"/>
                <w:lang w:eastAsia="pl-PL"/>
              </w:rPr>
              <w:t>Następujące części zamówienia powierzone podwykonawcom</w:t>
            </w:r>
          </w:p>
        </w:tc>
        <w:tc>
          <w:tcPr>
            <w:tcW w:w="3685" w:type="dxa"/>
            <w:gridSpan w:val="2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 xml:space="preserve">Nazwa i adres podwykonawców </w:t>
            </w:r>
          </w:p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(o ile są znani)</w:t>
            </w:r>
          </w:p>
        </w:tc>
      </w:tr>
      <w:tr w:rsidR="003924D2" w:rsidRPr="006509AF" w:rsidTr="004D049A">
        <w:trPr>
          <w:cantSplit/>
        </w:trPr>
        <w:tc>
          <w:tcPr>
            <w:tcW w:w="497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3924D2" w:rsidRPr="006509AF" w:rsidTr="004D049A">
        <w:trPr>
          <w:cantSplit/>
        </w:trPr>
        <w:tc>
          <w:tcPr>
            <w:tcW w:w="497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3924D2" w:rsidRPr="006509AF" w:rsidTr="004D049A">
        <w:trPr>
          <w:cantSplit/>
        </w:trPr>
        <w:tc>
          <w:tcPr>
            <w:tcW w:w="497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:rsidR="003924D2" w:rsidRPr="006509AF" w:rsidRDefault="003924D2" w:rsidP="00A23AC2">
      <w:pPr>
        <w:spacing w:after="0" w:line="312" w:lineRule="auto"/>
        <w:ind w:left="709" w:hanging="349"/>
        <w:jc w:val="both"/>
        <w:rPr>
          <w:rFonts w:ascii="Times New Roman" w:hAnsi="Times New Roman"/>
          <w:i/>
          <w:sz w:val="20"/>
          <w:szCs w:val="24"/>
          <w:lang w:eastAsia="pl-PL"/>
        </w:rPr>
      </w:pPr>
      <w:r w:rsidRPr="006509AF">
        <w:rPr>
          <w:rFonts w:ascii="Times New Roman" w:hAnsi="Times New Roman"/>
          <w:i/>
          <w:sz w:val="20"/>
          <w:szCs w:val="24"/>
          <w:lang w:eastAsia="pl-PL"/>
        </w:rPr>
        <w:t xml:space="preserve">* </w:t>
      </w:r>
      <w:r w:rsidRPr="006509AF">
        <w:rPr>
          <w:rFonts w:ascii="Times New Roman" w:hAnsi="Times New Roman"/>
          <w:i/>
          <w:sz w:val="20"/>
          <w:szCs w:val="24"/>
          <w:lang w:eastAsia="pl-PL"/>
        </w:rPr>
        <w:tab/>
        <w:t>w przypadku realizacji całego zadania siłami własnymi należy wpisać „nie dotyczy” lub przekreślić.</w:t>
      </w:r>
    </w:p>
    <w:p w:rsidR="003924D2" w:rsidRPr="006509AF" w:rsidRDefault="003924D2" w:rsidP="00A23AC2">
      <w:pPr>
        <w:spacing w:after="0" w:line="288" w:lineRule="auto"/>
        <w:ind w:left="360"/>
        <w:jc w:val="both"/>
        <w:rPr>
          <w:rFonts w:ascii="Times New Roman" w:hAnsi="Times New Roman"/>
          <w:sz w:val="12"/>
          <w:szCs w:val="10"/>
          <w:lang w:eastAsia="pl-PL"/>
        </w:rPr>
      </w:pPr>
    </w:p>
    <w:p w:rsidR="003924D2" w:rsidRPr="006509AF" w:rsidRDefault="003924D2" w:rsidP="00A23AC2">
      <w:pPr>
        <w:numPr>
          <w:ilvl w:val="0"/>
          <w:numId w:val="1"/>
        </w:num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 xml:space="preserve">Oświadczam, że </w:t>
      </w:r>
      <w:r w:rsidRPr="006509AF">
        <w:rPr>
          <w:rFonts w:ascii="Times New Roman" w:hAnsi="Times New Roman"/>
          <w:color w:val="000000"/>
          <w:sz w:val="24"/>
          <w:szCs w:val="24"/>
          <w:lang w:eastAsia="pl-PL"/>
        </w:rPr>
        <w:t>wskazane poniżej informacje zawarte w ofercie stanowią tajemnicę przedsiębiorstwa w rozumieniu przepisów o zwalczaniu nieuczciwej konkurencji i w związku z niniejszym nie mogą być one udostępniane, w szczególności innym uczestnikom postępowania**:</w:t>
      </w:r>
    </w:p>
    <w:p w:rsidR="003924D2" w:rsidRPr="006509AF" w:rsidRDefault="003924D2" w:rsidP="00A23AC2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12"/>
          <w:szCs w:val="20"/>
          <w:lang w:eastAsia="pl-PL"/>
        </w:rPr>
      </w:pPr>
    </w:p>
    <w:tbl>
      <w:tblPr>
        <w:tblW w:w="8505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7"/>
        <w:gridCol w:w="4323"/>
        <w:gridCol w:w="1701"/>
        <w:gridCol w:w="1984"/>
      </w:tblGrid>
      <w:tr w:rsidR="003924D2" w:rsidRPr="006509AF" w:rsidTr="004D049A">
        <w:trPr>
          <w:cantSplit/>
          <w:trHeight w:val="360"/>
        </w:trPr>
        <w:tc>
          <w:tcPr>
            <w:tcW w:w="497" w:type="dxa"/>
            <w:vMerge w:val="restart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L</w:t>
            </w:r>
            <w:r w:rsidRPr="006509AF">
              <w:rPr>
                <w:rFonts w:ascii="Times New Roman" w:hAnsi="Times New Roman"/>
                <w:szCs w:val="20"/>
                <w:lang w:eastAsia="pl-PL"/>
              </w:rPr>
              <w:t>p.</w:t>
            </w:r>
          </w:p>
        </w:tc>
        <w:tc>
          <w:tcPr>
            <w:tcW w:w="4323" w:type="dxa"/>
            <w:vMerge w:val="restart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 xml:space="preserve">Oznaczenie rodzaju (nazwy) </w:t>
            </w:r>
            <w:r w:rsidRPr="00FE2929">
              <w:rPr>
                <w:rFonts w:ascii="Times New Roman" w:hAnsi="Times New Roman"/>
                <w:lang w:eastAsia="pl-PL"/>
              </w:rPr>
              <w:t>informacji</w:t>
            </w:r>
            <w:r w:rsidRPr="00FE2929">
              <w:rPr>
                <w:rFonts w:ascii="Times New Roman" w:hAnsi="Times New Roman"/>
              </w:rPr>
              <w:t xml:space="preserve"> wraz z uzasadnieniem zastrzeżenia informacji jako tajne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</w:t>
            </w:r>
          </w:p>
        </w:tc>
        <w:tc>
          <w:tcPr>
            <w:tcW w:w="3685" w:type="dxa"/>
            <w:gridSpan w:val="2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Strony w ofercie</w:t>
            </w:r>
          </w:p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(wyrażone cyfrą)</w:t>
            </w:r>
          </w:p>
        </w:tc>
      </w:tr>
      <w:tr w:rsidR="003924D2" w:rsidRPr="006509AF" w:rsidTr="004D049A">
        <w:trPr>
          <w:cantSplit/>
          <w:trHeight w:val="224"/>
        </w:trPr>
        <w:tc>
          <w:tcPr>
            <w:tcW w:w="497" w:type="dxa"/>
            <w:vMerge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  <w:vMerge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Od</w:t>
            </w:r>
          </w:p>
        </w:tc>
        <w:tc>
          <w:tcPr>
            <w:tcW w:w="1984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Do</w:t>
            </w:r>
          </w:p>
        </w:tc>
      </w:tr>
      <w:tr w:rsidR="003924D2" w:rsidRPr="006509AF" w:rsidTr="004D049A">
        <w:trPr>
          <w:cantSplit/>
        </w:trPr>
        <w:tc>
          <w:tcPr>
            <w:tcW w:w="497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3924D2" w:rsidRPr="006509AF" w:rsidTr="004D049A">
        <w:trPr>
          <w:cantSplit/>
        </w:trPr>
        <w:tc>
          <w:tcPr>
            <w:tcW w:w="497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3924D2" w:rsidRPr="006509AF" w:rsidTr="004D049A">
        <w:trPr>
          <w:cantSplit/>
        </w:trPr>
        <w:tc>
          <w:tcPr>
            <w:tcW w:w="497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:rsidR="003924D2" w:rsidRPr="006509AF" w:rsidRDefault="003924D2" w:rsidP="00A23AC2">
      <w:pPr>
        <w:tabs>
          <w:tab w:val="num" w:pos="-4962"/>
        </w:tabs>
        <w:spacing w:after="0" w:line="288" w:lineRule="auto"/>
        <w:ind w:left="357"/>
        <w:jc w:val="both"/>
        <w:rPr>
          <w:rFonts w:ascii="Times New Roman" w:hAnsi="Times New Roman"/>
          <w:i/>
          <w:sz w:val="10"/>
          <w:szCs w:val="10"/>
          <w:lang w:eastAsia="pl-PL"/>
        </w:rPr>
      </w:pPr>
    </w:p>
    <w:p w:rsidR="003924D2" w:rsidRPr="006509AF" w:rsidRDefault="003924D2" w:rsidP="00A23AC2">
      <w:pPr>
        <w:tabs>
          <w:tab w:val="num" w:pos="-4962"/>
        </w:tabs>
        <w:spacing w:after="0" w:line="288" w:lineRule="auto"/>
        <w:ind w:left="357"/>
        <w:jc w:val="both"/>
        <w:rPr>
          <w:rFonts w:ascii="Times New Roman" w:hAnsi="Times New Roman"/>
          <w:i/>
          <w:sz w:val="20"/>
          <w:szCs w:val="24"/>
          <w:lang w:eastAsia="pl-PL"/>
        </w:rPr>
      </w:pPr>
      <w:r w:rsidRPr="006509AF">
        <w:rPr>
          <w:rFonts w:ascii="Times New Roman" w:hAnsi="Times New Roman"/>
          <w:i/>
          <w:sz w:val="20"/>
          <w:szCs w:val="24"/>
          <w:lang w:eastAsia="pl-PL"/>
        </w:rPr>
        <w:t>** Brak stosownego zastrzeżenia będzie traktowane jako jednoznaczna zgoda na włączenie całości przekazanych dokumentów i danych do dokumentacji postępowania oraz ich ujawnienie na zasadach określonych w ustawie.</w:t>
      </w:r>
    </w:p>
    <w:p w:rsidR="003924D2" w:rsidRPr="006509AF" w:rsidRDefault="003924D2" w:rsidP="00A23AC2">
      <w:pPr>
        <w:tabs>
          <w:tab w:val="num" w:pos="-4962"/>
        </w:tabs>
        <w:spacing w:after="0" w:line="288" w:lineRule="auto"/>
        <w:ind w:left="357"/>
        <w:jc w:val="both"/>
        <w:rPr>
          <w:rFonts w:ascii="Times New Roman" w:hAnsi="Times New Roman"/>
          <w:i/>
          <w:sz w:val="10"/>
          <w:szCs w:val="10"/>
          <w:lang w:eastAsia="pl-PL"/>
        </w:rPr>
      </w:pPr>
    </w:p>
    <w:p w:rsidR="003924D2" w:rsidRDefault="003924D2" w:rsidP="00056B03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Wybór mojej/naszej oferty nie będzie prowadził do powstania u Zamawiającego obowiązku podatkowego zgodnie z przepisami o podatku od towarów i usług.*** </w:t>
      </w:r>
      <w:r>
        <w:rPr>
          <w:rFonts w:ascii="Times New Roman" w:hAnsi="Times New Roman"/>
          <w:i/>
          <w:sz w:val="16"/>
          <w:szCs w:val="16"/>
        </w:rPr>
        <w:t>niepotrzebne skreślić</w:t>
      </w:r>
    </w:p>
    <w:p w:rsidR="003924D2" w:rsidRDefault="003924D2" w:rsidP="00056B03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Wybór mojej/naszej oferty będzie prowadził do powstania u Zamawiającego obowiązku podatkowego zgodnie z przepisami o podatku od towarów i usług. Powyższy obowiązek będzie dotyczył……………………………….(</w:t>
      </w:r>
      <w:r>
        <w:rPr>
          <w:rFonts w:ascii="Times New Roman" w:hAnsi="Times New Roman"/>
        </w:rPr>
        <w:t xml:space="preserve">wpisać nazwę/rodzaj towaru lub usługi, które będą prowadziły do powstania u Zamawiającego obowiązku podatkowego zgodnie z przepisami o podatku od towarów i usług) </w:t>
      </w:r>
      <w:r>
        <w:rPr>
          <w:rFonts w:ascii="Times New Roman" w:hAnsi="Times New Roman"/>
          <w:sz w:val="24"/>
          <w:szCs w:val="24"/>
        </w:rPr>
        <w:t xml:space="preserve">objętych przedmiotem zamówienia, podlegających mechanizmowi odwróconego obciążenia VAT, a ich wartość netto (bez kwoty podatku VAT) będzie wynosiła……………zł.*** </w:t>
      </w:r>
      <w:r>
        <w:rPr>
          <w:rFonts w:ascii="Times New Roman" w:hAnsi="Times New Roman"/>
          <w:i/>
          <w:sz w:val="16"/>
          <w:szCs w:val="16"/>
        </w:rPr>
        <w:t>niepotrzebne skreślić</w:t>
      </w:r>
    </w:p>
    <w:p w:rsidR="003924D2" w:rsidRDefault="003924D2" w:rsidP="00056B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924D2" w:rsidRPr="006509AF" w:rsidRDefault="003924D2" w:rsidP="00A23AC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Oferta zawiera ……...… stron.</w:t>
      </w:r>
    </w:p>
    <w:p w:rsidR="003924D2" w:rsidRPr="006509AF" w:rsidRDefault="003924D2" w:rsidP="00A23AC2">
      <w:pPr>
        <w:spacing w:after="0" w:line="240" w:lineRule="auto"/>
        <w:ind w:left="360"/>
        <w:jc w:val="both"/>
        <w:rPr>
          <w:rFonts w:ascii="Times New Roman" w:hAnsi="Times New Roman"/>
          <w:sz w:val="10"/>
          <w:szCs w:val="10"/>
          <w:lang w:eastAsia="pl-PL"/>
        </w:rPr>
      </w:pPr>
    </w:p>
    <w:p w:rsidR="003924D2" w:rsidRPr="006509AF" w:rsidRDefault="003924D2" w:rsidP="00A23AC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Wadium w kwocie ………….. zł zostało wniesione w formie  ……………………………………... (wadium w załączeniu bądź dowód wpłaty).</w:t>
      </w:r>
    </w:p>
    <w:p w:rsidR="003924D2" w:rsidRDefault="003924D2" w:rsidP="00A23AC2">
      <w:pPr>
        <w:tabs>
          <w:tab w:val="num" w:pos="426"/>
        </w:tabs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Zwrot wadium (w przypadku wpłaty na konto) należy dokonać na nasze konto …………………………………………………………………………………………….… na warunkach określonych w Specyfikacji Istotnych Warunków Zamówienia.</w:t>
      </w:r>
    </w:p>
    <w:p w:rsidR="003924D2" w:rsidRDefault="003924D2" w:rsidP="00C15650">
      <w:pPr>
        <w:tabs>
          <w:tab w:val="num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924D2" w:rsidRPr="00AF7BFD" w:rsidRDefault="003924D2" w:rsidP="00C15650">
      <w:pPr>
        <w:numPr>
          <w:ilvl w:val="0"/>
          <w:numId w:val="1"/>
        </w:num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F7BFD">
        <w:rPr>
          <w:rFonts w:ascii="Times New Roman" w:hAnsi="Times New Roman"/>
          <w:sz w:val="24"/>
          <w:szCs w:val="24"/>
        </w:rPr>
        <w:t>Oświadczam, że wypełniłem obowiązki informacyjne przewidziane w art. 13 lub art. 14 RODO</w:t>
      </w:r>
      <w:r w:rsidRPr="00AF7BFD">
        <w:rPr>
          <w:rStyle w:val="FootnoteReference"/>
          <w:rFonts w:ascii="Times New Roman" w:hAnsi="Times New Roman"/>
          <w:color w:val="000000"/>
          <w:sz w:val="24"/>
          <w:szCs w:val="24"/>
        </w:rPr>
        <w:footnoteReference w:id="1"/>
      </w:r>
      <w:r w:rsidRPr="00AF7BFD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 celu ubiegania się o udzielenie zamówienia publicznego w niniejszym postępowaniu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jeśli dotyczy).</w:t>
      </w:r>
    </w:p>
    <w:p w:rsidR="003924D2" w:rsidRDefault="003924D2" w:rsidP="00AF7BFD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924D2" w:rsidRPr="006509AF" w:rsidRDefault="003924D2" w:rsidP="00A23AC2">
      <w:pPr>
        <w:numPr>
          <w:ilvl w:val="0"/>
          <w:numId w:val="1"/>
        </w:num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Załączniki do niniejszej oferty:</w:t>
      </w:r>
    </w:p>
    <w:p w:rsidR="003924D2" w:rsidRPr="006509AF" w:rsidRDefault="003924D2" w:rsidP="00A23AC2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</w:t>
      </w:r>
    </w:p>
    <w:p w:rsidR="003924D2" w:rsidRDefault="003924D2" w:rsidP="005B2341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</w:t>
      </w:r>
    </w:p>
    <w:p w:rsidR="003924D2" w:rsidRPr="006509AF" w:rsidRDefault="003924D2" w:rsidP="006509AF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.............................. , dnia 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</w:t>
      </w:r>
    </w:p>
    <w:p w:rsidR="003924D2" w:rsidRPr="006509AF" w:rsidRDefault="003924D2" w:rsidP="00A23AC2">
      <w:pPr>
        <w:spacing w:after="0" w:line="288" w:lineRule="auto"/>
        <w:ind w:firstLine="4320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……………………………..……………………</w:t>
      </w:r>
    </w:p>
    <w:p w:rsidR="003924D2" w:rsidRPr="006509AF" w:rsidRDefault="003924D2" w:rsidP="00A23AC2">
      <w:pPr>
        <w:spacing w:after="0" w:line="288" w:lineRule="auto"/>
        <w:ind w:firstLine="4320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6509AF">
        <w:rPr>
          <w:rFonts w:ascii="Times New Roman" w:hAnsi="Times New Roman"/>
          <w:sz w:val="20"/>
          <w:szCs w:val="20"/>
          <w:lang w:eastAsia="pl-PL"/>
        </w:rPr>
        <w:t>podpis osoby uprawnionej do składania oświadczeń</w:t>
      </w:r>
    </w:p>
    <w:p w:rsidR="003924D2" w:rsidRPr="00A23AC2" w:rsidRDefault="003924D2" w:rsidP="00A23AC2">
      <w:pPr>
        <w:spacing w:after="0" w:line="288" w:lineRule="auto"/>
        <w:ind w:firstLine="4320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6509AF">
        <w:rPr>
          <w:rFonts w:ascii="Times New Roman" w:hAnsi="Times New Roman"/>
          <w:sz w:val="20"/>
          <w:szCs w:val="20"/>
          <w:lang w:eastAsia="pl-PL"/>
        </w:rPr>
        <w:t>woli w imieniu Wykonawc</w:t>
      </w:r>
      <w:r>
        <w:rPr>
          <w:rFonts w:ascii="Times New Roman" w:hAnsi="Times New Roman"/>
          <w:sz w:val="20"/>
          <w:szCs w:val="20"/>
          <w:lang w:eastAsia="pl-PL"/>
        </w:rPr>
        <w:t>y</w:t>
      </w:r>
    </w:p>
    <w:sectPr w:rsidR="003924D2" w:rsidRPr="00A23AC2" w:rsidSect="00A23A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135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4D2" w:rsidRDefault="003924D2" w:rsidP="00A23AC2">
      <w:pPr>
        <w:spacing w:after="0" w:line="240" w:lineRule="auto"/>
      </w:pPr>
      <w:r>
        <w:separator/>
      </w:r>
    </w:p>
  </w:endnote>
  <w:endnote w:type="continuationSeparator" w:id="0">
    <w:p w:rsidR="003924D2" w:rsidRDefault="003924D2" w:rsidP="00A23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w Cen MT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4D2" w:rsidRDefault="003924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24D2" w:rsidRDefault="003924D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4D2" w:rsidRDefault="003924D2">
    <w:pPr>
      <w:pStyle w:val="Footer"/>
      <w:framePr w:wrap="around" w:vAnchor="text" w:hAnchor="margin" w:xAlign="right" w:y="1"/>
      <w:rPr>
        <w:rStyle w:val="PageNumber"/>
      </w:rPr>
    </w:pPr>
  </w:p>
  <w:p w:rsidR="003924D2" w:rsidRDefault="003924D2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4D2" w:rsidRDefault="003924D2" w:rsidP="001149EB">
    <w:pPr>
      <w:pStyle w:val="Footer"/>
      <w:jc w:val="both"/>
      <w:rPr>
        <w:sz w:val="16"/>
        <w:szCs w:val="16"/>
      </w:rPr>
    </w:pPr>
  </w:p>
  <w:p w:rsidR="003924D2" w:rsidRDefault="003924D2" w:rsidP="0084017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4D2" w:rsidRDefault="003924D2" w:rsidP="00A23AC2">
      <w:pPr>
        <w:spacing w:after="0" w:line="240" w:lineRule="auto"/>
      </w:pPr>
      <w:r>
        <w:separator/>
      </w:r>
    </w:p>
  </w:footnote>
  <w:footnote w:type="continuationSeparator" w:id="0">
    <w:p w:rsidR="003924D2" w:rsidRDefault="003924D2" w:rsidP="00A23AC2">
      <w:pPr>
        <w:spacing w:after="0" w:line="240" w:lineRule="auto"/>
      </w:pPr>
      <w:r>
        <w:continuationSeparator/>
      </w:r>
    </w:p>
  </w:footnote>
  <w:footnote w:id="1">
    <w:p w:rsidR="003924D2" w:rsidRPr="005765DC" w:rsidRDefault="003924D2" w:rsidP="00AF7BFD">
      <w:pPr>
        <w:pStyle w:val="FootnoteText"/>
        <w:rPr>
          <w:rFonts w:cs="Arial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5765DC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924D2" w:rsidRDefault="003924D2" w:rsidP="00AF7BFD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4D2" w:rsidRDefault="003924D2" w:rsidP="002922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24D2" w:rsidRDefault="003924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4D2" w:rsidRDefault="003924D2" w:rsidP="002922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- 4 -</w:t>
    </w:r>
    <w:r>
      <w:rPr>
        <w:rStyle w:val="PageNumber"/>
      </w:rPr>
      <w:fldChar w:fldCharType="end"/>
    </w:r>
  </w:p>
  <w:p w:rsidR="003924D2" w:rsidRDefault="003924D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4D2" w:rsidRPr="00FF68C7" w:rsidRDefault="003924D2" w:rsidP="00FF68C7">
    <w:pPr>
      <w:tabs>
        <w:tab w:val="right" w:pos="9356"/>
      </w:tabs>
      <w:spacing w:after="0" w:line="240" w:lineRule="auto"/>
      <w:ind w:left="-284" w:right="-284"/>
      <w:rPr>
        <w:sz w:val="20"/>
        <w:szCs w:val="20"/>
        <w:lang w:eastAsia="pl-PL"/>
      </w:rPr>
    </w:pPr>
  </w:p>
  <w:tbl>
    <w:tblPr>
      <w:tblW w:w="5103" w:type="pct"/>
      <w:tblCellMar>
        <w:left w:w="57" w:type="dxa"/>
        <w:right w:w="57" w:type="dxa"/>
      </w:tblCellMar>
      <w:tblLook w:val="00A0"/>
    </w:tblPr>
    <w:tblGrid>
      <w:gridCol w:w="2560"/>
      <w:gridCol w:w="3435"/>
      <w:gridCol w:w="3323"/>
    </w:tblGrid>
    <w:tr w:rsidR="003924D2" w:rsidRPr="00FF68C7" w:rsidTr="00934A40">
      <w:tc>
        <w:tcPr>
          <w:tcW w:w="1396" w:type="pct"/>
          <w:shd w:val="clear" w:color="auto" w:fill="FFFFFF"/>
        </w:tcPr>
        <w:p w:rsidR="003924D2" w:rsidRPr="00FF68C7" w:rsidRDefault="003924D2" w:rsidP="00FF68C7">
          <w:pPr>
            <w:spacing w:after="160" w:line="259" w:lineRule="auto"/>
            <w:rPr>
              <w:noProof/>
            </w:rPr>
          </w:pPr>
          <w:bookmarkStart w:id="0" w:name="_Hlk516412705"/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6" o:spid="_x0000_i1028" type="#_x0000_t75" style="width:101.25pt;height:43.5pt;visibility:visible">
                <v:imagedata r:id="rId1" o:title=""/>
              </v:shape>
            </w:pict>
          </w:r>
        </w:p>
      </w:tc>
      <w:tc>
        <w:tcPr>
          <w:tcW w:w="1832" w:type="pct"/>
          <w:shd w:val="clear" w:color="auto" w:fill="FFFFFF"/>
        </w:tcPr>
        <w:p w:rsidR="003924D2" w:rsidRPr="00FF68C7" w:rsidRDefault="003924D2" w:rsidP="00FF68C7">
          <w:pPr>
            <w:spacing w:after="160" w:line="259" w:lineRule="auto"/>
            <w:ind w:left="-58" w:right="130"/>
            <w:jc w:val="center"/>
            <w:rPr>
              <w:noProof/>
            </w:rPr>
          </w:pPr>
          <w:r>
            <w:rPr>
              <w:noProof/>
            </w:rPr>
            <w:pict>
              <v:shape id="Obraz 17" o:spid="_x0000_i1029" type="#_x0000_t75" style="width:95.25pt;height:43.5pt;visibility:visible">
                <v:imagedata r:id="rId2" o:title=""/>
              </v:shape>
            </w:pict>
          </w:r>
        </w:p>
      </w:tc>
      <w:tc>
        <w:tcPr>
          <w:tcW w:w="1772" w:type="pct"/>
          <w:shd w:val="clear" w:color="auto" w:fill="FFFFFF"/>
        </w:tcPr>
        <w:p w:rsidR="003924D2" w:rsidRPr="00FF68C7" w:rsidRDefault="003924D2" w:rsidP="00FF68C7">
          <w:pPr>
            <w:spacing w:after="160" w:line="259" w:lineRule="auto"/>
            <w:jc w:val="right"/>
            <w:rPr>
              <w:noProof/>
            </w:rPr>
          </w:pPr>
          <w:r>
            <w:rPr>
              <w:noProof/>
            </w:rPr>
            <w:pict>
              <v:shape id="Obraz 18" o:spid="_x0000_i1030" type="#_x0000_t75" style="width:2in;height:43.5pt;visibility:visible">
                <v:imagedata r:id="rId3" o:title=""/>
              </v:shape>
            </w:pict>
          </w:r>
        </w:p>
      </w:tc>
    </w:tr>
    <w:bookmarkEnd w:id="0"/>
  </w:tbl>
  <w:p w:rsidR="003924D2" w:rsidRDefault="003924D2" w:rsidP="001149EB">
    <w:pPr>
      <w:pStyle w:val="Header"/>
      <w:tabs>
        <w:tab w:val="clear" w:pos="453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9681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4AAC9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55889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778E9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DCE20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850A0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5627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6CEED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D86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C146E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DA7D7A"/>
    <w:multiLevelType w:val="hybridMultilevel"/>
    <w:tmpl w:val="EE446A8A"/>
    <w:lvl w:ilvl="0" w:tplc="A4B40370">
      <w:start w:val="1"/>
      <w:numFmt w:val="lowerLetter"/>
      <w:lvlText w:val="%1)"/>
      <w:lvlJc w:val="left"/>
      <w:pPr>
        <w:tabs>
          <w:tab w:val="num" w:pos="-36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F5B0205"/>
    <w:multiLevelType w:val="hybridMultilevel"/>
    <w:tmpl w:val="66E0F614"/>
    <w:lvl w:ilvl="0" w:tplc="E7E4BBF2">
      <w:start w:val="12"/>
      <w:numFmt w:val="decimal"/>
      <w:lvlText w:val="%1."/>
      <w:lvlJc w:val="left"/>
      <w:pPr>
        <w:tabs>
          <w:tab w:val="num" w:pos="1157"/>
        </w:tabs>
        <w:ind w:left="11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  <w:rPr>
        <w:rFonts w:cs="Times New Roman"/>
      </w:rPr>
    </w:lvl>
  </w:abstractNum>
  <w:abstractNum w:abstractNumId="12">
    <w:nsid w:val="3A2B4147"/>
    <w:multiLevelType w:val="hybridMultilevel"/>
    <w:tmpl w:val="442EEC1E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58CA0976"/>
    <w:multiLevelType w:val="hybridMultilevel"/>
    <w:tmpl w:val="547CA51E"/>
    <w:name w:val="WW8Num5"/>
    <w:lvl w:ilvl="0" w:tplc="00000005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5E8307A2"/>
    <w:multiLevelType w:val="hybridMultilevel"/>
    <w:tmpl w:val="F236A788"/>
    <w:lvl w:ilvl="0" w:tplc="93ACA4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A864A5"/>
    <w:multiLevelType w:val="hybridMultilevel"/>
    <w:tmpl w:val="7EF85022"/>
    <w:lvl w:ilvl="0" w:tplc="19841BB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18AAA300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70528A2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1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A032AF"/>
    <w:multiLevelType w:val="hybridMultilevel"/>
    <w:tmpl w:val="8816273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6C6E068F"/>
    <w:multiLevelType w:val="hybridMultilevel"/>
    <w:tmpl w:val="4B02F0D4"/>
    <w:lvl w:ilvl="0" w:tplc="58F04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81CE1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0DE2656">
      <w:start w:val="2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</w:rPr>
    </w:lvl>
    <w:lvl w:ilvl="4" w:tplc="8A64BE6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</w:num>
  <w:num w:numId="14">
    <w:abstractNumId w:val="15"/>
  </w:num>
  <w:num w:numId="15">
    <w:abstractNumId w:val="11"/>
  </w:num>
  <w:num w:numId="16">
    <w:abstractNumId w:val="16"/>
  </w:num>
  <w:num w:numId="17">
    <w:abstractNumId w:val="12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F1"/>
    <w:rsid w:val="00033D19"/>
    <w:rsid w:val="00056B03"/>
    <w:rsid w:val="000A210F"/>
    <w:rsid w:val="000C2D61"/>
    <w:rsid w:val="000E2D32"/>
    <w:rsid w:val="001149EB"/>
    <w:rsid w:val="00127F8C"/>
    <w:rsid w:val="00182325"/>
    <w:rsid w:val="001A298C"/>
    <w:rsid w:val="001C4A57"/>
    <w:rsid w:val="0021622F"/>
    <w:rsid w:val="00254A63"/>
    <w:rsid w:val="00257D4B"/>
    <w:rsid w:val="00277440"/>
    <w:rsid w:val="0029045E"/>
    <w:rsid w:val="002922A1"/>
    <w:rsid w:val="002975D4"/>
    <w:rsid w:val="00297E42"/>
    <w:rsid w:val="002B5E59"/>
    <w:rsid w:val="00316F75"/>
    <w:rsid w:val="00321D15"/>
    <w:rsid w:val="003529D0"/>
    <w:rsid w:val="00355712"/>
    <w:rsid w:val="00365EA6"/>
    <w:rsid w:val="003712EC"/>
    <w:rsid w:val="00381443"/>
    <w:rsid w:val="003924B6"/>
    <w:rsid w:val="003924D2"/>
    <w:rsid w:val="003D348F"/>
    <w:rsid w:val="003E4B0D"/>
    <w:rsid w:val="003F0131"/>
    <w:rsid w:val="00403AC4"/>
    <w:rsid w:val="00415DA5"/>
    <w:rsid w:val="00466F81"/>
    <w:rsid w:val="00472060"/>
    <w:rsid w:val="0049419B"/>
    <w:rsid w:val="00497D60"/>
    <w:rsid w:val="004A6878"/>
    <w:rsid w:val="004D049A"/>
    <w:rsid w:val="004F0DE6"/>
    <w:rsid w:val="0050611B"/>
    <w:rsid w:val="00522ECE"/>
    <w:rsid w:val="005274D1"/>
    <w:rsid w:val="00555E82"/>
    <w:rsid w:val="0056081F"/>
    <w:rsid w:val="005765DC"/>
    <w:rsid w:val="00583ED9"/>
    <w:rsid w:val="0059655F"/>
    <w:rsid w:val="005B2341"/>
    <w:rsid w:val="005F4ECC"/>
    <w:rsid w:val="006509AF"/>
    <w:rsid w:val="00676058"/>
    <w:rsid w:val="00694B84"/>
    <w:rsid w:val="006E3FF9"/>
    <w:rsid w:val="00735B00"/>
    <w:rsid w:val="00740CD7"/>
    <w:rsid w:val="00757A6C"/>
    <w:rsid w:val="00762C7D"/>
    <w:rsid w:val="007E17EB"/>
    <w:rsid w:val="00840175"/>
    <w:rsid w:val="008626F1"/>
    <w:rsid w:val="008C696D"/>
    <w:rsid w:val="00901C35"/>
    <w:rsid w:val="009037BD"/>
    <w:rsid w:val="00934A40"/>
    <w:rsid w:val="00943743"/>
    <w:rsid w:val="00954BD5"/>
    <w:rsid w:val="00974F94"/>
    <w:rsid w:val="00977A66"/>
    <w:rsid w:val="00984AF0"/>
    <w:rsid w:val="0098523E"/>
    <w:rsid w:val="009A4300"/>
    <w:rsid w:val="00A10948"/>
    <w:rsid w:val="00A23AC2"/>
    <w:rsid w:val="00A464D8"/>
    <w:rsid w:val="00A81B5E"/>
    <w:rsid w:val="00A8740A"/>
    <w:rsid w:val="00AF7BFD"/>
    <w:rsid w:val="00B01266"/>
    <w:rsid w:val="00BE72EB"/>
    <w:rsid w:val="00BF18AC"/>
    <w:rsid w:val="00C15650"/>
    <w:rsid w:val="00C50C9E"/>
    <w:rsid w:val="00CA4685"/>
    <w:rsid w:val="00CF1B48"/>
    <w:rsid w:val="00CF2D65"/>
    <w:rsid w:val="00CF3755"/>
    <w:rsid w:val="00CF571B"/>
    <w:rsid w:val="00D27993"/>
    <w:rsid w:val="00D32B3F"/>
    <w:rsid w:val="00D44ABF"/>
    <w:rsid w:val="00D52BE6"/>
    <w:rsid w:val="00D74A1B"/>
    <w:rsid w:val="00DE1576"/>
    <w:rsid w:val="00E207DC"/>
    <w:rsid w:val="00E43772"/>
    <w:rsid w:val="00E4463E"/>
    <w:rsid w:val="00E6465B"/>
    <w:rsid w:val="00EB0A97"/>
    <w:rsid w:val="00EF38F0"/>
    <w:rsid w:val="00F044AC"/>
    <w:rsid w:val="00F35C32"/>
    <w:rsid w:val="00F6054B"/>
    <w:rsid w:val="00F90718"/>
    <w:rsid w:val="00FA2BC8"/>
    <w:rsid w:val="00FA5307"/>
    <w:rsid w:val="00FB1620"/>
    <w:rsid w:val="00FE2929"/>
    <w:rsid w:val="00FF6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3AC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23AC2"/>
    <w:rPr>
      <w:rFonts w:ascii="Times New Roman" w:hAnsi="Times New Roman" w:cs="Times New Roman"/>
      <w:sz w:val="24"/>
      <w:lang w:eastAsia="pl-PL"/>
    </w:rPr>
  </w:style>
  <w:style w:type="character" w:styleId="PageNumber">
    <w:name w:val="page number"/>
    <w:basedOn w:val="DefaultParagraphFont"/>
    <w:uiPriority w:val="99"/>
    <w:rsid w:val="00A23AC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23AC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23AC2"/>
    <w:rPr>
      <w:rFonts w:ascii="Times New Roman" w:hAnsi="Times New Roman" w:cs="Times New Roman"/>
      <w:sz w:val="24"/>
      <w:lang w:eastAsia="pl-PL"/>
    </w:rPr>
  </w:style>
  <w:style w:type="character" w:styleId="FootnoteReference">
    <w:name w:val="footnote reference"/>
    <w:basedOn w:val="DefaultParagraphFont"/>
    <w:uiPriority w:val="99"/>
    <w:rsid w:val="00A23AC2"/>
    <w:rPr>
      <w:rFonts w:cs="Times New Roman"/>
      <w:vertAlign w:val="superscript"/>
    </w:rPr>
  </w:style>
  <w:style w:type="paragraph" w:styleId="ListParagraph">
    <w:name w:val="List Paragraph"/>
    <w:aliases w:val="Numerowanie,Akapit z listą BS,Kolorowa lista — akcent 11"/>
    <w:basedOn w:val="Normal"/>
    <w:link w:val="ListParagraphChar"/>
    <w:uiPriority w:val="99"/>
    <w:qFormat/>
    <w:rsid w:val="00840175"/>
    <w:pPr>
      <w:spacing w:after="160" w:line="259" w:lineRule="auto"/>
      <w:ind w:left="720"/>
      <w:contextualSpacing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rsid w:val="0084017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55E82"/>
    <w:rPr>
      <w:rFonts w:cs="Times New Roman"/>
      <w:sz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840175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AF7BFD"/>
    <w:pPr>
      <w:spacing w:before="100" w:beforeAutospacing="1" w:after="100" w:afterAutospacing="1"/>
      <w:ind w:left="437"/>
      <w:jc w:val="both"/>
    </w:pPr>
    <w:rPr>
      <w:rFonts w:ascii="Arial" w:hAnsi="Arial"/>
      <w:szCs w:val="20"/>
      <w:lang w:eastAsia="pl-PL"/>
    </w:rPr>
  </w:style>
  <w:style w:type="paragraph" w:styleId="FootnoteText">
    <w:name w:val="footnote text"/>
    <w:basedOn w:val="Normal"/>
    <w:link w:val="FootnoteTextChar1"/>
    <w:uiPriority w:val="99"/>
    <w:semiHidden/>
    <w:rsid w:val="00AF7BFD"/>
    <w:pPr>
      <w:spacing w:before="120" w:after="120"/>
      <w:ind w:left="437"/>
      <w:jc w:val="both"/>
    </w:pPr>
    <w:rPr>
      <w:rFonts w:ascii="Arial" w:hAnsi="Arial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76058"/>
    <w:rPr>
      <w:rFonts w:cs="Times New Roman"/>
      <w:sz w:val="20"/>
      <w:szCs w:val="20"/>
      <w:lang w:eastAsia="en-US"/>
    </w:rPr>
  </w:style>
  <w:style w:type="character" w:customStyle="1" w:styleId="FootnoteTextChar1">
    <w:name w:val="Footnote Text Char1"/>
    <w:link w:val="FootnoteText"/>
    <w:uiPriority w:val="99"/>
    <w:semiHidden/>
    <w:locked/>
    <w:rsid w:val="00AF7BFD"/>
    <w:rPr>
      <w:rFonts w:ascii="Arial" w:hAnsi="Arial"/>
      <w:lang w:eastAsia="pl-PL"/>
    </w:rPr>
  </w:style>
  <w:style w:type="character" w:customStyle="1" w:styleId="ListParagraphChar">
    <w:name w:val="List Paragraph Char"/>
    <w:aliases w:val="Numerowanie Char,Akapit z listą BS Char,Kolorowa lista — akcent 11 Char"/>
    <w:link w:val="ListParagraph"/>
    <w:uiPriority w:val="99"/>
    <w:locked/>
    <w:rsid w:val="005B2341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80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</TotalTime>
  <Pages>4</Pages>
  <Words>865</Words>
  <Characters>5192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Dorota Sęga</cp:lastModifiedBy>
  <cp:revision>25</cp:revision>
  <dcterms:created xsi:type="dcterms:W3CDTF">2017-02-22T20:03:00Z</dcterms:created>
  <dcterms:modified xsi:type="dcterms:W3CDTF">2018-11-19T07:06:00Z</dcterms:modified>
</cp:coreProperties>
</file>