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A8" w:rsidRPr="00035C50" w:rsidRDefault="00D612A8" w:rsidP="00035C50">
      <w:pPr>
        <w:pStyle w:val="Heading6"/>
        <w:keepNext w:val="0"/>
        <w:tabs>
          <w:tab w:val="left" w:pos="0"/>
          <w:tab w:val="left" w:pos="708"/>
        </w:tabs>
        <w:jc w:val="right"/>
        <w:rPr>
          <w:rFonts w:ascii="Times New Roman" w:hAnsi="Times New Roman"/>
          <w:i w:val="0"/>
          <w:color w:val="auto"/>
          <w:sz w:val="16"/>
          <w:szCs w:val="16"/>
        </w:rPr>
      </w:pPr>
      <w:r w:rsidRPr="00035C50">
        <w:rPr>
          <w:rFonts w:ascii="Times New Roman" w:hAnsi="Times New Roman"/>
          <w:i w:val="0"/>
          <w:color w:val="auto"/>
          <w:sz w:val="16"/>
          <w:szCs w:val="16"/>
        </w:rPr>
        <w:t>Załącznik nr 2</w:t>
      </w:r>
    </w:p>
    <w:p w:rsidR="00D612A8" w:rsidRPr="003E3FB0" w:rsidRDefault="00D612A8" w:rsidP="003E3FB0">
      <w:pPr>
        <w:pStyle w:val="Heading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UMOWA NR ……</w:t>
      </w:r>
    </w:p>
    <w:p w:rsidR="00D612A8" w:rsidRPr="003E3FB0" w:rsidRDefault="00D612A8" w:rsidP="003E3FB0">
      <w:pPr>
        <w:pStyle w:val="Heading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…..2016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Obratańskiego 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:rsidR="00D612A8" w:rsidRDefault="00D612A8" w:rsidP="00A439E6">
      <w:pPr>
        <w:pStyle w:val="ListParagraph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Default="00D612A8" w:rsidP="00A439E6">
      <w:pPr>
        <w:pStyle w:val="ListParagraph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:rsidR="00D612A8" w:rsidRPr="00035C50" w:rsidRDefault="00D612A8" w:rsidP="00035C5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 xml:space="preserve">W wyniku rozstrzygniętego w dniu …….2016 r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Szkole Podstawowej nr 1 ul.Armii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>w terminie 3 dni roboczych (od poniedziałku do piątku wyłączając dni ustawowo wolne od pracy w godzinach 8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-15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) od momentu wystosowania zapotrzebowania faksem, e-mailem lub telefonicznie.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:rsidR="00D612A8" w:rsidRPr="00035C50" w:rsidRDefault="00D612A8" w:rsidP="00A439E6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 (Dz. U. Nr 171, poz. 1225, z późn. zm.) oraz innymi aktualnie obowiązującymi przepisami prawa w zakresie przedmiotu zamówienia.</w:t>
      </w:r>
      <w:r w:rsidRPr="00035C5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30.06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3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 xml:space="preserve">brutto:…………………zł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Do każdej dostawy Wykonawca zobowiązany jest do dołączenia faktury VAT, z wyszczególnieniem produktów, ich ilości, ceny jednostkowej, kwoty VAT i kwoty brutto.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:rsidR="00D612A8" w:rsidRPr="002069B0" w:rsidRDefault="00D612A8" w:rsidP="00FC0F3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:rsidR="00D612A8" w:rsidRDefault="00D612A8" w:rsidP="00FC0F3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>wynagrodzenia brutto określonego w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:rsidR="00D612A8" w:rsidRPr="00FC0F3A" w:rsidRDefault="00D612A8" w:rsidP="00FC0F3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7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8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  <w:t> </w:t>
      </w: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12A8" w:rsidRPr="00A439E6" w:rsidRDefault="00D612A8" w:rsidP="003E196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</w:p>
    <w:sectPr w:rsidR="00D612A8" w:rsidRPr="00A439E6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1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9E6"/>
    <w:rsid w:val="00035C50"/>
    <w:rsid w:val="00196B51"/>
    <w:rsid w:val="002069B0"/>
    <w:rsid w:val="002613F5"/>
    <w:rsid w:val="002D6177"/>
    <w:rsid w:val="002D710D"/>
    <w:rsid w:val="002F006E"/>
    <w:rsid w:val="00340A3A"/>
    <w:rsid w:val="00340C13"/>
    <w:rsid w:val="00343B70"/>
    <w:rsid w:val="003E1962"/>
    <w:rsid w:val="003E3FB0"/>
    <w:rsid w:val="00454EED"/>
    <w:rsid w:val="00480DE6"/>
    <w:rsid w:val="004B2634"/>
    <w:rsid w:val="00585F5F"/>
    <w:rsid w:val="00593C3E"/>
    <w:rsid w:val="005E7F5F"/>
    <w:rsid w:val="005F2232"/>
    <w:rsid w:val="006A4CEA"/>
    <w:rsid w:val="006C6CEC"/>
    <w:rsid w:val="007016BB"/>
    <w:rsid w:val="00711090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4925"/>
    <w:rsid w:val="00A77C04"/>
    <w:rsid w:val="00B042D9"/>
    <w:rsid w:val="00C72D4D"/>
    <w:rsid w:val="00CC5354"/>
    <w:rsid w:val="00CE6789"/>
    <w:rsid w:val="00D3411C"/>
    <w:rsid w:val="00D612A8"/>
    <w:rsid w:val="00D70327"/>
    <w:rsid w:val="00DA510D"/>
    <w:rsid w:val="00DD52C1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789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Web">
    <w:name w:val="Normal (Web)"/>
    <w:basedOn w:val="Normal"/>
    <w:uiPriority w:val="99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A439E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sz w:val="20"/>
      <w:szCs w:val="20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3</Pages>
  <Words>856</Words>
  <Characters>5139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Dorota Sęga</cp:lastModifiedBy>
  <cp:revision>23</cp:revision>
  <cp:lastPrinted>2016-12-07T12:15:00Z</cp:lastPrinted>
  <dcterms:created xsi:type="dcterms:W3CDTF">2015-07-21T08:54:00Z</dcterms:created>
  <dcterms:modified xsi:type="dcterms:W3CDTF">2016-12-12T10:31:00Z</dcterms:modified>
</cp:coreProperties>
</file>