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F0" w:rsidRPr="00DC67AE" w:rsidRDefault="00587FF0" w:rsidP="00DC67AE">
      <w:pPr>
        <w:ind w:left="6237"/>
        <w:rPr>
          <w:sz w:val="22"/>
          <w:szCs w:val="22"/>
        </w:rPr>
      </w:pPr>
      <w:r w:rsidRPr="00DC67AE">
        <w:rPr>
          <w:sz w:val="22"/>
          <w:szCs w:val="22"/>
        </w:rPr>
        <w:t xml:space="preserve">Załącznik nr </w:t>
      </w:r>
      <w:r w:rsidR="009F71BB" w:rsidRPr="00DC67AE">
        <w:rPr>
          <w:sz w:val="22"/>
          <w:szCs w:val="22"/>
        </w:rPr>
        <w:t>3</w:t>
      </w:r>
    </w:p>
    <w:p w:rsidR="00587FF0" w:rsidRPr="00DC67AE" w:rsidRDefault="00C13960" w:rsidP="00DC67AE">
      <w:pPr>
        <w:ind w:left="6237"/>
        <w:rPr>
          <w:sz w:val="22"/>
          <w:szCs w:val="22"/>
        </w:rPr>
      </w:pPr>
      <w:r w:rsidRPr="00DC67AE">
        <w:rPr>
          <w:sz w:val="22"/>
          <w:szCs w:val="22"/>
        </w:rPr>
        <w:t>Oświadczenie o posiadaniu uprawnień</w:t>
      </w:r>
    </w:p>
    <w:p w:rsidR="006F646A" w:rsidRDefault="006F3435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  <w:sz w:val="24"/>
        </w:rPr>
      </w:r>
      <w:r>
        <w:rPr>
          <w:noProof/>
          <w:sz w:val="24"/>
        </w:rPr>
        <w:pict>
          <v:group id="Group 10" o:spid="_x0000_s1026" style="width:153.55pt;height:79.35pt;mso-position-horizontal-relative:char;mso-position-vertical-relative:line" coordsize="3419,1799">
            <v:rect id="Rectangle 11" o:spid="_x0000_s1027" style="position:absolute;width:3419;height:179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Y8dsAA&#10;AADaAAAADwAAAGRycy9kb3ducmV2LnhtbESPwWrDMBBE74H8g9hAb7HsQktxooTEwVB6q1vodbE2&#10;lom0MpZiu39fFQo9DjPzhtkfF2fFRGPoPSsoshwEcet1z52Cz496+wIiRGSN1jMp+KYAx8N6tcdS&#10;+5nfaWpiJxKEQ4kKTIxDKWVoDTkMmR+Ik3f1o8OY5NhJPeKc4M7Kxzx/lg57TgsGB6oMtbfm7hQs&#10;5y+U3hq6onT521QXl6KySj1sltMORKQl/of/2q9awRP8Xkk3QB5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FY8dsAAAADaAAAADwAAAAAAAAAAAAAAAACYAgAAZHJzL2Rvd25y&#10;ZXYueG1sUEsFBgAAAAAEAAQA9QAAAIUDAAAAAA==&#10;" filled="f" stroked="f">
              <v:stroke joinstyle="round"/>
            </v:rect>
            <v:group id="Group 12" o:spid="_x0000_s1028" style="position:absolute;width:3419;height:1799" coordsize="3419,17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9" type="#_x0000_t176" style="position:absolute;width:3419;height:179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e8x8IA&#10;AADaAAAADwAAAGRycy9kb3ducmV2LnhtbESPS2vDMBCE74H+B7GF3mI5OcSJGyUEB5ccmwc9L9b6&#10;QayVkdTY/fdRodDjMDPfMNv9ZHrxIOc7ywoWSQqCuLK640bB7VrO1yB8QNbYWyYFP+Rhv3uZbTHX&#10;duQzPS6hERHCPkcFbQhDLqWvWjLoEzsQR6+2zmCI0jVSOxwj3PRymaYrabDjuNDiQEVL1f3ybRQM&#10;Xfax3hRf5eqzrqvCnRfHMSuVenudDu8gAk3hP/zXPmkFGfxeiTdA7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R7zHwgAAANoAAAAPAAAAAAAAAAAAAAAAAJgCAABkcnMvZG93&#10;bnJldi54bWxQSwUGAAAAAAQABAD1AAAAhwMAAAAA&#10;" strokeweight=".26mm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30" type="#_x0000_t202" style="position:absolute;left:119;top:59;width:3167;height:166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ZSt7wA&#10;AADaAAAADwAAAGRycy9kb3ducmV2LnhtbERPSwrCMBDdC94hjOBGNNWFSjWKCIKILvwcYGzGpthM&#10;ShNrvb1ZCC4f779ct7YUDdW+cKxgPEpAEGdOF5wruF13wzkIH5A1lo5JwYc8rFfdzhJT7d58puYS&#10;chFD2KeowIRQpVL6zJBFP3IVceQerrYYIqxzqWt8x3BbykmSTKXFgmODwYq2hrLn5WUVDEyVnI6P&#10;/X2np5l5HjzObHNQqt9rNwsQgdrwF//ce60gbo1X4g2Qq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0RlK3vAAAANoAAAAPAAAAAAAAAAAAAAAAAJgCAABkcnMvZG93bnJldi54&#10;bWxQSwUGAAAAAAQABAD1AAAAgQMAAAAA&#10;" filled="f" stroked="f">
                <v:stroke joinstyle="round"/>
                <v:textbox>
                  <w:txbxContent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/>
                    <w:p w:rsidR="007C321D" w:rsidRDefault="007C321D" w:rsidP="007C32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7C321D" w:rsidRDefault="007C321D" w:rsidP="007C321D">
      <w:pPr>
        <w:rPr>
          <w:b/>
          <w:sz w:val="26"/>
          <w:szCs w:val="26"/>
        </w:rPr>
      </w:pPr>
    </w:p>
    <w:p w:rsidR="00C13960" w:rsidRDefault="00C13960" w:rsidP="007C321D">
      <w:pPr>
        <w:jc w:val="center"/>
        <w:rPr>
          <w:b/>
          <w:sz w:val="26"/>
          <w:szCs w:val="26"/>
        </w:rPr>
      </w:pPr>
    </w:p>
    <w:p w:rsidR="007C321D" w:rsidRPr="007C321D" w:rsidRDefault="00C13960" w:rsidP="007C321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OŚWIADCZENIE</w:t>
      </w:r>
    </w:p>
    <w:p w:rsidR="007C321D" w:rsidRDefault="007C321D" w:rsidP="007C321D">
      <w:pPr>
        <w:spacing w:line="360" w:lineRule="auto"/>
        <w:jc w:val="both"/>
        <w:rPr>
          <w:sz w:val="24"/>
          <w:szCs w:val="24"/>
        </w:rPr>
      </w:pPr>
    </w:p>
    <w:p w:rsidR="005D2CD7" w:rsidRPr="005D2CD7" w:rsidRDefault="007C321D" w:rsidP="005D2CD7">
      <w:pPr>
        <w:tabs>
          <w:tab w:val="left" w:pos="929"/>
        </w:tabs>
        <w:suppressAutoHyphens/>
        <w:snapToGrid w:val="0"/>
        <w:jc w:val="both"/>
        <w:rPr>
          <w:b/>
          <w:sz w:val="24"/>
          <w:szCs w:val="24"/>
        </w:rPr>
      </w:pPr>
      <w:r w:rsidRPr="00981029">
        <w:rPr>
          <w:sz w:val="24"/>
          <w:szCs w:val="24"/>
        </w:rPr>
        <w:t xml:space="preserve">Przystępując do udziału w postępowaniu o udzielenie zamówienia publicznego na zadanie pod nazwą: </w:t>
      </w:r>
      <w:r w:rsidR="005D2CD7">
        <w:rPr>
          <w:sz w:val="24"/>
          <w:szCs w:val="24"/>
        </w:rPr>
        <w:t xml:space="preserve">             </w:t>
      </w:r>
      <w:r w:rsidR="005D2CD7" w:rsidRPr="005D2CD7">
        <w:rPr>
          <w:b/>
          <w:sz w:val="24"/>
          <w:szCs w:val="24"/>
        </w:rPr>
        <w:t>I.</w:t>
      </w:r>
      <w:r w:rsidR="005D2CD7">
        <w:rPr>
          <w:sz w:val="24"/>
          <w:szCs w:val="24"/>
        </w:rPr>
        <w:t xml:space="preserve"> </w:t>
      </w:r>
      <w:r w:rsidR="005D2CD7" w:rsidRPr="005D2CD7">
        <w:rPr>
          <w:b/>
          <w:sz w:val="24"/>
          <w:szCs w:val="24"/>
        </w:rPr>
        <w:t>„Rozwój edukacji przedszkolnej na terenie Gminy i Miasta Nisko w zakresie podniesienia standardów wychowania przedszkolnego i tworzenia nowych miejsc dla dzieci w wieku przedszkolnym”</w:t>
      </w:r>
      <w:r w:rsidR="005D2CD7" w:rsidRPr="005D2CD7">
        <w:rPr>
          <w:sz w:val="24"/>
          <w:szCs w:val="24"/>
        </w:rPr>
        <w:t xml:space="preserve"> w tym zadania:</w:t>
      </w:r>
      <w:r w:rsidR="005D2CD7" w:rsidRPr="005D2CD7">
        <w:rPr>
          <w:b/>
          <w:sz w:val="24"/>
          <w:szCs w:val="24"/>
        </w:rPr>
        <w:t xml:space="preserve">  </w:t>
      </w:r>
    </w:p>
    <w:p w:rsidR="005D2CD7" w:rsidRPr="005D2CD7" w:rsidRDefault="005D2CD7" w:rsidP="005D2CD7">
      <w:pPr>
        <w:tabs>
          <w:tab w:val="left" w:pos="284"/>
          <w:tab w:val="left" w:pos="5760"/>
        </w:tabs>
        <w:snapToGrid w:val="0"/>
        <w:jc w:val="both"/>
        <w:rPr>
          <w:sz w:val="24"/>
          <w:szCs w:val="24"/>
        </w:rPr>
      </w:pPr>
      <w:r w:rsidRPr="005D2CD7">
        <w:rPr>
          <w:rFonts w:eastAsia="Arial"/>
          <w:b/>
          <w:bCs/>
          <w:iCs/>
          <w:sz w:val="24"/>
          <w:szCs w:val="24"/>
        </w:rPr>
        <w:t xml:space="preserve">    </w:t>
      </w:r>
      <w:r w:rsidRPr="005D2CD7">
        <w:rPr>
          <w:sz w:val="24"/>
          <w:szCs w:val="24"/>
        </w:rPr>
        <w:t xml:space="preserve">Zadanie 1: Przebudowa części budynku Publicznej Szkoły Podstawowej Nr 4 w Nisku na </w:t>
      </w:r>
    </w:p>
    <w:p w:rsidR="005D2CD7" w:rsidRPr="005D2CD7" w:rsidRDefault="005D2CD7" w:rsidP="005D2CD7">
      <w:pPr>
        <w:tabs>
          <w:tab w:val="left" w:pos="5760"/>
        </w:tabs>
        <w:snapToGrid w:val="0"/>
        <w:rPr>
          <w:sz w:val="24"/>
          <w:szCs w:val="24"/>
        </w:rPr>
      </w:pPr>
      <w:r w:rsidRPr="005D2CD7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Przedszkole  Nr 2  w Nisku.</w:t>
      </w:r>
    </w:p>
    <w:p w:rsidR="005D2CD7" w:rsidRPr="005D2CD7" w:rsidRDefault="005D2CD7" w:rsidP="005D2CD7">
      <w:pPr>
        <w:tabs>
          <w:tab w:val="left" w:pos="5760"/>
        </w:tabs>
        <w:snapToGrid w:val="0"/>
        <w:rPr>
          <w:sz w:val="24"/>
          <w:szCs w:val="24"/>
        </w:rPr>
      </w:pPr>
      <w:r w:rsidRPr="005D2CD7">
        <w:rPr>
          <w:sz w:val="24"/>
          <w:szCs w:val="24"/>
        </w:rPr>
        <w:t xml:space="preserve">     Zadanie 2: Przebudowa kuchni i modernizacja Przedszkola Nr 1 w Nisku.</w:t>
      </w:r>
    </w:p>
    <w:p w:rsidR="005D2CD7" w:rsidRPr="005D2CD7" w:rsidRDefault="005D2CD7" w:rsidP="005D2CD7">
      <w:pPr>
        <w:tabs>
          <w:tab w:val="left" w:pos="142"/>
          <w:tab w:val="left" w:pos="284"/>
          <w:tab w:val="left" w:pos="5760"/>
        </w:tabs>
        <w:snapToGrid w:val="0"/>
        <w:rPr>
          <w:sz w:val="24"/>
          <w:szCs w:val="24"/>
        </w:rPr>
      </w:pPr>
      <w:r w:rsidRPr="005D2CD7">
        <w:rPr>
          <w:rFonts w:eastAsia="Arial"/>
          <w:b/>
          <w:bCs/>
          <w:iCs/>
          <w:sz w:val="24"/>
          <w:szCs w:val="24"/>
        </w:rPr>
        <w:t xml:space="preserve">II.   </w:t>
      </w:r>
      <w:r w:rsidRPr="005D2CD7">
        <w:rPr>
          <w:b/>
          <w:sz w:val="24"/>
          <w:szCs w:val="24"/>
        </w:rPr>
        <w:t xml:space="preserve">„Termomodernizacja budynków oświatowych: ZS Nr 3 w Nisku oraz budynku sali </w:t>
      </w:r>
    </w:p>
    <w:p w:rsidR="005D2CD7" w:rsidRPr="005D2CD7" w:rsidRDefault="005D2CD7" w:rsidP="005D2CD7">
      <w:pPr>
        <w:tabs>
          <w:tab w:val="left" w:pos="5760"/>
        </w:tabs>
        <w:snapToGrid w:val="0"/>
        <w:jc w:val="both"/>
        <w:rPr>
          <w:b/>
          <w:sz w:val="24"/>
          <w:szCs w:val="24"/>
        </w:rPr>
      </w:pPr>
      <w:r w:rsidRPr="005D2CD7">
        <w:rPr>
          <w:b/>
          <w:sz w:val="24"/>
          <w:szCs w:val="24"/>
        </w:rPr>
        <w:t xml:space="preserve">         gimnastycznej przy PSP Nr 4 w Nisku” </w:t>
      </w:r>
      <w:r w:rsidRPr="005D2CD7">
        <w:rPr>
          <w:sz w:val="24"/>
          <w:szCs w:val="24"/>
        </w:rPr>
        <w:t>w tym zadanie:</w:t>
      </w:r>
      <w:r w:rsidRPr="005D2CD7">
        <w:rPr>
          <w:b/>
          <w:sz w:val="24"/>
          <w:szCs w:val="24"/>
        </w:rPr>
        <w:t xml:space="preserve">  </w:t>
      </w:r>
    </w:p>
    <w:p w:rsidR="005D2CD7" w:rsidRPr="005D2CD7" w:rsidRDefault="005D2CD7" w:rsidP="005D2CD7">
      <w:pPr>
        <w:widowControl w:val="0"/>
        <w:autoSpaceDE w:val="0"/>
        <w:jc w:val="both"/>
        <w:rPr>
          <w:rFonts w:eastAsia="Calibri"/>
          <w:sz w:val="24"/>
          <w:szCs w:val="24"/>
          <w:lang w:eastAsia="en-US"/>
        </w:rPr>
      </w:pPr>
      <w:r w:rsidRPr="005D2CD7">
        <w:rPr>
          <w:sz w:val="24"/>
          <w:szCs w:val="24"/>
        </w:rPr>
        <w:t xml:space="preserve">    Zadanie 3: </w:t>
      </w:r>
      <w:r w:rsidRPr="005D2CD7">
        <w:rPr>
          <w:rFonts w:eastAsia="Calibri"/>
          <w:sz w:val="24"/>
          <w:szCs w:val="24"/>
          <w:lang w:eastAsia="en-US"/>
        </w:rPr>
        <w:t xml:space="preserve">Termomodernizacja budynku sali gimnastycznej przy Publicznej Szkole </w:t>
      </w:r>
    </w:p>
    <w:p w:rsidR="005D2CD7" w:rsidRPr="005D2CD7" w:rsidRDefault="005D2CD7" w:rsidP="005D2CD7">
      <w:pPr>
        <w:widowControl w:val="0"/>
        <w:autoSpaceDE w:val="0"/>
        <w:rPr>
          <w:sz w:val="24"/>
          <w:szCs w:val="24"/>
          <w:lang w:eastAsia="zh-CN"/>
        </w:rPr>
      </w:pPr>
      <w:r w:rsidRPr="005D2CD7">
        <w:rPr>
          <w:rFonts w:eastAsia="Calibri"/>
          <w:sz w:val="24"/>
          <w:szCs w:val="24"/>
          <w:lang w:eastAsia="en-US"/>
        </w:rPr>
        <w:t xml:space="preserve">                 </w:t>
      </w:r>
      <w:r>
        <w:rPr>
          <w:rFonts w:eastAsia="Calibri"/>
          <w:sz w:val="24"/>
          <w:szCs w:val="24"/>
          <w:lang w:eastAsia="en-US"/>
        </w:rPr>
        <w:t xml:space="preserve">      Podstawowej Nr 4  w Nisku</w:t>
      </w:r>
    </w:p>
    <w:p w:rsidR="00C13960" w:rsidRPr="00981029" w:rsidRDefault="007C321D" w:rsidP="005D2CD7">
      <w:pPr>
        <w:jc w:val="both"/>
        <w:rPr>
          <w:b/>
          <w:bCs/>
          <w:sz w:val="24"/>
          <w:szCs w:val="24"/>
        </w:rPr>
      </w:pPr>
      <w:r w:rsidRPr="00981029">
        <w:rPr>
          <w:sz w:val="24"/>
          <w:szCs w:val="24"/>
        </w:rPr>
        <w:t xml:space="preserve">ja, niżej podpisany, reprezentując firmę, której nazwa jest wskazana w nagłówku, jako upoważniony na piśmie lub wpisany w odpowiednich dokumentach rejestrowych, w imieniu reprezentowanej przeze mnie firmy w imieniu reprezentowanej przeze mnie firmy </w:t>
      </w:r>
      <w:r w:rsidR="00C13960" w:rsidRPr="00981029">
        <w:rPr>
          <w:sz w:val="24"/>
          <w:szCs w:val="24"/>
        </w:rPr>
        <w:t>oświadc</w:t>
      </w:r>
      <w:r w:rsidR="00BD0577" w:rsidRPr="00981029">
        <w:rPr>
          <w:sz w:val="24"/>
          <w:szCs w:val="24"/>
        </w:rPr>
        <w:t xml:space="preserve">zam, że </w:t>
      </w:r>
      <w:r w:rsidR="00C13960" w:rsidRPr="00981029">
        <w:rPr>
          <w:sz w:val="24"/>
          <w:szCs w:val="24"/>
        </w:rPr>
        <w:t>osoba przewidziana do pełnienia funkcji Kierownika Budowy</w:t>
      </w:r>
      <w:r w:rsidR="008516E1" w:rsidRPr="00981029">
        <w:rPr>
          <w:sz w:val="24"/>
          <w:szCs w:val="24"/>
        </w:rPr>
        <w:t xml:space="preserve"> </w:t>
      </w:r>
      <w:r w:rsidR="00981029">
        <w:rPr>
          <w:sz w:val="24"/>
          <w:szCs w:val="24"/>
        </w:rPr>
        <w:t>posiada</w:t>
      </w:r>
      <w:r w:rsidR="00C13960" w:rsidRPr="00981029">
        <w:rPr>
          <w:sz w:val="24"/>
          <w:szCs w:val="24"/>
        </w:rPr>
        <w:t xml:space="preserve"> wymagane przepisami prawa oraz warunkami SIWZ uprawnienia budowlane.</w:t>
      </w:r>
    </w:p>
    <w:p w:rsidR="00715EB5" w:rsidRDefault="00715EB5" w:rsidP="00C13960">
      <w:pPr>
        <w:spacing w:line="360" w:lineRule="auto"/>
        <w:ind w:firstLine="708"/>
        <w:jc w:val="both"/>
        <w:rPr>
          <w:sz w:val="24"/>
          <w:szCs w:val="24"/>
        </w:rPr>
      </w:pPr>
    </w:p>
    <w:p w:rsidR="005D2CD7" w:rsidRDefault="005D2CD7" w:rsidP="00C13960">
      <w:pPr>
        <w:spacing w:line="360" w:lineRule="auto"/>
        <w:ind w:firstLine="708"/>
        <w:jc w:val="both"/>
        <w:rPr>
          <w:sz w:val="24"/>
          <w:szCs w:val="24"/>
        </w:rPr>
      </w:pPr>
    </w:p>
    <w:p w:rsidR="005D2CD7" w:rsidRDefault="005D2CD7" w:rsidP="00C13960">
      <w:pPr>
        <w:spacing w:line="360" w:lineRule="auto"/>
        <w:ind w:firstLine="708"/>
        <w:jc w:val="both"/>
        <w:rPr>
          <w:sz w:val="24"/>
          <w:szCs w:val="24"/>
        </w:rPr>
      </w:pPr>
    </w:p>
    <w:p w:rsidR="005D2CD7" w:rsidRDefault="005D2CD7" w:rsidP="00C13960">
      <w:pPr>
        <w:spacing w:line="360" w:lineRule="auto"/>
        <w:ind w:firstLine="708"/>
        <w:jc w:val="both"/>
        <w:rPr>
          <w:sz w:val="24"/>
          <w:szCs w:val="24"/>
        </w:rPr>
      </w:pPr>
    </w:p>
    <w:p w:rsidR="00587FF0" w:rsidRDefault="00587FF0" w:rsidP="00587FF0">
      <w:pPr>
        <w:jc w:val="both"/>
      </w:pPr>
    </w:p>
    <w:p w:rsidR="00587FF0" w:rsidRDefault="00587FF0" w:rsidP="00587FF0">
      <w:pPr>
        <w:ind w:left="708" w:firstLine="708"/>
        <w:jc w:val="both"/>
        <w:rPr>
          <w:sz w:val="18"/>
          <w:szCs w:val="18"/>
        </w:rPr>
      </w:pPr>
    </w:p>
    <w:p w:rsidR="007C321D" w:rsidRDefault="00505E99" w:rsidP="007C321D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………………………………… </w:t>
      </w:r>
      <w:r w:rsidRPr="00505E99">
        <w:rPr>
          <w:sz w:val="24"/>
          <w:szCs w:val="24"/>
        </w:rPr>
        <w:t>dnia</w:t>
      </w:r>
      <w:r>
        <w:rPr>
          <w:sz w:val="18"/>
          <w:szCs w:val="18"/>
        </w:rPr>
        <w:t xml:space="preserve"> …………………………</w:t>
      </w:r>
      <w:r w:rsidR="00587FF0">
        <w:rPr>
          <w:sz w:val="18"/>
          <w:szCs w:val="18"/>
        </w:rPr>
        <w:tab/>
      </w:r>
      <w:r w:rsidR="00587FF0">
        <w:rPr>
          <w:sz w:val="18"/>
          <w:szCs w:val="18"/>
        </w:rPr>
        <w:tab/>
      </w:r>
      <w:r w:rsidR="00587FF0">
        <w:rPr>
          <w:sz w:val="18"/>
          <w:szCs w:val="18"/>
        </w:rPr>
        <w:tab/>
      </w:r>
      <w:r w:rsidR="00587FF0">
        <w:rPr>
          <w:sz w:val="18"/>
          <w:szCs w:val="18"/>
        </w:rPr>
        <w:tab/>
      </w:r>
      <w:r w:rsidR="00587FF0">
        <w:rPr>
          <w:sz w:val="18"/>
          <w:szCs w:val="18"/>
        </w:rPr>
        <w:tab/>
      </w:r>
      <w:r w:rsidR="00587FF0">
        <w:rPr>
          <w:sz w:val="18"/>
          <w:szCs w:val="18"/>
        </w:rPr>
        <w:tab/>
      </w:r>
      <w:r w:rsidR="00587FF0">
        <w:rPr>
          <w:sz w:val="18"/>
          <w:szCs w:val="18"/>
        </w:rPr>
        <w:tab/>
      </w:r>
    </w:p>
    <w:p w:rsidR="007C321D" w:rsidRDefault="007C321D" w:rsidP="007C321D">
      <w:pPr>
        <w:spacing w:line="36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………………………………………………</w:t>
      </w:r>
    </w:p>
    <w:p w:rsidR="006F646A" w:rsidRPr="007C321D" w:rsidRDefault="007C321D" w:rsidP="007C321D">
      <w:pPr>
        <w:spacing w:line="360" w:lineRule="auto"/>
        <w:ind w:left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</w:t>
      </w:r>
      <w:r w:rsidR="0030656A">
        <w:rPr>
          <w:sz w:val="18"/>
          <w:szCs w:val="18"/>
        </w:rPr>
        <w:t xml:space="preserve">    </w:t>
      </w:r>
      <w:r>
        <w:rPr>
          <w:sz w:val="18"/>
          <w:szCs w:val="18"/>
        </w:rPr>
        <w:t>pieczęć i podpis Wykonawcy</w:t>
      </w:r>
    </w:p>
    <w:sectPr w:rsidR="006F646A" w:rsidRPr="007C321D" w:rsidSect="007C321D">
      <w:headerReference w:type="default" r:id="rId7"/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531" w:rsidRDefault="003E6531">
      <w:r>
        <w:separator/>
      </w:r>
    </w:p>
  </w:endnote>
  <w:endnote w:type="continuationSeparator" w:id="0">
    <w:p w:rsidR="003E6531" w:rsidRDefault="003E65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343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646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646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DE" w:rsidRPr="000B5431" w:rsidRDefault="00103B01" w:rsidP="008777DE">
    <w:pPr>
      <w:jc w:val="center"/>
      <w:rPr>
        <w:sz w:val="18"/>
        <w:szCs w:val="18"/>
      </w:rPr>
    </w:pPr>
    <w:r>
      <w:rPr>
        <w:i/>
        <w:iCs/>
        <w:sz w:val="18"/>
        <w:szCs w:val="18"/>
      </w:rPr>
      <w:t>Projekty</w:t>
    </w:r>
    <w:r w:rsidR="008777DE" w:rsidRPr="00F13B7B">
      <w:rPr>
        <w:i/>
        <w:iCs/>
        <w:sz w:val="18"/>
        <w:szCs w:val="18"/>
      </w:rPr>
      <w:t xml:space="preserve"> pod nazwą: „</w:t>
    </w:r>
    <w:r w:rsidR="008777DE" w:rsidRPr="00F13B7B">
      <w:rPr>
        <w:i/>
        <w:sz w:val="18"/>
        <w:szCs w:val="18"/>
      </w:rPr>
      <w:t xml:space="preserve">Rozwój edukacji przedszkolnej na terenie Gminy i Miasta Nisko w zakresie podniesienia standardów wychowania przedszkolnego i tworzenia nowych miejsc dla dzieci w wieku przedszkolnym” oraz „Termomodernizacja budynków oświatowych: ZS Nr 3 w Nisku oraz budynku sali gimnastycznej przy PSP Nr 4 w Nisku”  </w:t>
    </w:r>
    <w:r w:rsidR="008777DE" w:rsidRPr="00F13B7B">
      <w:rPr>
        <w:i/>
        <w:iCs/>
        <w:sz w:val="18"/>
        <w:szCs w:val="18"/>
      </w:rPr>
      <w:t>będą współfinansowane ze środków Unii Europejskiej w ramach Regionalnego Programu Operacyjnego Województwa Podkarpackiego na lata 2014-2020</w:t>
    </w: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6F3435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6F3435">
      <w:rPr>
        <w:rStyle w:val="Numerstrony"/>
      </w:rPr>
      <w:fldChar w:fldCharType="separate"/>
    </w:r>
    <w:r>
      <w:rPr>
        <w:rStyle w:val="Numerstrony"/>
        <w:noProof/>
      </w:rPr>
      <w:t>1</w:t>
    </w:r>
    <w:r w:rsidR="006F3435">
      <w:rPr>
        <w:rStyle w:val="Numerstrony"/>
      </w:rPr>
      <w:fldChar w:fldCharType="end"/>
    </w:r>
    <w:r>
      <w:rPr>
        <w:rStyle w:val="Numerstrony"/>
      </w:rPr>
      <w:t>/</w:t>
    </w:r>
    <w:r w:rsidR="006F3435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6F3435">
      <w:rPr>
        <w:rStyle w:val="Numerstrony"/>
      </w:rPr>
      <w:fldChar w:fldCharType="separate"/>
    </w:r>
    <w:r w:rsidR="00A14659">
      <w:rPr>
        <w:rStyle w:val="Numerstrony"/>
        <w:noProof/>
      </w:rPr>
      <w:t>1</w:t>
    </w:r>
    <w:r w:rsidR="006F3435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531" w:rsidRDefault="003E6531">
      <w:r>
        <w:separator/>
      </w:r>
    </w:p>
  </w:footnote>
  <w:footnote w:type="continuationSeparator" w:id="0">
    <w:p w:rsidR="003E6531" w:rsidRDefault="003E65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E7D" w:rsidRDefault="00074E7D">
    <w:pPr>
      <w:pStyle w:val="Nagwek"/>
    </w:pPr>
  </w:p>
  <w:tbl>
    <w:tblPr>
      <w:tblW w:w="10065" w:type="dxa"/>
      <w:jc w:val="center"/>
      <w:tblInd w:w="-34" w:type="dxa"/>
      <w:tblLook w:val="04A0"/>
    </w:tblPr>
    <w:tblGrid>
      <w:gridCol w:w="9884"/>
      <w:gridCol w:w="222"/>
      <w:gridCol w:w="222"/>
    </w:tblGrid>
    <w:tr w:rsidR="00074E7D" w:rsidRPr="00D65685" w:rsidTr="00E72F9B">
      <w:trPr>
        <w:jc w:val="center"/>
      </w:trPr>
      <w:tc>
        <w:tcPr>
          <w:tcW w:w="3545" w:type="dxa"/>
          <w:shd w:val="clear" w:color="auto" w:fill="auto"/>
          <w:vAlign w:val="bottom"/>
        </w:tcPr>
        <w:p w:rsidR="00074E7D" w:rsidRPr="00D65685" w:rsidRDefault="008C7A12" w:rsidP="00297B9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  <w:bookmarkStart w:id="0" w:name="_GoBack"/>
          <w:r w:rsidRPr="008C7A12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>
                <wp:extent cx="6120130" cy="790309"/>
                <wp:effectExtent l="19050" t="0" r="0" b="0"/>
                <wp:docPr id="7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130" cy="79030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66" w:type="dxa"/>
          <w:shd w:val="clear" w:color="auto" w:fill="auto"/>
          <w:vAlign w:val="center"/>
        </w:tcPr>
        <w:p w:rsidR="00074E7D" w:rsidRPr="00D65685" w:rsidRDefault="00074E7D" w:rsidP="00297B9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154" w:type="dxa"/>
          <w:shd w:val="clear" w:color="auto" w:fill="auto"/>
          <w:vAlign w:val="center"/>
        </w:tcPr>
        <w:p w:rsidR="00074E7D" w:rsidRPr="00D65685" w:rsidRDefault="00074E7D" w:rsidP="00297B9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bookmarkEnd w:id="0"/>
  </w:tbl>
  <w:p w:rsidR="00074E7D" w:rsidRDefault="00074E7D">
    <w:pPr>
      <w:pStyle w:val="Nagwek"/>
    </w:pPr>
  </w:p>
  <w:p w:rsidR="00074E7D" w:rsidRDefault="00074E7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890B9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35BD4149"/>
    <w:multiLevelType w:val="hybridMultilevel"/>
    <w:tmpl w:val="E92E3C24"/>
    <w:lvl w:ilvl="0" w:tplc="2A4867C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0DA0577"/>
    <w:multiLevelType w:val="hybridMultilevel"/>
    <w:tmpl w:val="8FAADB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2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3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D5B7B67"/>
    <w:multiLevelType w:val="hybridMultilevel"/>
    <w:tmpl w:val="D22A2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6"/>
  </w:num>
  <w:num w:numId="3">
    <w:abstractNumId w:val="6"/>
  </w:num>
  <w:num w:numId="4">
    <w:abstractNumId w:val="14"/>
  </w:num>
  <w:num w:numId="5">
    <w:abstractNumId w:val="3"/>
  </w:num>
  <w:num w:numId="6">
    <w:abstractNumId w:val="4"/>
  </w:num>
  <w:num w:numId="7">
    <w:abstractNumId w:val="13"/>
  </w:num>
  <w:num w:numId="8">
    <w:abstractNumId w:val="17"/>
  </w:num>
  <w:num w:numId="9">
    <w:abstractNumId w:val="11"/>
  </w:num>
  <w:num w:numId="10">
    <w:abstractNumId w:val="8"/>
  </w:num>
  <w:num w:numId="11">
    <w:abstractNumId w:val="12"/>
  </w:num>
  <w:num w:numId="12">
    <w:abstractNumId w:val="2"/>
  </w:num>
  <w:num w:numId="13">
    <w:abstractNumId w:val="1"/>
  </w:num>
  <w:num w:numId="14">
    <w:abstractNumId w:val="10"/>
  </w:num>
  <w:num w:numId="15">
    <w:abstractNumId w:val="0"/>
  </w:num>
  <w:num w:numId="16">
    <w:abstractNumId w:val="15"/>
  </w:num>
  <w:num w:numId="17">
    <w:abstractNumId w:val="9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4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B120BF"/>
    <w:rsid w:val="00065DE5"/>
    <w:rsid w:val="00070797"/>
    <w:rsid w:val="00074E7D"/>
    <w:rsid w:val="000A0AEB"/>
    <w:rsid w:val="000A5EC4"/>
    <w:rsid w:val="000D7CED"/>
    <w:rsid w:val="000E750E"/>
    <w:rsid w:val="00103B01"/>
    <w:rsid w:val="00120FA4"/>
    <w:rsid w:val="00140C98"/>
    <w:rsid w:val="00152B99"/>
    <w:rsid w:val="00161263"/>
    <w:rsid w:val="001A6028"/>
    <w:rsid w:val="001B7778"/>
    <w:rsid w:val="001E054B"/>
    <w:rsid w:val="001E67A2"/>
    <w:rsid w:val="00204D6E"/>
    <w:rsid w:val="00207EB4"/>
    <w:rsid w:val="00212828"/>
    <w:rsid w:val="00233488"/>
    <w:rsid w:val="002472EB"/>
    <w:rsid w:val="00264161"/>
    <w:rsid w:val="00271E63"/>
    <w:rsid w:val="002730B2"/>
    <w:rsid w:val="00280712"/>
    <w:rsid w:val="002952E4"/>
    <w:rsid w:val="002A7C88"/>
    <w:rsid w:val="002F7566"/>
    <w:rsid w:val="00301408"/>
    <w:rsid w:val="0030656A"/>
    <w:rsid w:val="00315076"/>
    <w:rsid w:val="00315888"/>
    <w:rsid w:val="00315CBC"/>
    <w:rsid w:val="003271BA"/>
    <w:rsid w:val="00355CE8"/>
    <w:rsid w:val="00372DCA"/>
    <w:rsid w:val="00382058"/>
    <w:rsid w:val="003835DD"/>
    <w:rsid w:val="00394F66"/>
    <w:rsid w:val="003A1F8F"/>
    <w:rsid w:val="003B56A6"/>
    <w:rsid w:val="003D3B51"/>
    <w:rsid w:val="003D526C"/>
    <w:rsid w:val="003E5314"/>
    <w:rsid w:val="003E6531"/>
    <w:rsid w:val="003F3122"/>
    <w:rsid w:val="00444852"/>
    <w:rsid w:val="004517FD"/>
    <w:rsid w:val="00451E86"/>
    <w:rsid w:val="0049006A"/>
    <w:rsid w:val="00497257"/>
    <w:rsid w:val="004A32E2"/>
    <w:rsid w:val="004A7575"/>
    <w:rsid w:val="004B106F"/>
    <w:rsid w:val="004B4F3F"/>
    <w:rsid w:val="004C2222"/>
    <w:rsid w:val="004D3908"/>
    <w:rsid w:val="004E14B2"/>
    <w:rsid w:val="004F2D10"/>
    <w:rsid w:val="004F650D"/>
    <w:rsid w:val="00505E99"/>
    <w:rsid w:val="00534ED9"/>
    <w:rsid w:val="0053597C"/>
    <w:rsid w:val="00541E9A"/>
    <w:rsid w:val="0056506D"/>
    <w:rsid w:val="005743C7"/>
    <w:rsid w:val="00577B54"/>
    <w:rsid w:val="00582FA3"/>
    <w:rsid w:val="00586A2A"/>
    <w:rsid w:val="00587FF0"/>
    <w:rsid w:val="005973FC"/>
    <w:rsid w:val="005A45B7"/>
    <w:rsid w:val="005A559C"/>
    <w:rsid w:val="005D2CD7"/>
    <w:rsid w:val="005D5E0B"/>
    <w:rsid w:val="005D641D"/>
    <w:rsid w:val="005E02FC"/>
    <w:rsid w:val="005E3E7B"/>
    <w:rsid w:val="005E7D63"/>
    <w:rsid w:val="00614B00"/>
    <w:rsid w:val="00616A00"/>
    <w:rsid w:val="00631060"/>
    <w:rsid w:val="00634689"/>
    <w:rsid w:val="00647061"/>
    <w:rsid w:val="006515B3"/>
    <w:rsid w:val="00651C3E"/>
    <w:rsid w:val="006705D8"/>
    <w:rsid w:val="0067519B"/>
    <w:rsid w:val="00695AE8"/>
    <w:rsid w:val="006A042D"/>
    <w:rsid w:val="006A6985"/>
    <w:rsid w:val="006C4100"/>
    <w:rsid w:val="006D2E75"/>
    <w:rsid w:val="006F3435"/>
    <w:rsid w:val="006F646A"/>
    <w:rsid w:val="00713393"/>
    <w:rsid w:val="00715EB5"/>
    <w:rsid w:val="007259ED"/>
    <w:rsid w:val="00727376"/>
    <w:rsid w:val="007318E8"/>
    <w:rsid w:val="00776E2A"/>
    <w:rsid w:val="00781717"/>
    <w:rsid w:val="00782514"/>
    <w:rsid w:val="007C321D"/>
    <w:rsid w:val="007D1B16"/>
    <w:rsid w:val="007D7B59"/>
    <w:rsid w:val="007F0AE5"/>
    <w:rsid w:val="0082091A"/>
    <w:rsid w:val="0084252F"/>
    <w:rsid w:val="008516E1"/>
    <w:rsid w:val="00855E63"/>
    <w:rsid w:val="008777DE"/>
    <w:rsid w:val="00881DDC"/>
    <w:rsid w:val="00882B1D"/>
    <w:rsid w:val="008C0074"/>
    <w:rsid w:val="008C1908"/>
    <w:rsid w:val="008C6FD5"/>
    <w:rsid w:val="008C7A12"/>
    <w:rsid w:val="008D14AB"/>
    <w:rsid w:val="008E42F4"/>
    <w:rsid w:val="0091455C"/>
    <w:rsid w:val="00914596"/>
    <w:rsid w:val="00981029"/>
    <w:rsid w:val="00983EDE"/>
    <w:rsid w:val="0099663B"/>
    <w:rsid w:val="009A0497"/>
    <w:rsid w:val="009B1B93"/>
    <w:rsid w:val="009C3820"/>
    <w:rsid w:val="009F5E09"/>
    <w:rsid w:val="009F71BB"/>
    <w:rsid w:val="00A002FE"/>
    <w:rsid w:val="00A133E0"/>
    <w:rsid w:val="00A14659"/>
    <w:rsid w:val="00A146F3"/>
    <w:rsid w:val="00A17216"/>
    <w:rsid w:val="00A43E02"/>
    <w:rsid w:val="00A55845"/>
    <w:rsid w:val="00A710B1"/>
    <w:rsid w:val="00A72DB2"/>
    <w:rsid w:val="00A775FA"/>
    <w:rsid w:val="00A91FC8"/>
    <w:rsid w:val="00AA3500"/>
    <w:rsid w:val="00AF2535"/>
    <w:rsid w:val="00B01D6E"/>
    <w:rsid w:val="00B10EF8"/>
    <w:rsid w:val="00B120BF"/>
    <w:rsid w:val="00B12924"/>
    <w:rsid w:val="00B52793"/>
    <w:rsid w:val="00B5340C"/>
    <w:rsid w:val="00B57B4F"/>
    <w:rsid w:val="00B75105"/>
    <w:rsid w:val="00BB1EE7"/>
    <w:rsid w:val="00BD0577"/>
    <w:rsid w:val="00BD14F2"/>
    <w:rsid w:val="00BE046F"/>
    <w:rsid w:val="00BF2504"/>
    <w:rsid w:val="00C13960"/>
    <w:rsid w:val="00C17AA6"/>
    <w:rsid w:val="00C359E1"/>
    <w:rsid w:val="00C667BC"/>
    <w:rsid w:val="00C973BB"/>
    <w:rsid w:val="00CA3550"/>
    <w:rsid w:val="00CB3539"/>
    <w:rsid w:val="00CB4EEC"/>
    <w:rsid w:val="00CC06D6"/>
    <w:rsid w:val="00CC1BA7"/>
    <w:rsid w:val="00CC7E26"/>
    <w:rsid w:val="00CD0997"/>
    <w:rsid w:val="00CD4118"/>
    <w:rsid w:val="00CD5982"/>
    <w:rsid w:val="00CE7DAB"/>
    <w:rsid w:val="00D001BA"/>
    <w:rsid w:val="00D02C76"/>
    <w:rsid w:val="00D04EA9"/>
    <w:rsid w:val="00D23A0C"/>
    <w:rsid w:val="00D30B74"/>
    <w:rsid w:val="00D52080"/>
    <w:rsid w:val="00D6352E"/>
    <w:rsid w:val="00D738B9"/>
    <w:rsid w:val="00D73EC1"/>
    <w:rsid w:val="00D845DC"/>
    <w:rsid w:val="00D848E3"/>
    <w:rsid w:val="00DB0E49"/>
    <w:rsid w:val="00DC67AE"/>
    <w:rsid w:val="00DE1D94"/>
    <w:rsid w:val="00DF21E8"/>
    <w:rsid w:val="00E167CB"/>
    <w:rsid w:val="00E21C0C"/>
    <w:rsid w:val="00E715E0"/>
    <w:rsid w:val="00E72F9B"/>
    <w:rsid w:val="00E84360"/>
    <w:rsid w:val="00EB5403"/>
    <w:rsid w:val="00F513C1"/>
    <w:rsid w:val="00F731C3"/>
    <w:rsid w:val="00FB5AFA"/>
    <w:rsid w:val="00FE00FA"/>
    <w:rsid w:val="00FF2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table" w:styleId="Tabela-Siatka">
    <w:name w:val="Table Grid"/>
    <w:basedOn w:val="Standardowy"/>
    <w:rsid w:val="001612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rsid w:val="00074E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0997"/>
  </w:style>
  <w:style w:type="paragraph" w:styleId="Nagwek1">
    <w:name w:val="heading 1"/>
    <w:basedOn w:val="Normalny"/>
    <w:next w:val="Normalny"/>
    <w:qFormat/>
    <w:rsid w:val="00CD099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CD0997"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rsid w:val="00CD0997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D0997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D09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D099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D0997"/>
  </w:style>
  <w:style w:type="paragraph" w:styleId="Tekstpodstawowywcity">
    <w:name w:val="Body Text Indent"/>
    <w:basedOn w:val="Normalny"/>
    <w:rsid w:val="00CD0997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rsid w:val="00CD0997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rsid w:val="00CD0997"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rsid w:val="00CD0997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rsid w:val="00CD0997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rsid w:val="00CD0997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rsid w:val="00CD0997"/>
    <w:pPr>
      <w:ind w:left="850" w:hanging="425"/>
    </w:pPr>
  </w:style>
  <w:style w:type="paragraph" w:styleId="Tekstprzypisudolnego">
    <w:name w:val="footnote text"/>
    <w:basedOn w:val="Normalny"/>
    <w:semiHidden/>
    <w:rsid w:val="00CD0997"/>
  </w:style>
  <w:style w:type="character" w:styleId="Odwoanieprzypisudolnego">
    <w:name w:val="footnote reference"/>
    <w:basedOn w:val="Domylnaczcionkaakapitu"/>
    <w:semiHidden/>
    <w:rsid w:val="00CD0997"/>
    <w:rPr>
      <w:vertAlign w:val="superscript"/>
    </w:rPr>
  </w:style>
  <w:style w:type="paragraph" w:styleId="Tekstpodstawowy2">
    <w:name w:val="Body Text 2"/>
    <w:basedOn w:val="Normalny"/>
    <w:link w:val="Tekstpodstawowy2Znak"/>
    <w:rsid w:val="00DB0E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B0E49"/>
  </w:style>
  <w:style w:type="paragraph" w:styleId="Tekstdymka">
    <w:name w:val="Balloon Text"/>
    <w:basedOn w:val="Normalny"/>
    <w:link w:val="TekstdymkaZnak"/>
    <w:rsid w:val="00587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87FF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587FF0"/>
  </w:style>
  <w:style w:type="paragraph" w:styleId="Bezodstpw">
    <w:name w:val="No Spacing"/>
    <w:uiPriority w:val="1"/>
    <w:qFormat/>
    <w:rsid w:val="00587FF0"/>
    <w:pPr>
      <w:suppressAutoHyphens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13960"/>
    <w:pPr>
      <w:ind w:left="720"/>
      <w:contextualSpacing/>
    </w:pPr>
  </w:style>
  <w:style w:type="table" w:styleId="Tabela-Siatka">
    <w:name w:val="Table Grid"/>
    <w:basedOn w:val="Standardowy"/>
    <w:rsid w:val="001612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rsid w:val="00074E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2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11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user</dc:creator>
  <cp:lastModifiedBy>user</cp:lastModifiedBy>
  <cp:revision>18</cp:revision>
  <cp:lastPrinted>2016-07-27T08:06:00Z</cp:lastPrinted>
  <dcterms:created xsi:type="dcterms:W3CDTF">2016-07-23T10:19:00Z</dcterms:created>
  <dcterms:modified xsi:type="dcterms:W3CDTF">2016-07-27T11:43:00Z</dcterms:modified>
</cp:coreProperties>
</file>