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4D05D8" w:rsidRDefault="00587FF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Załącznik nr </w:t>
      </w:r>
      <w:r w:rsidR="0035191E" w:rsidRPr="004D05D8">
        <w:rPr>
          <w:sz w:val="22"/>
          <w:szCs w:val="22"/>
        </w:rPr>
        <w:t>3</w:t>
      </w:r>
    </w:p>
    <w:p w:rsidR="00587FF0" w:rsidRPr="004D05D8" w:rsidRDefault="00C13960" w:rsidP="004D05D8">
      <w:pPr>
        <w:ind w:left="5387"/>
        <w:rPr>
          <w:sz w:val="22"/>
          <w:szCs w:val="22"/>
        </w:rPr>
      </w:pPr>
      <w:r w:rsidRPr="004D05D8">
        <w:rPr>
          <w:sz w:val="22"/>
          <w:szCs w:val="22"/>
        </w:rPr>
        <w:t xml:space="preserve">Oświadczenie o </w:t>
      </w:r>
      <w:r w:rsidR="00D10228" w:rsidRPr="004D05D8">
        <w:rPr>
          <w:sz w:val="22"/>
          <w:szCs w:val="22"/>
        </w:rPr>
        <w:t>braku podstaw do wykluczenia</w:t>
      </w:r>
    </w:p>
    <w:p w:rsidR="006F646A" w:rsidRDefault="002F7C3F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sz w:val="24"/>
        </w:rPr>
      </w:r>
      <w:r>
        <w:rPr>
          <w:sz w:val="24"/>
        </w:rPr>
        <w:pict>
          <v:group id="_x0000_s1034" style="width:153.55pt;height:79.35pt;mso-wrap-distance-left:0;mso-wrap-distance-right:0;mso-position-horizontal-relative:char;mso-position-vertical-relative:line" coordsize="3419,1799">
            <o:lock v:ext="edit" text="t"/>
            <v:rect id="_x0000_s1035" style="position:absolute;width:3419;height:1799;v-text-anchor:middle" filled="f" stroked="f">
              <v:stroke joinstyle="round"/>
            </v:rect>
            <v:group id="_x0000_s1036" style="position:absolute;width:3419;height:1799;mso-wrap-distance-left:0;mso-wrap-distance-right:0" coordsize="3419,1799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7" type="#_x0000_t176" style="position:absolute;width:3419;height:1799;v-text-anchor:middle" strokeweight=".26mm">
                <v:fill color2="black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119;top:59;width:3167;height:1667;v-text-anchor:middle" filled="f" stroked="f">
                <v:stroke joinstyle="round"/>
                <v:textbox style="mso-next-textbox:#_x0000_s1038;mso-rotate-with-shape:t"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EA4A9A" w:rsidRPr="00EA4A9A" w:rsidRDefault="00EA4A9A" w:rsidP="00EA4A9A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023817" w:rsidRDefault="00023817" w:rsidP="00EA4A9A">
      <w:pPr>
        <w:pStyle w:val="Nagwek2"/>
        <w:jc w:val="left"/>
        <w:rPr>
          <w:rFonts w:eastAsia="Arial Unicode MS"/>
          <w:i w:val="0"/>
          <w:szCs w:val="24"/>
        </w:rPr>
      </w:pPr>
    </w:p>
    <w:p w:rsidR="004D05D8" w:rsidRDefault="00EA4A9A" w:rsidP="004D05D8">
      <w:pPr>
        <w:pStyle w:val="Nagwek2"/>
        <w:ind w:left="0" w:firstLine="0"/>
        <w:jc w:val="both"/>
        <w:rPr>
          <w:rFonts w:eastAsia="Arial Unicode MS"/>
          <w:bCs/>
          <w:i w:val="0"/>
          <w:iCs/>
          <w:szCs w:val="24"/>
        </w:rPr>
      </w:pPr>
      <w:r w:rsidRPr="00D27722">
        <w:rPr>
          <w:rFonts w:eastAsia="Arial Unicode MS"/>
          <w:i w:val="0"/>
          <w:iCs/>
          <w:szCs w:val="24"/>
        </w:rPr>
        <w:t xml:space="preserve">Składając ofertę w postępowaniu o udzielenie zamówienia publicznego </w:t>
      </w:r>
      <w:r w:rsidRPr="004D05D8">
        <w:rPr>
          <w:rFonts w:eastAsia="Arial Unicode MS"/>
          <w:bCs/>
          <w:i w:val="0"/>
          <w:iCs/>
          <w:szCs w:val="24"/>
        </w:rPr>
        <w:t>pn</w:t>
      </w:r>
      <w:r w:rsidR="00ED71F7">
        <w:rPr>
          <w:rFonts w:eastAsia="Arial Unicode MS"/>
          <w:bCs/>
          <w:i w:val="0"/>
          <w:iCs/>
          <w:szCs w:val="24"/>
        </w:rPr>
        <w:t>:</w:t>
      </w:r>
    </w:p>
    <w:p w:rsidR="00ED71F7" w:rsidRPr="00ED71F7" w:rsidRDefault="00ED71F7" w:rsidP="00ED71F7"/>
    <w:p w:rsidR="00FC1D13" w:rsidRPr="00ED71F7" w:rsidRDefault="00ED71F7" w:rsidP="00ED71F7">
      <w:pPr>
        <w:pStyle w:val="Nagwek2"/>
        <w:ind w:left="0" w:firstLine="0"/>
        <w:jc w:val="center"/>
        <w:rPr>
          <w:rFonts w:eastAsia="Calibri"/>
          <w:b/>
          <w:spacing w:val="2"/>
          <w:kern w:val="16"/>
          <w:position w:val="2"/>
          <w:sz w:val="28"/>
          <w:szCs w:val="28"/>
          <w:lang w:eastAsia="en-US"/>
        </w:rPr>
      </w:pPr>
      <w:r w:rsidRPr="00ED71F7">
        <w:rPr>
          <w:rFonts w:eastAsia="Arial"/>
          <w:b/>
          <w:bCs/>
          <w:iCs/>
          <w:sz w:val="28"/>
          <w:szCs w:val="28"/>
          <w:lang/>
        </w:rPr>
        <w:t>Przygotowanie dokumentacji na budowę drogi gminnej – przedłużenie ul. Szopena do ul. Polnej w Nisku</w:t>
      </w:r>
    </w:p>
    <w:p w:rsidR="00EA4A9A" w:rsidRPr="00EA4A9A" w:rsidRDefault="00EA4A9A" w:rsidP="00EA4A9A">
      <w:pPr>
        <w:pStyle w:val="Standard"/>
        <w:jc w:val="both"/>
        <w:rPr>
          <w:rFonts w:eastAsia="Times New Roman" w:cs="Times New Roman"/>
          <w:b/>
          <w:bCs/>
          <w:color w:val="000000"/>
          <w:spacing w:val="-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  <w:r w:rsidRPr="00EA4A9A">
        <w:rPr>
          <w:szCs w:val="24"/>
        </w:rPr>
        <w:t>Ja/my, niżej podpisany/i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EA4A9A" w:rsidRDefault="00EA4A9A" w:rsidP="00EA4A9A">
      <w:pPr>
        <w:pStyle w:val="Tekstpodstawowy"/>
        <w:rPr>
          <w:szCs w:val="24"/>
        </w:rPr>
      </w:pPr>
      <w:r w:rsidRPr="00EA4A9A">
        <w:rPr>
          <w:szCs w:val="24"/>
        </w:rPr>
        <w:tab/>
      </w:r>
    </w:p>
    <w:p w:rsidR="00023817" w:rsidRDefault="00023817" w:rsidP="00EA4A9A">
      <w:pPr>
        <w:pStyle w:val="Tekstpodstawowy"/>
        <w:rPr>
          <w:szCs w:val="24"/>
        </w:rPr>
      </w:pPr>
    </w:p>
    <w:p w:rsidR="00FC1D13" w:rsidRDefault="00FC1D13" w:rsidP="00EA4A9A">
      <w:pPr>
        <w:pStyle w:val="Tekstpodstawowy"/>
        <w:rPr>
          <w:szCs w:val="24"/>
        </w:rPr>
      </w:pP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EA4A9A" w:rsidP="00EA4A9A">
      <w:pPr>
        <w:jc w:val="right"/>
        <w:rPr>
          <w:sz w:val="24"/>
          <w:szCs w:val="24"/>
        </w:rPr>
      </w:pP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  <w:t xml:space="preserve">...............................................   </w:t>
      </w:r>
    </w:p>
    <w:p w:rsidR="004D05D8" w:rsidRDefault="00EA4A9A" w:rsidP="004D05D8">
      <w:pPr>
        <w:tabs>
          <w:tab w:val="left" w:pos="7371"/>
        </w:tabs>
      </w:pPr>
      <w:r w:rsidRPr="004D05D8">
        <w:t xml:space="preserve">        </w:t>
      </w:r>
      <w:r w:rsidR="004D05D8">
        <w:tab/>
      </w:r>
      <w:r w:rsidRPr="004D05D8">
        <w:t xml:space="preserve"> </w:t>
      </w:r>
      <w:r w:rsidR="004D05D8">
        <w:t>(podpis osoby/osób uprawnionych</w:t>
      </w:r>
    </w:p>
    <w:p w:rsidR="004D05D8" w:rsidRDefault="004D05D8" w:rsidP="004D05D8">
      <w:pPr>
        <w:tabs>
          <w:tab w:val="left" w:pos="7371"/>
        </w:tabs>
      </w:pPr>
      <w:r>
        <w:tab/>
      </w:r>
      <w:r w:rsidR="00EA4A9A" w:rsidRPr="004D05D8">
        <w:t xml:space="preserve">do składania oświadczeń woli  </w:t>
      </w:r>
    </w:p>
    <w:p w:rsidR="006F646A" w:rsidRPr="004D05D8" w:rsidRDefault="004D05D8" w:rsidP="004D05D8">
      <w:pPr>
        <w:tabs>
          <w:tab w:val="left" w:pos="7371"/>
        </w:tabs>
      </w:pPr>
      <w:r>
        <w:tab/>
      </w:r>
      <w:r w:rsidR="00EA4A9A" w:rsidRPr="004D05D8">
        <w:t>w imieniu Wykonawcy)</w:t>
      </w:r>
    </w:p>
    <w:sectPr w:rsidR="006F646A" w:rsidRPr="004D05D8" w:rsidSect="00891CE3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16F" w:rsidRDefault="00BA016F">
      <w:r>
        <w:separator/>
      </w:r>
    </w:p>
  </w:endnote>
  <w:endnote w:type="continuationSeparator" w:id="0">
    <w:p w:rsidR="00BA016F" w:rsidRDefault="00BA0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2F7C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2F7C3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2F7C3F" w:rsidRPr="00587FF0">
          <w:rPr>
            <w:b/>
            <w:sz w:val="16"/>
            <w:szCs w:val="16"/>
          </w:rPr>
          <w:fldChar w:fldCharType="separate"/>
        </w:r>
        <w:r w:rsidR="00ED71F7">
          <w:rPr>
            <w:b/>
            <w:noProof/>
            <w:sz w:val="16"/>
            <w:szCs w:val="16"/>
          </w:rPr>
          <w:t>1</w:t>
        </w:r>
        <w:r w:rsidR="002F7C3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2F7C3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2F7C3F">
      <w:rPr>
        <w:rStyle w:val="Numerstrony"/>
      </w:rPr>
      <w:fldChar w:fldCharType="separate"/>
    </w:r>
    <w:r>
      <w:rPr>
        <w:rStyle w:val="Numerstrony"/>
        <w:noProof/>
      </w:rPr>
      <w:t>1</w:t>
    </w:r>
    <w:r w:rsidR="002F7C3F">
      <w:rPr>
        <w:rStyle w:val="Numerstrony"/>
      </w:rPr>
      <w:fldChar w:fldCharType="end"/>
    </w:r>
    <w:r>
      <w:rPr>
        <w:rStyle w:val="Numerstrony"/>
      </w:rPr>
      <w:t>/</w:t>
    </w:r>
    <w:r w:rsidR="002F7C3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2F7C3F">
      <w:rPr>
        <w:rStyle w:val="Numerstrony"/>
      </w:rPr>
      <w:fldChar w:fldCharType="separate"/>
    </w:r>
    <w:r w:rsidR="00CF3480">
      <w:rPr>
        <w:rStyle w:val="Numerstrony"/>
        <w:noProof/>
      </w:rPr>
      <w:t>1</w:t>
    </w:r>
    <w:r w:rsidR="002F7C3F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16F" w:rsidRDefault="00BA016F">
      <w:r>
        <w:separator/>
      </w:r>
    </w:p>
  </w:footnote>
  <w:footnote w:type="continuationSeparator" w:id="0">
    <w:p w:rsidR="00BA016F" w:rsidRDefault="00BA01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974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2098"/>
    <w:rsid w:val="00003F97"/>
    <w:rsid w:val="00017732"/>
    <w:rsid w:val="00023817"/>
    <w:rsid w:val="000243D1"/>
    <w:rsid w:val="00035ED9"/>
    <w:rsid w:val="000666FD"/>
    <w:rsid w:val="00070797"/>
    <w:rsid w:val="000849F3"/>
    <w:rsid w:val="00090568"/>
    <w:rsid w:val="00094D55"/>
    <w:rsid w:val="000A5EC4"/>
    <w:rsid w:val="000A6D6A"/>
    <w:rsid w:val="000B0999"/>
    <w:rsid w:val="000C53E4"/>
    <w:rsid w:val="00100B0C"/>
    <w:rsid w:val="00107F6F"/>
    <w:rsid w:val="00120FA4"/>
    <w:rsid w:val="00122AB5"/>
    <w:rsid w:val="00125B17"/>
    <w:rsid w:val="00147362"/>
    <w:rsid w:val="00167EF7"/>
    <w:rsid w:val="00191128"/>
    <w:rsid w:val="001C3BA5"/>
    <w:rsid w:val="001C4ADA"/>
    <w:rsid w:val="001D14A0"/>
    <w:rsid w:val="001D7317"/>
    <w:rsid w:val="002063D9"/>
    <w:rsid w:val="00212828"/>
    <w:rsid w:val="00224EA2"/>
    <w:rsid w:val="00225B6C"/>
    <w:rsid w:val="00226839"/>
    <w:rsid w:val="00233488"/>
    <w:rsid w:val="00271B12"/>
    <w:rsid w:val="00271E63"/>
    <w:rsid w:val="002730B2"/>
    <w:rsid w:val="00276831"/>
    <w:rsid w:val="00280712"/>
    <w:rsid w:val="00286B3E"/>
    <w:rsid w:val="00287A87"/>
    <w:rsid w:val="00294822"/>
    <w:rsid w:val="00297A12"/>
    <w:rsid w:val="002A7505"/>
    <w:rsid w:val="002A7C88"/>
    <w:rsid w:val="002E14B7"/>
    <w:rsid w:val="002F7C3F"/>
    <w:rsid w:val="00301408"/>
    <w:rsid w:val="00310C3F"/>
    <w:rsid w:val="0035191E"/>
    <w:rsid w:val="003620D1"/>
    <w:rsid w:val="00380C60"/>
    <w:rsid w:val="0039404D"/>
    <w:rsid w:val="003D0F4C"/>
    <w:rsid w:val="003D37E5"/>
    <w:rsid w:val="003D526C"/>
    <w:rsid w:val="0041167A"/>
    <w:rsid w:val="00417BA6"/>
    <w:rsid w:val="00442C84"/>
    <w:rsid w:val="00443E65"/>
    <w:rsid w:val="00444852"/>
    <w:rsid w:val="00497257"/>
    <w:rsid w:val="004A3D13"/>
    <w:rsid w:val="004A7882"/>
    <w:rsid w:val="004B106F"/>
    <w:rsid w:val="004B4F3F"/>
    <w:rsid w:val="004C2B28"/>
    <w:rsid w:val="004D05D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45BC3"/>
    <w:rsid w:val="0056785F"/>
    <w:rsid w:val="00586A2A"/>
    <w:rsid w:val="00587FF0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95AE8"/>
    <w:rsid w:val="006A1316"/>
    <w:rsid w:val="006A1CEF"/>
    <w:rsid w:val="006A6985"/>
    <w:rsid w:val="006B50B0"/>
    <w:rsid w:val="006C0B4A"/>
    <w:rsid w:val="006C4100"/>
    <w:rsid w:val="006E2C12"/>
    <w:rsid w:val="006F5B7B"/>
    <w:rsid w:val="006F646A"/>
    <w:rsid w:val="00704333"/>
    <w:rsid w:val="00713393"/>
    <w:rsid w:val="00735D89"/>
    <w:rsid w:val="00742192"/>
    <w:rsid w:val="0074334B"/>
    <w:rsid w:val="00774FC9"/>
    <w:rsid w:val="00781717"/>
    <w:rsid w:val="00782514"/>
    <w:rsid w:val="007C25AC"/>
    <w:rsid w:val="007C321D"/>
    <w:rsid w:val="007D6281"/>
    <w:rsid w:val="007D750C"/>
    <w:rsid w:val="007D7B59"/>
    <w:rsid w:val="007E177F"/>
    <w:rsid w:val="007E45CC"/>
    <w:rsid w:val="00812555"/>
    <w:rsid w:val="00817E97"/>
    <w:rsid w:val="00835840"/>
    <w:rsid w:val="0085606C"/>
    <w:rsid w:val="008716CF"/>
    <w:rsid w:val="00882B1D"/>
    <w:rsid w:val="00891CE3"/>
    <w:rsid w:val="008B4844"/>
    <w:rsid w:val="008C6FD5"/>
    <w:rsid w:val="008D373E"/>
    <w:rsid w:val="008D38BC"/>
    <w:rsid w:val="008E303D"/>
    <w:rsid w:val="009177CE"/>
    <w:rsid w:val="00963D0F"/>
    <w:rsid w:val="00974668"/>
    <w:rsid w:val="009A0497"/>
    <w:rsid w:val="009A626B"/>
    <w:rsid w:val="009B1B93"/>
    <w:rsid w:val="009B60D2"/>
    <w:rsid w:val="009F2451"/>
    <w:rsid w:val="009F3752"/>
    <w:rsid w:val="009F4565"/>
    <w:rsid w:val="00A10057"/>
    <w:rsid w:val="00A146F3"/>
    <w:rsid w:val="00A4095C"/>
    <w:rsid w:val="00A97B41"/>
    <w:rsid w:val="00AA3F6D"/>
    <w:rsid w:val="00AA4E51"/>
    <w:rsid w:val="00AB707A"/>
    <w:rsid w:val="00B120BF"/>
    <w:rsid w:val="00B52793"/>
    <w:rsid w:val="00B5553A"/>
    <w:rsid w:val="00B5591C"/>
    <w:rsid w:val="00B572A9"/>
    <w:rsid w:val="00B57B4F"/>
    <w:rsid w:val="00B758FF"/>
    <w:rsid w:val="00B82A96"/>
    <w:rsid w:val="00B84F3E"/>
    <w:rsid w:val="00B9317C"/>
    <w:rsid w:val="00BA016F"/>
    <w:rsid w:val="00BA2658"/>
    <w:rsid w:val="00BB1EE7"/>
    <w:rsid w:val="00BC0D91"/>
    <w:rsid w:val="00BC33E0"/>
    <w:rsid w:val="00BF2504"/>
    <w:rsid w:val="00C13960"/>
    <w:rsid w:val="00C17AA6"/>
    <w:rsid w:val="00C3773D"/>
    <w:rsid w:val="00C50090"/>
    <w:rsid w:val="00C848C1"/>
    <w:rsid w:val="00CA3550"/>
    <w:rsid w:val="00CB1252"/>
    <w:rsid w:val="00CB3539"/>
    <w:rsid w:val="00CD0997"/>
    <w:rsid w:val="00CE2924"/>
    <w:rsid w:val="00CE7B4C"/>
    <w:rsid w:val="00CF3480"/>
    <w:rsid w:val="00CF7917"/>
    <w:rsid w:val="00D00CF2"/>
    <w:rsid w:val="00D017C8"/>
    <w:rsid w:val="00D10228"/>
    <w:rsid w:val="00D17773"/>
    <w:rsid w:val="00D23A0C"/>
    <w:rsid w:val="00D26E5A"/>
    <w:rsid w:val="00D27722"/>
    <w:rsid w:val="00D30B74"/>
    <w:rsid w:val="00D37265"/>
    <w:rsid w:val="00D52080"/>
    <w:rsid w:val="00D53474"/>
    <w:rsid w:val="00DB0E49"/>
    <w:rsid w:val="00DB27ED"/>
    <w:rsid w:val="00DF2116"/>
    <w:rsid w:val="00DF3E38"/>
    <w:rsid w:val="00E7247A"/>
    <w:rsid w:val="00E96692"/>
    <w:rsid w:val="00EA4A9A"/>
    <w:rsid w:val="00EA7F68"/>
    <w:rsid w:val="00EB1578"/>
    <w:rsid w:val="00ED3702"/>
    <w:rsid w:val="00ED51A9"/>
    <w:rsid w:val="00ED71F7"/>
    <w:rsid w:val="00EF3143"/>
    <w:rsid w:val="00EF7A2E"/>
    <w:rsid w:val="00F031ED"/>
    <w:rsid w:val="00F11295"/>
    <w:rsid w:val="00F11E2E"/>
    <w:rsid w:val="00F14316"/>
    <w:rsid w:val="00F1477A"/>
    <w:rsid w:val="00F17685"/>
    <w:rsid w:val="00F52129"/>
    <w:rsid w:val="00F724B3"/>
    <w:rsid w:val="00F731C3"/>
    <w:rsid w:val="00FB3BAB"/>
    <w:rsid w:val="00FB5AFA"/>
    <w:rsid w:val="00FC1D13"/>
    <w:rsid w:val="00FC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F1477A"/>
    <w:rPr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Michał_ZP</cp:lastModifiedBy>
  <cp:revision>2</cp:revision>
  <cp:lastPrinted>2016-04-18T10:55:00Z</cp:lastPrinted>
  <dcterms:created xsi:type="dcterms:W3CDTF">2016-07-13T08:55:00Z</dcterms:created>
  <dcterms:modified xsi:type="dcterms:W3CDTF">2016-07-13T08:55:00Z</dcterms:modified>
</cp:coreProperties>
</file>