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35191E" w:rsidRPr="004D05D8">
        <w:rPr>
          <w:sz w:val="22"/>
          <w:szCs w:val="22"/>
        </w:rPr>
        <w:t>3</w:t>
      </w:r>
    </w:p>
    <w:p w:rsidR="00587FF0" w:rsidRPr="004D05D8" w:rsidRDefault="00C1396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Oświadczenie o </w:t>
      </w:r>
      <w:r w:rsidR="00D10228" w:rsidRPr="004D05D8">
        <w:rPr>
          <w:sz w:val="22"/>
          <w:szCs w:val="22"/>
        </w:rPr>
        <w:t>braku podstaw do wykluczenia</w:t>
      </w:r>
    </w:p>
    <w:p w:rsidR="006F646A" w:rsidRDefault="00AE45B8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4D05D8" w:rsidRDefault="00EA4A9A" w:rsidP="004D05D8">
      <w:pPr>
        <w:pStyle w:val="Nagwek2"/>
        <w:ind w:left="0" w:firstLine="0"/>
        <w:jc w:val="both"/>
        <w:rPr>
          <w:bCs/>
          <w:i w:val="0"/>
          <w:color w:val="000000"/>
          <w:spacing w:val="-4"/>
          <w:szCs w:val="24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4D05D8">
        <w:rPr>
          <w:rFonts w:eastAsia="Arial Unicode MS"/>
          <w:bCs/>
          <w:i w:val="0"/>
          <w:iCs/>
          <w:szCs w:val="24"/>
        </w:rPr>
        <w:t>pn.:</w:t>
      </w:r>
      <w:r w:rsidRPr="004D05D8">
        <w:rPr>
          <w:bCs/>
          <w:i w:val="0"/>
          <w:color w:val="000000"/>
          <w:spacing w:val="-4"/>
          <w:szCs w:val="24"/>
        </w:rPr>
        <w:t xml:space="preserve"> </w:t>
      </w:r>
    </w:p>
    <w:p w:rsidR="004D05D8" w:rsidRPr="004D05D8" w:rsidRDefault="004D05D8" w:rsidP="004D05D8">
      <w:pPr>
        <w:pStyle w:val="Nagwek2"/>
        <w:ind w:left="0" w:firstLine="0"/>
        <w:jc w:val="both"/>
        <w:rPr>
          <w:b/>
          <w:i w:val="0"/>
          <w:spacing w:val="2"/>
          <w:kern w:val="16"/>
          <w:position w:val="2"/>
          <w:sz w:val="23"/>
          <w:szCs w:val="23"/>
        </w:rPr>
      </w:pPr>
      <w:r w:rsidRPr="004D05D8">
        <w:rPr>
          <w:b/>
          <w:i w:val="0"/>
          <w:spacing w:val="2"/>
          <w:kern w:val="16"/>
          <w:position w:val="2"/>
          <w:sz w:val="23"/>
          <w:szCs w:val="23"/>
        </w:rPr>
        <w:t>Opracowanie dokumentacji projektowych na wykonanie remontów dróg gminnych położonych na terenie Gminy i Miasta Nisko – etap VI</w:t>
      </w:r>
      <w:r w:rsidR="00D7014B">
        <w:rPr>
          <w:b/>
          <w:i w:val="0"/>
          <w:spacing w:val="2"/>
          <w:kern w:val="16"/>
          <w:position w:val="2"/>
          <w:sz w:val="23"/>
          <w:szCs w:val="23"/>
        </w:rPr>
        <w:t>I</w:t>
      </w:r>
    </w:p>
    <w:p w:rsidR="00FC1D13" w:rsidRPr="00FC1D13" w:rsidRDefault="00FC1D13" w:rsidP="00225B6C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b/>
          <w:bCs/>
          <w:iCs/>
          <w:kern w:val="2"/>
          <w:sz w:val="24"/>
          <w:szCs w:val="24"/>
        </w:rPr>
      </w:pP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4D05D8" w:rsidRDefault="00EA4A9A" w:rsidP="004D05D8">
      <w:pPr>
        <w:tabs>
          <w:tab w:val="left" w:pos="7371"/>
        </w:tabs>
      </w:pPr>
      <w:r w:rsidRPr="004D05D8">
        <w:t xml:space="preserve">        </w:t>
      </w:r>
      <w:r w:rsidR="004D05D8">
        <w:tab/>
      </w:r>
      <w:r w:rsidRPr="004D05D8">
        <w:t xml:space="preserve"> </w:t>
      </w:r>
      <w:r w:rsidR="004D05D8">
        <w:t>(podpis osoby/osób uprawnionych</w:t>
      </w:r>
    </w:p>
    <w:p w:rsidR="004D05D8" w:rsidRDefault="004D05D8" w:rsidP="004D05D8">
      <w:pPr>
        <w:tabs>
          <w:tab w:val="left" w:pos="7371"/>
        </w:tabs>
      </w:pPr>
      <w:r>
        <w:tab/>
      </w:r>
      <w:r w:rsidR="00EA4A9A" w:rsidRPr="004D05D8">
        <w:t xml:space="preserve">do składania oświadczeń woli  </w:t>
      </w:r>
    </w:p>
    <w:p w:rsidR="006F646A" w:rsidRPr="004D05D8" w:rsidRDefault="004D05D8" w:rsidP="004D05D8">
      <w:pPr>
        <w:tabs>
          <w:tab w:val="left" w:pos="7371"/>
        </w:tabs>
      </w:pPr>
      <w:r>
        <w:tab/>
      </w:r>
      <w:r w:rsidR="00EA4A9A" w:rsidRPr="004D05D8">
        <w:t>w imieniu Wykonawcy)</w:t>
      </w: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9D" w:rsidRDefault="0017429D">
      <w:r>
        <w:separator/>
      </w:r>
    </w:p>
  </w:endnote>
  <w:endnote w:type="continuationSeparator" w:id="0">
    <w:p w:rsidR="0017429D" w:rsidRDefault="00174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E45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E45B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E45B8" w:rsidRPr="00587FF0">
          <w:rPr>
            <w:b/>
            <w:sz w:val="16"/>
            <w:szCs w:val="16"/>
          </w:rPr>
          <w:fldChar w:fldCharType="separate"/>
        </w:r>
        <w:r w:rsidR="00D7014B">
          <w:rPr>
            <w:b/>
            <w:noProof/>
            <w:sz w:val="16"/>
            <w:szCs w:val="16"/>
          </w:rPr>
          <w:t>1</w:t>
        </w:r>
        <w:r w:rsidR="00AE45B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E45B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E45B8">
      <w:rPr>
        <w:rStyle w:val="Numerstrony"/>
      </w:rPr>
      <w:fldChar w:fldCharType="separate"/>
    </w:r>
    <w:r>
      <w:rPr>
        <w:rStyle w:val="Numerstrony"/>
        <w:noProof/>
      </w:rPr>
      <w:t>1</w:t>
    </w:r>
    <w:r w:rsidR="00AE45B8">
      <w:rPr>
        <w:rStyle w:val="Numerstrony"/>
      </w:rPr>
      <w:fldChar w:fldCharType="end"/>
    </w:r>
    <w:r>
      <w:rPr>
        <w:rStyle w:val="Numerstrony"/>
      </w:rPr>
      <w:t>/</w:t>
    </w:r>
    <w:r w:rsidR="00AE45B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E45B8">
      <w:rPr>
        <w:rStyle w:val="Numerstrony"/>
      </w:rPr>
      <w:fldChar w:fldCharType="separate"/>
    </w:r>
    <w:r w:rsidR="00CF3480">
      <w:rPr>
        <w:rStyle w:val="Numerstrony"/>
        <w:noProof/>
      </w:rPr>
      <w:t>1</w:t>
    </w:r>
    <w:r w:rsidR="00AE45B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9D" w:rsidRDefault="0017429D">
      <w:r>
        <w:separator/>
      </w:r>
    </w:p>
  </w:footnote>
  <w:footnote w:type="continuationSeparator" w:id="0">
    <w:p w:rsidR="0017429D" w:rsidRDefault="00174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67EF7"/>
    <w:rsid w:val="0017429D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10057"/>
    <w:rsid w:val="00A146F3"/>
    <w:rsid w:val="00A4095C"/>
    <w:rsid w:val="00A97B41"/>
    <w:rsid w:val="00AA3F6D"/>
    <w:rsid w:val="00AA4E51"/>
    <w:rsid w:val="00AB707A"/>
    <w:rsid w:val="00AE45B8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37265"/>
    <w:rsid w:val="00D52080"/>
    <w:rsid w:val="00D53474"/>
    <w:rsid w:val="00D7014B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2016-07-05T10:50:00Z</dcterms:created>
  <dcterms:modified xsi:type="dcterms:W3CDTF">2016-07-05T10:50:00Z</dcterms:modified>
</cp:coreProperties>
</file>