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4D05D8" w:rsidRDefault="00587FF0" w:rsidP="004D05D8">
      <w:pPr>
        <w:ind w:left="5387"/>
        <w:rPr>
          <w:sz w:val="22"/>
          <w:szCs w:val="22"/>
        </w:rPr>
      </w:pPr>
      <w:r w:rsidRPr="004D05D8">
        <w:rPr>
          <w:sz w:val="22"/>
          <w:szCs w:val="22"/>
        </w:rPr>
        <w:t xml:space="preserve">Załącznik nr </w:t>
      </w:r>
      <w:r w:rsidR="0035191E" w:rsidRPr="004D05D8">
        <w:rPr>
          <w:sz w:val="22"/>
          <w:szCs w:val="22"/>
        </w:rPr>
        <w:t>3</w:t>
      </w:r>
    </w:p>
    <w:p w:rsidR="00587FF0" w:rsidRPr="004D05D8" w:rsidRDefault="00C13960" w:rsidP="004D05D8">
      <w:pPr>
        <w:ind w:left="5387"/>
        <w:rPr>
          <w:sz w:val="22"/>
          <w:szCs w:val="22"/>
        </w:rPr>
      </w:pPr>
      <w:r w:rsidRPr="004D05D8">
        <w:rPr>
          <w:sz w:val="22"/>
          <w:szCs w:val="22"/>
        </w:rPr>
        <w:t xml:space="preserve">Oświadczenie o </w:t>
      </w:r>
      <w:r w:rsidR="00D10228" w:rsidRPr="004D05D8">
        <w:rPr>
          <w:sz w:val="22"/>
          <w:szCs w:val="22"/>
        </w:rPr>
        <w:t>braku podstaw do wykluczenia</w:t>
      </w:r>
    </w:p>
    <w:p w:rsidR="006F646A" w:rsidRDefault="00090568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EA4A9A" w:rsidRDefault="00EA4A9A" w:rsidP="00EA4A9A">
      <w:pPr>
        <w:pStyle w:val="Nagwek1"/>
        <w:jc w:val="center"/>
        <w:rPr>
          <w:rFonts w:ascii="Times New Roman" w:eastAsia="Arial Unicode MS" w:hAnsi="Times New Roman"/>
          <w:sz w:val="24"/>
          <w:szCs w:val="24"/>
        </w:rPr>
      </w:pPr>
      <w:r w:rsidRPr="00EA4A9A">
        <w:rPr>
          <w:rFonts w:ascii="Times New Roman" w:eastAsia="Arial Unicode MS" w:hAnsi="Times New Roman"/>
          <w:sz w:val="24"/>
          <w:szCs w:val="24"/>
        </w:rPr>
        <w:t>OŚWIADCZENIE</w:t>
      </w:r>
    </w:p>
    <w:p w:rsidR="00EA4A9A" w:rsidRPr="00EA4A9A" w:rsidRDefault="00EA4A9A" w:rsidP="00EA4A9A">
      <w:pPr>
        <w:rPr>
          <w:rFonts w:eastAsia="Arial Unicode MS"/>
        </w:rPr>
      </w:pPr>
    </w:p>
    <w:p w:rsidR="00EA4A9A" w:rsidRPr="00EA4A9A" w:rsidRDefault="00EA4A9A" w:rsidP="00EA4A9A">
      <w:pPr>
        <w:pStyle w:val="Nagwek2"/>
        <w:tabs>
          <w:tab w:val="left" w:pos="708"/>
        </w:tabs>
        <w:ind w:left="0" w:firstLine="0"/>
        <w:jc w:val="center"/>
        <w:rPr>
          <w:rFonts w:eastAsia="Arial Unicode MS"/>
          <w:b/>
          <w:i w:val="0"/>
          <w:szCs w:val="24"/>
        </w:rPr>
      </w:pPr>
      <w:r w:rsidRPr="00EA4A9A">
        <w:rPr>
          <w:rFonts w:eastAsia="Arial Unicode MS"/>
          <w:b/>
          <w:i w:val="0"/>
          <w:szCs w:val="24"/>
        </w:rPr>
        <w:t xml:space="preserve">Wykonawcy o braku podstaw do wykluczenia na podstawie art. 24 ust. 1 ustawy Prawo zamówień publicznych </w:t>
      </w: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4D05D8" w:rsidRDefault="00EA4A9A" w:rsidP="004D05D8">
      <w:pPr>
        <w:pStyle w:val="Nagwek2"/>
        <w:ind w:left="0" w:firstLine="0"/>
        <w:jc w:val="both"/>
        <w:rPr>
          <w:bCs/>
          <w:i w:val="0"/>
          <w:color w:val="000000"/>
          <w:spacing w:val="-4"/>
          <w:szCs w:val="24"/>
        </w:rPr>
      </w:pPr>
      <w:r w:rsidRPr="00D27722">
        <w:rPr>
          <w:rFonts w:eastAsia="Arial Unicode MS"/>
          <w:i w:val="0"/>
          <w:iCs/>
          <w:szCs w:val="24"/>
        </w:rPr>
        <w:t xml:space="preserve">Składając ofertę w postępowaniu o udzielenie zamówienia publicznego </w:t>
      </w:r>
      <w:r w:rsidRPr="004D05D8">
        <w:rPr>
          <w:rFonts w:eastAsia="Arial Unicode MS"/>
          <w:bCs/>
          <w:i w:val="0"/>
          <w:iCs/>
          <w:szCs w:val="24"/>
        </w:rPr>
        <w:t>pn.:</w:t>
      </w:r>
      <w:r w:rsidRPr="004D05D8">
        <w:rPr>
          <w:bCs/>
          <w:i w:val="0"/>
          <w:color w:val="000000"/>
          <w:spacing w:val="-4"/>
          <w:szCs w:val="24"/>
        </w:rPr>
        <w:t xml:space="preserve"> </w:t>
      </w:r>
    </w:p>
    <w:p w:rsidR="004D05D8" w:rsidRPr="004D05D8" w:rsidRDefault="004D05D8" w:rsidP="004D05D8">
      <w:pPr>
        <w:pStyle w:val="Nagwek2"/>
        <w:ind w:left="0" w:firstLine="0"/>
        <w:jc w:val="both"/>
        <w:rPr>
          <w:b/>
          <w:i w:val="0"/>
          <w:spacing w:val="2"/>
          <w:kern w:val="16"/>
          <w:position w:val="2"/>
          <w:sz w:val="23"/>
          <w:szCs w:val="23"/>
        </w:rPr>
      </w:pPr>
      <w:r w:rsidRPr="004D05D8">
        <w:rPr>
          <w:b/>
          <w:i w:val="0"/>
          <w:spacing w:val="2"/>
          <w:kern w:val="16"/>
          <w:position w:val="2"/>
          <w:sz w:val="23"/>
          <w:szCs w:val="23"/>
        </w:rPr>
        <w:t>Opracowanie dokumentacji projektowych na wykonanie remontów dróg gminnych położonych na terenie Gminy i Miasta Nisko – etap VI</w:t>
      </w:r>
    </w:p>
    <w:p w:rsidR="00FC1D13" w:rsidRPr="00FC1D13" w:rsidRDefault="00FC1D13" w:rsidP="00225B6C">
      <w:pPr>
        <w:pStyle w:val="Nagwek2"/>
        <w:ind w:left="0" w:firstLine="0"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b/>
          <w:bCs/>
          <w:iCs/>
          <w:kern w:val="2"/>
          <w:sz w:val="24"/>
          <w:szCs w:val="24"/>
        </w:rPr>
      </w:pPr>
    </w:p>
    <w:p w:rsidR="00EA4A9A" w:rsidRPr="00EA4A9A" w:rsidRDefault="00EA4A9A" w:rsidP="00EA4A9A">
      <w:pPr>
        <w:pStyle w:val="Standard"/>
        <w:jc w:val="both"/>
        <w:rPr>
          <w:rFonts w:eastAsia="Times New Roman" w:cs="Times New Roman"/>
          <w:b/>
          <w:bCs/>
          <w:color w:val="000000"/>
          <w:spacing w:val="-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  <w:r w:rsidRPr="00EA4A9A">
        <w:rPr>
          <w:szCs w:val="24"/>
        </w:rPr>
        <w:t>Ja/my, niżej podpisany/i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działając w imieniu i na rzecz (nazwa/firma/ i adres wykonawcy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</w:t>
      </w:r>
      <w:r w:rsidR="00D27722">
        <w:rPr>
          <w:sz w:val="24"/>
          <w:szCs w:val="24"/>
        </w:rPr>
        <w:t>. z 2015 r. poz. 2164</w:t>
      </w:r>
      <w:r w:rsidRPr="00EA4A9A">
        <w:rPr>
          <w:sz w:val="24"/>
          <w:szCs w:val="24"/>
        </w:rPr>
        <w:t>)</w:t>
      </w:r>
    </w:p>
    <w:p w:rsidR="00EA4A9A" w:rsidRDefault="00EA4A9A" w:rsidP="00EA4A9A">
      <w:pPr>
        <w:pStyle w:val="Tekstpodstawowy"/>
        <w:rPr>
          <w:szCs w:val="24"/>
        </w:rPr>
      </w:pPr>
      <w:r w:rsidRPr="00EA4A9A">
        <w:rPr>
          <w:szCs w:val="24"/>
        </w:rPr>
        <w:tab/>
      </w:r>
    </w:p>
    <w:p w:rsidR="00023817" w:rsidRDefault="00023817" w:rsidP="00EA4A9A">
      <w:pPr>
        <w:pStyle w:val="Tekstpodstawowy"/>
        <w:rPr>
          <w:szCs w:val="24"/>
        </w:rPr>
      </w:pPr>
    </w:p>
    <w:p w:rsidR="00FC1D13" w:rsidRDefault="00FC1D13" w:rsidP="00EA4A9A">
      <w:pPr>
        <w:pStyle w:val="Tekstpodstawowy"/>
        <w:rPr>
          <w:szCs w:val="24"/>
        </w:rPr>
      </w:pPr>
    </w:p>
    <w:p w:rsidR="00FC1D13" w:rsidRPr="00EA4A9A" w:rsidRDefault="00FC1D13" w:rsidP="00EA4A9A">
      <w:pPr>
        <w:pStyle w:val="Tekstpodstawowy"/>
        <w:rPr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 xml:space="preserve">............................... dnia ...................... </w:t>
      </w:r>
    </w:p>
    <w:p w:rsidR="00EA4A9A" w:rsidRPr="00EA4A9A" w:rsidRDefault="00EA4A9A" w:rsidP="00EA4A9A">
      <w:pPr>
        <w:jc w:val="right"/>
        <w:rPr>
          <w:sz w:val="24"/>
          <w:szCs w:val="24"/>
        </w:rPr>
      </w:pP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  <w:t xml:space="preserve">...............................................   </w:t>
      </w:r>
    </w:p>
    <w:p w:rsidR="004D05D8" w:rsidRDefault="00EA4A9A" w:rsidP="004D05D8">
      <w:pPr>
        <w:tabs>
          <w:tab w:val="left" w:pos="7371"/>
        </w:tabs>
      </w:pPr>
      <w:r w:rsidRPr="004D05D8">
        <w:t xml:space="preserve">        </w:t>
      </w:r>
      <w:r w:rsidR="004D05D8">
        <w:tab/>
      </w:r>
      <w:r w:rsidRPr="004D05D8">
        <w:t xml:space="preserve"> </w:t>
      </w:r>
      <w:r w:rsidR="004D05D8">
        <w:t>(podpis osoby/osób uprawnionych</w:t>
      </w:r>
    </w:p>
    <w:p w:rsidR="004D05D8" w:rsidRDefault="004D05D8" w:rsidP="004D05D8">
      <w:pPr>
        <w:tabs>
          <w:tab w:val="left" w:pos="7371"/>
        </w:tabs>
      </w:pPr>
      <w:r>
        <w:tab/>
      </w:r>
      <w:r w:rsidR="00EA4A9A" w:rsidRPr="004D05D8">
        <w:t xml:space="preserve">do składania oświadczeń woli  </w:t>
      </w:r>
    </w:p>
    <w:p w:rsidR="006F646A" w:rsidRPr="004D05D8" w:rsidRDefault="004D05D8" w:rsidP="004D05D8">
      <w:pPr>
        <w:tabs>
          <w:tab w:val="left" w:pos="7371"/>
        </w:tabs>
      </w:pPr>
      <w:r>
        <w:tab/>
      </w:r>
      <w:r w:rsidR="00EA4A9A" w:rsidRPr="004D05D8">
        <w:t>w imieniu Wykonawcy)</w:t>
      </w:r>
    </w:p>
    <w:sectPr w:rsidR="006F646A" w:rsidRPr="004D05D8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265" w:rsidRDefault="00D37265">
      <w:r>
        <w:separator/>
      </w:r>
    </w:p>
  </w:endnote>
  <w:endnote w:type="continuationSeparator" w:id="0">
    <w:p w:rsidR="00D37265" w:rsidRDefault="00D37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905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9056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90568" w:rsidRPr="00587FF0">
          <w:rPr>
            <w:b/>
            <w:sz w:val="16"/>
            <w:szCs w:val="16"/>
          </w:rPr>
          <w:fldChar w:fldCharType="separate"/>
        </w:r>
        <w:r w:rsidR="004D05D8">
          <w:rPr>
            <w:b/>
            <w:noProof/>
            <w:sz w:val="16"/>
            <w:szCs w:val="16"/>
          </w:rPr>
          <w:t>1</w:t>
        </w:r>
        <w:r w:rsidR="00090568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9056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90568">
      <w:rPr>
        <w:rStyle w:val="Numerstrony"/>
      </w:rPr>
      <w:fldChar w:fldCharType="separate"/>
    </w:r>
    <w:r>
      <w:rPr>
        <w:rStyle w:val="Numerstrony"/>
        <w:noProof/>
      </w:rPr>
      <w:t>1</w:t>
    </w:r>
    <w:r w:rsidR="00090568">
      <w:rPr>
        <w:rStyle w:val="Numerstrony"/>
      </w:rPr>
      <w:fldChar w:fldCharType="end"/>
    </w:r>
    <w:r>
      <w:rPr>
        <w:rStyle w:val="Numerstrony"/>
      </w:rPr>
      <w:t>/</w:t>
    </w:r>
    <w:r w:rsidR="0009056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90568">
      <w:rPr>
        <w:rStyle w:val="Numerstrony"/>
      </w:rPr>
      <w:fldChar w:fldCharType="separate"/>
    </w:r>
    <w:r w:rsidR="00CF3480">
      <w:rPr>
        <w:rStyle w:val="Numerstrony"/>
        <w:noProof/>
      </w:rPr>
      <w:t>1</w:t>
    </w:r>
    <w:r w:rsidR="0009056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265" w:rsidRDefault="00D37265">
      <w:r>
        <w:separator/>
      </w:r>
    </w:p>
  </w:footnote>
  <w:footnote w:type="continuationSeparator" w:id="0">
    <w:p w:rsidR="00D37265" w:rsidRDefault="00D372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667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2098"/>
    <w:rsid w:val="00003F97"/>
    <w:rsid w:val="00017732"/>
    <w:rsid w:val="00023817"/>
    <w:rsid w:val="000243D1"/>
    <w:rsid w:val="00035ED9"/>
    <w:rsid w:val="000666FD"/>
    <w:rsid w:val="00070797"/>
    <w:rsid w:val="000849F3"/>
    <w:rsid w:val="00090568"/>
    <w:rsid w:val="00094D55"/>
    <w:rsid w:val="000A5EC4"/>
    <w:rsid w:val="000A6D6A"/>
    <w:rsid w:val="000B0999"/>
    <w:rsid w:val="000C53E4"/>
    <w:rsid w:val="00100B0C"/>
    <w:rsid w:val="00107F6F"/>
    <w:rsid w:val="00120FA4"/>
    <w:rsid w:val="00122AB5"/>
    <w:rsid w:val="00125B17"/>
    <w:rsid w:val="00147362"/>
    <w:rsid w:val="00167EF7"/>
    <w:rsid w:val="00191128"/>
    <w:rsid w:val="001C3BA5"/>
    <w:rsid w:val="001C4ADA"/>
    <w:rsid w:val="001D14A0"/>
    <w:rsid w:val="001D7317"/>
    <w:rsid w:val="002063D9"/>
    <w:rsid w:val="00212828"/>
    <w:rsid w:val="00224EA2"/>
    <w:rsid w:val="00225B6C"/>
    <w:rsid w:val="00226839"/>
    <w:rsid w:val="00233488"/>
    <w:rsid w:val="00271B12"/>
    <w:rsid w:val="00271E63"/>
    <w:rsid w:val="002730B2"/>
    <w:rsid w:val="00276831"/>
    <w:rsid w:val="00280712"/>
    <w:rsid w:val="00286B3E"/>
    <w:rsid w:val="00287A87"/>
    <w:rsid w:val="00294822"/>
    <w:rsid w:val="00297A12"/>
    <w:rsid w:val="002A7505"/>
    <w:rsid w:val="002A7C88"/>
    <w:rsid w:val="002E14B7"/>
    <w:rsid w:val="00301408"/>
    <w:rsid w:val="00310C3F"/>
    <w:rsid w:val="0035191E"/>
    <w:rsid w:val="003620D1"/>
    <w:rsid w:val="00380C60"/>
    <w:rsid w:val="0039404D"/>
    <w:rsid w:val="003D0F4C"/>
    <w:rsid w:val="003D37E5"/>
    <w:rsid w:val="003D526C"/>
    <w:rsid w:val="0041167A"/>
    <w:rsid w:val="00417BA6"/>
    <w:rsid w:val="00442C84"/>
    <w:rsid w:val="00443E65"/>
    <w:rsid w:val="00444852"/>
    <w:rsid w:val="00497257"/>
    <w:rsid w:val="004A3D13"/>
    <w:rsid w:val="004A7882"/>
    <w:rsid w:val="004B106F"/>
    <w:rsid w:val="004B4F3F"/>
    <w:rsid w:val="004C2B28"/>
    <w:rsid w:val="004D05D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45BC3"/>
    <w:rsid w:val="0056785F"/>
    <w:rsid w:val="00586A2A"/>
    <w:rsid w:val="00587FF0"/>
    <w:rsid w:val="00595DC3"/>
    <w:rsid w:val="005A3F2D"/>
    <w:rsid w:val="005A559C"/>
    <w:rsid w:val="005B6A38"/>
    <w:rsid w:val="005D5E0B"/>
    <w:rsid w:val="005D5E50"/>
    <w:rsid w:val="005F2FD2"/>
    <w:rsid w:val="00616A00"/>
    <w:rsid w:val="00634689"/>
    <w:rsid w:val="00646E0F"/>
    <w:rsid w:val="00655B8D"/>
    <w:rsid w:val="00695AE8"/>
    <w:rsid w:val="006A1316"/>
    <w:rsid w:val="006A1CEF"/>
    <w:rsid w:val="006A6985"/>
    <w:rsid w:val="006B50B0"/>
    <w:rsid w:val="006C0B4A"/>
    <w:rsid w:val="006C4100"/>
    <w:rsid w:val="006E2C12"/>
    <w:rsid w:val="006F5B7B"/>
    <w:rsid w:val="006F646A"/>
    <w:rsid w:val="00704333"/>
    <w:rsid w:val="00713393"/>
    <w:rsid w:val="00735D89"/>
    <w:rsid w:val="00742192"/>
    <w:rsid w:val="0074334B"/>
    <w:rsid w:val="00774FC9"/>
    <w:rsid w:val="00781717"/>
    <w:rsid w:val="00782514"/>
    <w:rsid w:val="007C25AC"/>
    <w:rsid w:val="007C321D"/>
    <w:rsid w:val="007D6281"/>
    <w:rsid w:val="007D750C"/>
    <w:rsid w:val="007D7B59"/>
    <w:rsid w:val="007E177F"/>
    <w:rsid w:val="007E45CC"/>
    <w:rsid w:val="00812555"/>
    <w:rsid w:val="00817E97"/>
    <w:rsid w:val="00835840"/>
    <w:rsid w:val="0085606C"/>
    <w:rsid w:val="008716CF"/>
    <w:rsid w:val="00882B1D"/>
    <w:rsid w:val="00891CE3"/>
    <w:rsid w:val="008B4844"/>
    <w:rsid w:val="008C6FD5"/>
    <w:rsid w:val="008D373E"/>
    <w:rsid w:val="008D38BC"/>
    <w:rsid w:val="008E303D"/>
    <w:rsid w:val="009177CE"/>
    <w:rsid w:val="00963D0F"/>
    <w:rsid w:val="00974668"/>
    <w:rsid w:val="009A0497"/>
    <w:rsid w:val="009A626B"/>
    <w:rsid w:val="009B1B93"/>
    <w:rsid w:val="009B60D2"/>
    <w:rsid w:val="009F2451"/>
    <w:rsid w:val="009F3752"/>
    <w:rsid w:val="009F4565"/>
    <w:rsid w:val="00A10057"/>
    <w:rsid w:val="00A146F3"/>
    <w:rsid w:val="00A4095C"/>
    <w:rsid w:val="00A97B41"/>
    <w:rsid w:val="00AA3F6D"/>
    <w:rsid w:val="00AA4E51"/>
    <w:rsid w:val="00AB707A"/>
    <w:rsid w:val="00B120BF"/>
    <w:rsid w:val="00B52793"/>
    <w:rsid w:val="00B5553A"/>
    <w:rsid w:val="00B5591C"/>
    <w:rsid w:val="00B572A9"/>
    <w:rsid w:val="00B57B4F"/>
    <w:rsid w:val="00B758FF"/>
    <w:rsid w:val="00B82A96"/>
    <w:rsid w:val="00B84F3E"/>
    <w:rsid w:val="00B9317C"/>
    <w:rsid w:val="00BA2658"/>
    <w:rsid w:val="00BB1EE7"/>
    <w:rsid w:val="00BC0D91"/>
    <w:rsid w:val="00BC33E0"/>
    <w:rsid w:val="00BF2504"/>
    <w:rsid w:val="00C13960"/>
    <w:rsid w:val="00C17AA6"/>
    <w:rsid w:val="00C3773D"/>
    <w:rsid w:val="00C50090"/>
    <w:rsid w:val="00C848C1"/>
    <w:rsid w:val="00CA3550"/>
    <w:rsid w:val="00CB1252"/>
    <w:rsid w:val="00CB3539"/>
    <w:rsid w:val="00CD0997"/>
    <w:rsid w:val="00CE2924"/>
    <w:rsid w:val="00CE7B4C"/>
    <w:rsid w:val="00CF3480"/>
    <w:rsid w:val="00CF7917"/>
    <w:rsid w:val="00D00CF2"/>
    <w:rsid w:val="00D017C8"/>
    <w:rsid w:val="00D10228"/>
    <w:rsid w:val="00D17773"/>
    <w:rsid w:val="00D23A0C"/>
    <w:rsid w:val="00D26E5A"/>
    <w:rsid w:val="00D27722"/>
    <w:rsid w:val="00D30B74"/>
    <w:rsid w:val="00D37265"/>
    <w:rsid w:val="00D52080"/>
    <w:rsid w:val="00D53474"/>
    <w:rsid w:val="00DB0E49"/>
    <w:rsid w:val="00DB27ED"/>
    <w:rsid w:val="00DF2116"/>
    <w:rsid w:val="00DF3E38"/>
    <w:rsid w:val="00E7247A"/>
    <w:rsid w:val="00E96692"/>
    <w:rsid w:val="00EA4A9A"/>
    <w:rsid w:val="00EA7F68"/>
    <w:rsid w:val="00EB1578"/>
    <w:rsid w:val="00ED3702"/>
    <w:rsid w:val="00ED51A9"/>
    <w:rsid w:val="00EF3143"/>
    <w:rsid w:val="00EF7A2E"/>
    <w:rsid w:val="00F031ED"/>
    <w:rsid w:val="00F11295"/>
    <w:rsid w:val="00F11E2E"/>
    <w:rsid w:val="00F14316"/>
    <w:rsid w:val="00F1477A"/>
    <w:rsid w:val="00F17685"/>
    <w:rsid w:val="00F52129"/>
    <w:rsid w:val="00F724B3"/>
    <w:rsid w:val="00F731C3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F1477A"/>
    <w:rPr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2016-04-18T10:55:00Z</cp:lastPrinted>
  <dcterms:created xsi:type="dcterms:W3CDTF">2016-06-27T11:06:00Z</dcterms:created>
  <dcterms:modified xsi:type="dcterms:W3CDTF">2016-06-27T11:06:00Z</dcterms:modified>
</cp:coreProperties>
</file>