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D10228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F15A46">
        <w:rPr>
          <w:sz w:val="18"/>
          <w:szCs w:val="18"/>
        </w:rPr>
        <w:t>4</w:t>
      </w:r>
    </w:p>
    <w:p w:rsidR="00587FF0" w:rsidRPr="00587FF0" w:rsidRDefault="00C13960" w:rsidP="00D10228">
      <w:pPr>
        <w:ind w:left="6372"/>
        <w:rPr>
          <w:sz w:val="18"/>
          <w:szCs w:val="18"/>
        </w:rPr>
      </w:pPr>
      <w:r>
        <w:rPr>
          <w:sz w:val="18"/>
          <w:szCs w:val="18"/>
        </w:rPr>
        <w:t xml:space="preserve">Oświadczenie o </w:t>
      </w:r>
      <w:r w:rsidR="00D10228">
        <w:rPr>
          <w:sz w:val="18"/>
          <w:szCs w:val="18"/>
        </w:rPr>
        <w:t>braku podstaw do wykluczenia</w:t>
      </w:r>
    </w:p>
    <w:p w:rsidR="006F646A" w:rsidRDefault="008E1A77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13960" w:rsidRDefault="00C13960" w:rsidP="00891CE3">
      <w:pPr>
        <w:rPr>
          <w:b/>
          <w:sz w:val="26"/>
          <w:szCs w:val="26"/>
        </w:rPr>
      </w:pPr>
    </w:p>
    <w:p w:rsidR="00EA4A9A" w:rsidRDefault="00EA4A9A" w:rsidP="00EA4A9A">
      <w:pPr>
        <w:spacing w:line="360" w:lineRule="auto"/>
        <w:rPr>
          <w:b/>
          <w:sz w:val="26"/>
          <w:szCs w:val="26"/>
        </w:rPr>
      </w:pPr>
    </w:p>
    <w:p w:rsidR="00EA4A9A" w:rsidRDefault="00EA4A9A" w:rsidP="00EA4A9A">
      <w:pPr>
        <w:pStyle w:val="Nagwek1"/>
        <w:jc w:val="center"/>
        <w:rPr>
          <w:rFonts w:ascii="Times New Roman" w:eastAsia="Arial Unicode MS" w:hAnsi="Times New Roman"/>
          <w:sz w:val="24"/>
          <w:szCs w:val="24"/>
        </w:rPr>
      </w:pPr>
      <w:r w:rsidRPr="00EA4A9A">
        <w:rPr>
          <w:rFonts w:ascii="Times New Roman" w:eastAsia="Arial Unicode MS" w:hAnsi="Times New Roman"/>
          <w:sz w:val="24"/>
          <w:szCs w:val="24"/>
        </w:rPr>
        <w:t>OŚWIADCZENIE</w:t>
      </w:r>
    </w:p>
    <w:p w:rsidR="00EA4A9A" w:rsidRPr="00EA4A9A" w:rsidRDefault="00EA4A9A" w:rsidP="00EA4A9A">
      <w:pPr>
        <w:rPr>
          <w:rFonts w:eastAsia="Arial Unicode MS"/>
        </w:rPr>
      </w:pPr>
    </w:p>
    <w:p w:rsidR="00EA4A9A" w:rsidRPr="00EA4A9A" w:rsidRDefault="00EA4A9A" w:rsidP="00EA4A9A">
      <w:pPr>
        <w:pStyle w:val="Nagwek2"/>
        <w:tabs>
          <w:tab w:val="left" w:pos="708"/>
        </w:tabs>
        <w:ind w:left="0" w:firstLine="0"/>
        <w:jc w:val="center"/>
        <w:rPr>
          <w:rFonts w:eastAsia="Arial Unicode MS"/>
          <w:b/>
          <w:i w:val="0"/>
          <w:szCs w:val="24"/>
        </w:rPr>
      </w:pPr>
      <w:r w:rsidRPr="00EA4A9A">
        <w:rPr>
          <w:rFonts w:eastAsia="Arial Unicode MS"/>
          <w:b/>
          <w:i w:val="0"/>
          <w:szCs w:val="24"/>
        </w:rPr>
        <w:t xml:space="preserve">Wykonawcy o braku podstaw do wykluczenia na podstawie art. 24 ust. 1 ustawy Prawo zamówień publicznych </w:t>
      </w:r>
    </w:p>
    <w:p w:rsidR="00023817" w:rsidRDefault="00023817" w:rsidP="00EA4A9A">
      <w:pPr>
        <w:pStyle w:val="Nagwek2"/>
        <w:jc w:val="left"/>
        <w:rPr>
          <w:rFonts w:eastAsia="Arial Unicode MS"/>
          <w:i w:val="0"/>
          <w:szCs w:val="24"/>
        </w:rPr>
      </w:pPr>
    </w:p>
    <w:p w:rsidR="00023817" w:rsidRDefault="00023817" w:rsidP="00EA4A9A">
      <w:pPr>
        <w:pStyle w:val="Nagwek2"/>
        <w:jc w:val="left"/>
        <w:rPr>
          <w:rFonts w:eastAsia="Arial Unicode MS"/>
          <w:i w:val="0"/>
          <w:szCs w:val="24"/>
        </w:rPr>
      </w:pPr>
    </w:p>
    <w:p w:rsidR="00D27722" w:rsidRPr="00D27722" w:rsidRDefault="00EA4A9A" w:rsidP="00D27722">
      <w:pPr>
        <w:pStyle w:val="Nagwek2"/>
        <w:ind w:left="0" w:firstLine="0"/>
        <w:jc w:val="both"/>
        <w:rPr>
          <w:rFonts w:eastAsia="Calibri"/>
          <w:b/>
          <w:i w:val="0"/>
          <w:spacing w:val="2"/>
          <w:kern w:val="16"/>
          <w:position w:val="2"/>
          <w:lang w:eastAsia="en-US"/>
        </w:rPr>
      </w:pPr>
      <w:r w:rsidRPr="00D27722">
        <w:rPr>
          <w:rFonts w:eastAsia="Arial Unicode MS"/>
          <w:i w:val="0"/>
          <w:iCs/>
          <w:szCs w:val="24"/>
        </w:rPr>
        <w:t xml:space="preserve">Składając ofertę w postępowaniu o udzielenie zamówienia publicznego </w:t>
      </w:r>
      <w:r w:rsidRPr="00D27722">
        <w:rPr>
          <w:rFonts w:eastAsia="Arial Unicode MS"/>
          <w:b/>
          <w:bCs/>
          <w:i w:val="0"/>
          <w:iCs/>
          <w:szCs w:val="24"/>
        </w:rPr>
        <w:t>pn.:</w:t>
      </w:r>
      <w:r w:rsidRPr="00D27722">
        <w:rPr>
          <w:b/>
          <w:bCs/>
          <w:i w:val="0"/>
          <w:color w:val="000000"/>
          <w:spacing w:val="-4"/>
          <w:szCs w:val="24"/>
        </w:rPr>
        <w:t xml:space="preserve"> </w:t>
      </w:r>
      <w:r w:rsidR="00467743">
        <w:rPr>
          <w:rFonts w:eastAsia="Arial"/>
          <w:b/>
          <w:bCs/>
          <w:i w:val="0"/>
          <w:iCs/>
        </w:rPr>
        <w:t xml:space="preserve">Budowa boiska wielofunkcyjnego przy Gimnazjum Nr 1 i na osiedlu Malce, oraz placów zabaw przy Przedszkolu Nr 1 i na osiedlu </w:t>
      </w:r>
      <w:proofErr w:type="spellStart"/>
      <w:r w:rsidR="00467743">
        <w:rPr>
          <w:rFonts w:eastAsia="Arial"/>
          <w:b/>
          <w:bCs/>
          <w:i w:val="0"/>
          <w:iCs/>
        </w:rPr>
        <w:t>Podwolina</w:t>
      </w:r>
      <w:proofErr w:type="spellEnd"/>
      <w:r w:rsidR="00467743">
        <w:rPr>
          <w:rFonts w:eastAsia="Arial"/>
          <w:b/>
          <w:bCs/>
          <w:i w:val="0"/>
          <w:iCs/>
        </w:rPr>
        <w:t xml:space="preserve"> w Nisku.</w:t>
      </w:r>
    </w:p>
    <w:p w:rsidR="00FC1D13" w:rsidRPr="00FC1D13" w:rsidRDefault="00FC1D13" w:rsidP="00FC1D13">
      <w:pPr>
        <w:pStyle w:val="Nagwek2"/>
        <w:ind w:firstLine="0"/>
        <w:jc w:val="both"/>
        <w:rPr>
          <w:rFonts w:eastAsia="Calibri"/>
          <w:b/>
          <w:i w:val="0"/>
          <w:spacing w:val="2"/>
          <w:kern w:val="16"/>
          <w:position w:val="2"/>
          <w:lang w:eastAsia="en-US"/>
        </w:rPr>
      </w:pPr>
    </w:p>
    <w:p w:rsidR="00EA4A9A" w:rsidRPr="00EA4A9A" w:rsidRDefault="00EA4A9A" w:rsidP="00EA4A9A">
      <w:pPr>
        <w:widowControl w:val="0"/>
        <w:overflowPunct w:val="0"/>
        <w:autoSpaceDE w:val="0"/>
        <w:jc w:val="both"/>
        <w:rPr>
          <w:b/>
          <w:bCs/>
          <w:iCs/>
          <w:kern w:val="2"/>
          <w:sz w:val="24"/>
          <w:szCs w:val="24"/>
        </w:rPr>
      </w:pPr>
    </w:p>
    <w:p w:rsidR="00EA4A9A" w:rsidRPr="00EA4A9A" w:rsidRDefault="00EA4A9A" w:rsidP="00EA4A9A">
      <w:pPr>
        <w:pStyle w:val="Standard"/>
        <w:jc w:val="both"/>
        <w:rPr>
          <w:rFonts w:eastAsia="Times New Roman" w:cs="Times New Roman"/>
          <w:b/>
          <w:bCs/>
          <w:color w:val="000000"/>
          <w:spacing w:val="-4"/>
        </w:rPr>
      </w:pPr>
    </w:p>
    <w:p w:rsidR="00EA4A9A" w:rsidRPr="00EA4A9A" w:rsidRDefault="00EA4A9A" w:rsidP="00EA4A9A">
      <w:pPr>
        <w:pStyle w:val="Tekstpodstawowy"/>
        <w:spacing w:line="200" w:lineRule="atLeast"/>
        <w:rPr>
          <w:b/>
          <w:bCs/>
          <w:szCs w:val="24"/>
        </w:rPr>
      </w:pPr>
    </w:p>
    <w:p w:rsidR="00EA4A9A" w:rsidRPr="00EA4A9A" w:rsidRDefault="00EA4A9A" w:rsidP="00EA4A9A">
      <w:pPr>
        <w:pStyle w:val="Tekstpodstawowy"/>
        <w:spacing w:line="200" w:lineRule="atLeast"/>
        <w:rPr>
          <w:b/>
          <w:bCs/>
          <w:szCs w:val="24"/>
        </w:rPr>
      </w:pPr>
      <w:r w:rsidRPr="00EA4A9A">
        <w:rPr>
          <w:szCs w:val="24"/>
        </w:rPr>
        <w:t>Ja/my, niżej podpisany/i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działając w imieniu i na rzecz (nazwa/firma/ i adres wykonawcy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widowControl w:val="0"/>
        <w:overflowPunct w:val="0"/>
        <w:autoSpaceDE w:val="0"/>
        <w:jc w:val="both"/>
        <w:rPr>
          <w:sz w:val="24"/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>Oświadczam/y, iż Wykonawca nie podlega wykluczeniu z postępowania o udzielenie zamówienia publicznego na podstawie art. 24 ust. 1 ustawy z dnia 29 stycznia 2004 r. Prawo zamówień publicznych (Dz. U</w:t>
      </w:r>
      <w:r w:rsidR="00D27722">
        <w:rPr>
          <w:sz w:val="24"/>
          <w:szCs w:val="24"/>
        </w:rPr>
        <w:t>. z 2015 r. poz. 2164</w:t>
      </w:r>
      <w:r w:rsidRPr="00EA4A9A">
        <w:rPr>
          <w:sz w:val="24"/>
          <w:szCs w:val="24"/>
        </w:rPr>
        <w:t>)</w:t>
      </w:r>
    </w:p>
    <w:p w:rsidR="00EA4A9A" w:rsidRDefault="00EA4A9A" w:rsidP="00EA4A9A">
      <w:pPr>
        <w:pStyle w:val="Tekstpodstawowy"/>
        <w:rPr>
          <w:szCs w:val="24"/>
        </w:rPr>
      </w:pPr>
      <w:r w:rsidRPr="00EA4A9A">
        <w:rPr>
          <w:szCs w:val="24"/>
        </w:rPr>
        <w:tab/>
      </w:r>
    </w:p>
    <w:p w:rsidR="00023817" w:rsidRDefault="00023817" w:rsidP="00EA4A9A">
      <w:pPr>
        <w:pStyle w:val="Tekstpodstawowy"/>
        <w:rPr>
          <w:szCs w:val="24"/>
        </w:rPr>
      </w:pPr>
    </w:p>
    <w:p w:rsidR="00294822" w:rsidRDefault="00294822" w:rsidP="00EA4A9A">
      <w:pPr>
        <w:pStyle w:val="Tekstpodstawowy"/>
        <w:rPr>
          <w:szCs w:val="24"/>
        </w:rPr>
      </w:pPr>
    </w:p>
    <w:p w:rsidR="00FC1D13" w:rsidRDefault="00FC1D13" w:rsidP="00EA4A9A">
      <w:pPr>
        <w:pStyle w:val="Tekstpodstawowy"/>
        <w:rPr>
          <w:szCs w:val="24"/>
        </w:rPr>
      </w:pPr>
    </w:p>
    <w:p w:rsidR="00FC1D13" w:rsidRPr="00EA4A9A" w:rsidRDefault="00FC1D13" w:rsidP="00EA4A9A">
      <w:pPr>
        <w:pStyle w:val="Tekstpodstawowy"/>
        <w:rPr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 xml:space="preserve">............................... dnia ...................... </w:t>
      </w:r>
    </w:p>
    <w:p w:rsidR="00EA4A9A" w:rsidRPr="00EA4A9A" w:rsidRDefault="00EA4A9A" w:rsidP="00EA4A9A">
      <w:pPr>
        <w:jc w:val="right"/>
        <w:rPr>
          <w:sz w:val="24"/>
          <w:szCs w:val="24"/>
        </w:rPr>
      </w:pP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  <w:t xml:space="preserve">...............................................   </w:t>
      </w:r>
    </w:p>
    <w:p w:rsidR="00EA4A9A" w:rsidRPr="00023817" w:rsidRDefault="00EA4A9A" w:rsidP="00EA4A9A">
      <w:pPr>
        <w:jc w:val="right"/>
        <w:rPr>
          <w:sz w:val="22"/>
          <w:szCs w:val="22"/>
        </w:rPr>
      </w:pPr>
      <w:r w:rsidRPr="00EA4A9A">
        <w:rPr>
          <w:sz w:val="24"/>
          <w:szCs w:val="24"/>
        </w:rPr>
        <w:t xml:space="preserve">         </w:t>
      </w:r>
      <w:r w:rsidRPr="00023817">
        <w:rPr>
          <w:sz w:val="22"/>
          <w:szCs w:val="22"/>
        </w:rPr>
        <w:t xml:space="preserve">(podpis osoby/osób uprawnionych  </w:t>
      </w:r>
    </w:p>
    <w:p w:rsidR="00EA4A9A" w:rsidRPr="00023817" w:rsidRDefault="00EA4A9A" w:rsidP="00EA4A9A">
      <w:pPr>
        <w:jc w:val="right"/>
        <w:rPr>
          <w:sz w:val="22"/>
          <w:szCs w:val="22"/>
        </w:rPr>
      </w:pPr>
      <w:r w:rsidRPr="00023817">
        <w:rPr>
          <w:sz w:val="22"/>
          <w:szCs w:val="22"/>
        </w:rPr>
        <w:t xml:space="preserve">do składania oświadczeń woli  </w:t>
      </w:r>
    </w:p>
    <w:p w:rsidR="006F646A" w:rsidRPr="00FC1D13" w:rsidRDefault="00EA4A9A" w:rsidP="00FC1D13">
      <w:pPr>
        <w:jc w:val="right"/>
        <w:rPr>
          <w:sz w:val="22"/>
          <w:szCs w:val="22"/>
        </w:rPr>
      </w:pPr>
      <w:r w:rsidRPr="00023817">
        <w:rPr>
          <w:sz w:val="22"/>
          <w:szCs w:val="22"/>
        </w:rPr>
        <w:t>w imieniu Wykonawcy)</w:t>
      </w:r>
      <w:bookmarkStart w:id="0" w:name="_GoBack"/>
      <w:bookmarkEnd w:id="0"/>
    </w:p>
    <w:sectPr w:rsidR="006F646A" w:rsidRPr="00FC1D13" w:rsidSect="00891CE3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1DC" w:rsidRDefault="005901DC">
      <w:r>
        <w:separator/>
      </w:r>
    </w:p>
  </w:endnote>
  <w:endnote w:type="continuationSeparator" w:id="0">
    <w:p w:rsidR="005901DC" w:rsidRDefault="00590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8E1A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E1A7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E1A77" w:rsidRPr="00587FF0">
          <w:rPr>
            <w:b/>
            <w:sz w:val="16"/>
            <w:szCs w:val="16"/>
          </w:rPr>
          <w:fldChar w:fldCharType="separate"/>
        </w:r>
        <w:r w:rsidR="00EE71F8">
          <w:rPr>
            <w:b/>
            <w:noProof/>
            <w:sz w:val="16"/>
            <w:szCs w:val="16"/>
          </w:rPr>
          <w:t>1</w:t>
        </w:r>
        <w:r w:rsidR="008E1A7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00CF2">
          <w:rPr>
            <w:b/>
            <w:sz w:val="16"/>
            <w:szCs w:val="16"/>
          </w:rPr>
          <w:t>1</w:t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8E1A7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E1A77">
      <w:rPr>
        <w:rStyle w:val="Numerstrony"/>
      </w:rPr>
      <w:fldChar w:fldCharType="separate"/>
    </w:r>
    <w:r>
      <w:rPr>
        <w:rStyle w:val="Numerstrony"/>
        <w:noProof/>
      </w:rPr>
      <w:t>1</w:t>
    </w:r>
    <w:r w:rsidR="008E1A77">
      <w:rPr>
        <w:rStyle w:val="Numerstrony"/>
      </w:rPr>
      <w:fldChar w:fldCharType="end"/>
    </w:r>
    <w:r>
      <w:rPr>
        <w:rStyle w:val="Numerstrony"/>
      </w:rPr>
      <w:t>/</w:t>
    </w:r>
    <w:r w:rsidR="008E1A7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E1A77">
      <w:rPr>
        <w:rStyle w:val="Numerstrony"/>
      </w:rPr>
      <w:fldChar w:fldCharType="separate"/>
    </w:r>
    <w:r w:rsidR="00EE71F8">
      <w:rPr>
        <w:rStyle w:val="Numerstrony"/>
        <w:noProof/>
      </w:rPr>
      <w:t>1</w:t>
    </w:r>
    <w:r w:rsidR="008E1A77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1DC" w:rsidRDefault="005901DC">
      <w:r>
        <w:separator/>
      </w:r>
    </w:p>
  </w:footnote>
  <w:footnote w:type="continuationSeparator" w:id="0">
    <w:p w:rsidR="005901DC" w:rsidRDefault="005901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14"/>
  </w:num>
  <w:num w:numId="5">
    <w:abstractNumId w:val="4"/>
  </w:num>
  <w:num w:numId="6">
    <w:abstractNumId w:val="5"/>
  </w:num>
  <w:num w:numId="7">
    <w:abstractNumId w:val="13"/>
  </w:num>
  <w:num w:numId="8">
    <w:abstractNumId w:val="17"/>
  </w:num>
  <w:num w:numId="9">
    <w:abstractNumId w:val="11"/>
  </w:num>
  <w:num w:numId="10">
    <w:abstractNumId w:val="8"/>
  </w:num>
  <w:num w:numId="11">
    <w:abstractNumId w:val="12"/>
  </w:num>
  <w:num w:numId="12">
    <w:abstractNumId w:val="3"/>
  </w:num>
  <w:num w:numId="13">
    <w:abstractNumId w:val="2"/>
  </w:num>
  <w:num w:numId="14">
    <w:abstractNumId w:val="10"/>
  </w:num>
  <w:num w:numId="15">
    <w:abstractNumId w:val="1"/>
  </w:num>
  <w:num w:numId="16">
    <w:abstractNumId w:val="15"/>
  </w:num>
  <w:num w:numId="17">
    <w:abstractNumId w:val="9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5410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7732"/>
    <w:rsid w:val="00023817"/>
    <w:rsid w:val="000243D1"/>
    <w:rsid w:val="00035ED9"/>
    <w:rsid w:val="000666FD"/>
    <w:rsid w:val="00070797"/>
    <w:rsid w:val="000849F3"/>
    <w:rsid w:val="00094D55"/>
    <w:rsid w:val="000A5EC4"/>
    <w:rsid w:val="000A6D6A"/>
    <w:rsid w:val="000B0999"/>
    <w:rsid w:val="000C53E4"/>
    <w:rsid w:val="00107F6F"/>
    <w:rsid w:val="00120FA4"/>
    <w:rsid w:val="00122AB5"/>
    <w:rsid w:val="00147362"/>
    <w:rsid w:val="00167EF7"/>
    <w:rsid w:val="00191128"/>
    <w:rsid w:val="001C3BA5"/>
    <w:rsid w:val="001C4ADA"/>
    <w:rsid w:val="001D14A0"/>
    <w:rsid w:val="001D14A4"/>
    <w:rsid w:val="001D7317"/>
    <w:rsid w:val="002063D9"/>
    <w:rsid w:val="00212828"/>
    <w:rsid w:val="00224EA2"/>
    <w:rsid w:val="00226839"/>
    <w:rsid w:val="00233488"/>
    <w:rsid w:val="00271B12"/>
    <w:rsid w:val="00271E63"/>
    <w:rsid w:val="002730B2"/>
    <w:rsid w:val="00276831"/>
    <w:rsid w:val="00280712"/>
    <w:rsid w:val="00286B3E"/>
    <w:rsid w:val="00294822"/>
    <w:rsid w:val="00297A12"/>
    <w:rsid w:val="002A7505"/>
    <w:rsid w:val="002A7C88"/>
    <w:rsid w:val="002E14B7"/>
    <w:rsid w:val="00301408"/>
    <w:rsid w:val="00310C3F"/>
    <w:rsid w:val="0035191E"/>
    <w:rsid w:val="00380C60"/>
    <w:rsid w:val="003D0F4C"/>
    <w:rsid w:val="003D37E5"/>
    <w:rsid w:val="003D526C"/>
    <w:rsid w:val="003F6DAF"/>
    <w:rsid w:val="0041167A"/>
    <w:rsid w:val="00417BA6"/>
    <w:rsid w:val="004268A1"/>
    <w:rsid w:val="00442C84"/>
    <w:rsid w:val="00443E65"/>
    <w:rsid w:val="00444852"/>
    <w:rsid w:val="00467743"/>
    <w:rsid w:val="00497257"/>
    <w:rsid w:val="004A3D13"/>
    <w:rsid w:val="004B106F"/>
    <w:rsid w:val="004B445D"/>
    <w:rsid w:val="004B4F3F"/>
    <w:rsid w:val="004C2B28"/>
    <w:rsid w:val="004D3908"/>
    <w:rsid w:val="004E5DF6"/>
    <w:rsid w:val="004F2D10"/>
    <w:rsid w:val="004F4D85"/>
    <w:rsid w:val="004F650D"/>
    <w:rsid w:val="00534ED9"/>
    <w:rsid w:val="00535E0D"/>
    <w:rsid w:val="00536E86"/>
    <w:rsid w:val="005439AD"/>
    <w:rsid w:val="0054498A"/>
    <w:rsid w:val="00563747"/>
    <w:rsid w:val="0056785F"/>
    <w:rsid w:val="00586A2A"/>
    <w:rsid w:val="00587FF0"/>
    <w:rsid w:val="005901DC"/>
    <w:rsid w:val="0059453E"/>
    <w:rsid w:val="00595DC3"/>
    <w:rsid w:val="005A3F2D"/>
    <w:rsid w:val="005A559C"/>
    <w:rsid w:val="005B6A38"/>
    <w:rsid w:val="005D5E0B"/>
    <w:rsid w:val="005D5E50"/>
    <w:rsid w:val="005F2FD2"/>
    <w:rsid w:val="00616A00"/>
    <w:rsid w:val="00634689"/>
    <w:rsid w:val="00646E0F"/>
    <w:rsid w:val="00655B8D"/>
    <w:rsid w:val="00664029"/>
    <w:rsid w:val="00666301"/>
    <w:rsid w:val="00695AE8"/>
    <w:rsid w:val="006A1316"/>
    <w:rsid w:val="006A1CEF"/>
    <w:rsid w:val="006A6985"/>
    <w:rsid w:val="006C0B4A"/>
    <w:rsid w:val="006C4100"/>
    <w:rsid w:val="006D4C7E"/>
    <w:rsid w:val="006E2C12"/>
    <w:rsid w:val="006F5B7B"/>
    <w:rsid w:val="006F646A"/>
    <w:rsid w:val="00704333"/>
    <w:rsid w:val="00713393"/>
    <w:rsid w:val="00735D89"/>
    <w:rsid w:val="00742192"/>
    <w:rsid w:val="0074334B"/>
    <w:rsid w:val="00774FC9"/>
    <w:rsid w:val="00781717"/>
    <w:rsid w:val="00782514"/>
    <w:rsid w:val="007C321D"/>
    <w:rsid w:val="007D6281"/>
    <w:rsid w:val="007D750C"/>
    <w:rsid w:val="007D7B59"/>
    <w:rsid w:val="007E177F"/>
    <w:rsid w:val="007E45CC"/>
    <w:rsid w:val="00812555"/>
    <w:rsid w:val="00835840"/>
    <w:rsid w:val="008716CF"/>
    <w:rsid w:val="00882B1D"/>
    <w:rsid w:val="00891CE3"/>
    <w:rsid w:val="008B0AD1"/>
    <w:rsid w:val="008C6FD5"/>
    <w:rsid w:val="008D373E"/>
    <w:rsid w:val="008E1A77"/>
    <w:rsid w:val="008E303D"/>
    <w:rsid w:val="008F58F3"/>
    <w:rsid w:val="00906D09"/>
    <w:rsid w:val="009177CE"/>
    <w:rsid w:val="009630BE"/>
    <w:rsid w:val="00963D0F"/>
    <w:rsid w:val="00974668"/>
    <w:rsid w:val="009A0497"/>
    <w:rsid w:val="009A55F9"/>
    <w:rsid w:val="009A626B"/>
    <w:rsid w:val="009B1B93"/>
    <w:rsid w:val="009B60D2"/>
    <w:rsid w:val="009F2451"/>
    <w:rsid w:val="009F3752"/>
    <w:rsid w:val="00A146F3"/>
    <w:rsid w:val="00A35C25"/>
    <w:rsid w:val="00A4095C"/>
    <w:rsid w:val="00AA3F6D"/>
    <w:rsid w:val="00AA4E51"/>
    <w:rsid w:val="00AB707A"/>
    <w:rsid w:val="00B120BF"/>
    <w:rsid w:val="00B52793"/>
    <w:rsid w:val="00B5553A"/>
    <w:rsid w:val="00B5591C"/>
    <w:rsid w:val="00B572A9"/>
    <w:rsid w:val="00B57B4F"/>
    <w:rsid w:val="00B84F3E"/>
    <w:rsid w:val="00B9317C"/>
    <w:rsid w:val="00BA3B4C"/>
    <w:rsid w:val="00BB1EE7"/>
    <w:rsid w:val="00BC0D91"/>
    <w:rsid w:val="00BF2504"/>
    <w:rsid w:val="00C13960"/>
    <w:rsid w:val="00C17AA6"/>
    <w:rsid w:val="00C30292"/>
    <w:rsid w:val="00C3773D"/>
    <w:rsid w:val="00C50090"/>
    <w:rsid w:val="00C848C1"/>
    <w:rsid w:val="00C9457F"/>
    <w:rsid w:val="00CA3550"/>
    <w:rsid w:val="00CB1252"/>
    <w:rsid w:val="00CB3539"/>
    <w:rsid w:val="00CD0997"/>
    <w:rsid w:val="00CE2924"/>
    <w:rsid w:val="00CE7B4C"/>
    <w:rsid w:val="00D00CF2"/>
    <w:rsid w:val="00D017C8"/>
    <w:rsid w:val="00D10228"/>
    <w:rsid w:val="00D17773"/>
    <w:rsid w:val="00D23A0C"/>
    <w:rsid w:val="00D26E5A"/>
    <w:rsid w:val="00D27722"/>
    <w:rsid w:val="00D30B74"/>
    <w:rsid w:val="00D52080"/>
    <w:rsid w:val="00DB0E49"/>
    <w:rsid w:val="00DB27ED"/>
    <w:rsid w:val="00DF2116"/>
    <w:rsid w:val="00DF3E38"/>
    <w:rsid w:val="00E06434"/>
    <w:rsid w:val="00E7247A"/>
    <w:rsid w:val="00EA4A9A"/>
    <w:rsid w:val="00EA7F68"/>
    <w:rsid w:val="00EB1578"/>
    <w:rsid w:val="00ED3702"/>
    <w:rsid w:val="00ED51A9"/>
    <w:rsid w:val="00EE71F8"/>
    <w:rsid w:val="00F031ED"/>
    <w:rsid w:val="00F11295"/>
    <w:rsid w:val="00F11E2E"/>
    <w:rsid w:val="00F14316"/>
    <w:rsid w:val="00F15A46"/>
    <w:rsid w:val="00F17685"/>
    <w:rsid w:val="00F52129"/>
    <w:rsid w:val="00F724B3"/>
    <w:rsid w:val="00F731C3"/>
    <w:rsid w:val="00FB3BAB"/>
    <w:rsid w:val="00FB5AFA"/>
    <w:rsid w:val="00FC1D13"/>
    <w:rsid w:val="00FC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paragraph" w:styleId="Podtytu">
    <w:name w:val="Subtitle"/>
    <w:basedOn w:val="Nagwek"/>
    <w:next w:val="Tekstpodstawowy"/>
    <w:link w:val="PodtytuZnak"/>
    <w:qFormat/>
    <w:rsid w:val="005439AD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5439AD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customStyle="1" w:styleId="Standard">
    <w:name w:val="Standard"/>
    <w:rsid w:val="00EA4A9A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76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112</cp:revision>
  <cp:lastPrinted>2016-06-14T10:37:00Z</cp:lastPrinted>
  <dcterms:created xsi:type="dcterms:W3CDTF">2013-04-09T09:13:00Z</dcterms:created>
  <dcterms:modified xsi:type="dcterms:W3CDTF">2016-06-14T10:37:00Z</dcterms:modified>
</cp:coreProperties>
</file>