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Default="00587FF0" w:rsidP="006A6985">
      <w:pPr>
        <w:ind w:left="6372" w:firstLine="708"/>
        <w:rPr>
          <w:sz w:val="18"/>
          <w:szCs w:val="18"/>
        </w:rPr>
      </w:pPr>
      <w:r>
        <w:rPr>
          <w:sz w:val="18"/>
          <w:szCs w:val="18"/>
        </w:rPr>
        <w:t xml:space="preserve">Załącznik nr </w:t>
      </w:r>
      <w:r w:rsidR="00D07B2A">
        <w:rPr>
          <w:sz w:val="18"/>
          <w:szCs w:val="18"/>
        </w:rPr>
        <w:t>3</w:t>
      </w:r>
    </w:p>
    <w:p w:rsidR="00587FF0" w:rsidRPr="00587FF0" w:rsidRDefault="00C13960" w:rsidP="006A6985">
      <w:pPr>
        <w:ind w:left="6372" w:firstLine="708"/>
        <w:rPr>
          <w:sz w:val="18"/>
          <w:szCs w:val="18"/>
        </w:rPr>
      </w:pPr>
      <w:r>
        <w:rPr>
          <w:sz w:val="18"/>
          <w:szCs w:val="18"/>
        </w:rPr>
        <w:t>Oświadczenie o posiadaniu uprawnień</w:t>
      </w:r>
    </w:p>
    <w:p w:rsidR="006F646A" w:rsidRDefault="006B3B5E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34" style="width:153.55pt;height:79.35pt;mso-wrap-distance-left:0;mso-wrap-distance-right:0;mso-position-horizontal-relative:char;mso-position-vertical-relative:line" coordsize="3419,1799">
            <o:lock v:ext="edit" text="t"/>
            <v:rect id="_x0000_s1035" style="position:absolute;width:3419;height:1799;v-text-anchor:middle" filled="f" stroked="f">
              <v:stroke joinstyle="round"/>
            </v:rect>
            <v:group id="_x0000_s1036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7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119;top:59;width:3167;height:1667;v-text-anchor:middle" filled="f" stroked="f">
                <v:stroke joinstyle="round"/>
                <v:textbox style="mso-next-textbox:#_x0000_s1038;mso-rotate-with-shape:t">
                  <w:txbxContent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7C321D" w:rsidRDefault="007C321D" w:rsidP="007C321D">
      <w:pPr>
        <w:rPr>
          <w:b/>
          <w:sz w:val="26"/>
          <w:szCs w:val="26"/>
        </w:rPr>
      </w:pPr>
    </w:p>
    <w:p w:rsidR="00C13960" w:rsidRDefault="00C13960" w:rsidP="007C321D">
      <w:pPr>
        <w:jc w:val="center"/>
        <w:rPr>
          <w:b/>
          <w:sz w:val="26"/>
          <w:szCs w:val="26"/>
        </w:rPr>
      </w:pPr>
    </w:p>
    <w:p w:rsidR="007C321D" w:rsidRPr="007C321D" w:rsidRDefault="00C13960" w:rsidP="007C321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OŚWIADCZENIE</w:t>
      </w:r>
    </w:p>
    <w:p w:rsidR="007C321D" w:rsidRPr="005231F5" w:rsidRDefault="007C321D" w:rsidP="007C321D">
      <w:pPr>
        <w:spacing w:line="360" w:lineRule="auto"/>
        <w:jc w:val="both"/>
        <w:rPr>
          <w:sz w:val="24"/>
          <w:szCs w:val="24"/>
        </w:rPr>
      </w:pPr>
    </w:p>
    <w:p w:rsidR="00C13960" w:rsidRPr="0034659E" w:rsidRDefault="007C321D" w:rsidP="0034659E">
      <w:pPr>
        <w:pStyle w:val="Podtytu"/>
        <w:spacing w:line="360" w:lineRule="auto"/>
        <w:jc w:val="both"/>
        <w:rPr>
          <w:rFonts w:ascii="Times New Roman" w:hAnsi="Times New Roman" w:cs="Times New Roman"/>
          <w:b/>
        </w:rPr>
      </w:pPr>
      <w:r w:rsidRPr="0034659E">
        <w:rPr>
          <w:rFonts w:ascii="Times New Roman" w:hAnsi="Times New Roman" w:cs="Times New Roman"/>
        </w:rPr>
        <w:t xml:space="preserve">Przystępując do udziału w postępowaniu o udzielenie zamówienia publicznego na zadanie pod nazwą: </w:t>
      </w:r>
      <w:r w:rsidR="00A06D31" w:rsidRPr="0034659E">
        <w:rPr>
          <w:rFonts w:ascii="Times New Roman" w:hAnsi="Times New Roman" w:cs="Times New Roman"/>
        </w:rPr>
        <w:t>„</w:t>
      </w:r>
      <w:r w:rsidR="005231F5" w:rsidRPr="0034659E">
        <w:rPr>
          <w:rFonts w:ascii="Times New Roman" w:hAnsi="Times New Roman" w:cs="Times New Roman"/>
          <w:b/>
        </w:rPr>
        <w:t xml:space="preserve">Budowa </w:t>
      </w:r>
      <w:r w:rsidR="00B46EC8">
        <w:rPr>
          <w:rFonts w:ascii="Times New Roman" w:hAnsi="Times New Roman" w:cs="Times New Roman"/>
          <w:b/>
        </w:rPr>
        <w:t>miejsca rekreacyjno – sportowego na osiedlu Malce w Nisku</w:t>
      </w:r>
      <w:r w:rsidR="007365C7" w:rsidRPr="0034659E">
        <w:rPr>
          <w:rFonts w:ascii="Times New Roman" w:hAnsi="Times New Roman" w:cs="Times New Roman"/>
          <w:b/>
        </w:rPr>
        <w:t>”</w:t>
      </w:r>
      <w:r w:rsidR="0034659E">
        <w:rPr>
          <w:rFonts w:ascii="Times New Roman" w:hAnsi="Times New Roman" w:cs="Times New Roman"/>
          <w:b/>
        </w:rPr>
        <w:t xml:space="preserve"> </w:t>
      </w:r>
      <w:r w:rsidRPr="0034659E">
        <w:rPr>
          <w:rFonts w:ascii="Times New Roman" w:hAnsi="Times New Roman" w:cs="Times New Roman"/>
        </w:rPr>
        <w:t xml:space="preserve">ja, niżej podpisany, reprezentując firmę, której nazwa jest wskazana w nagłówku, jako upoważniony na piśmie lub wpisany w odpowiednich dokumentach rejestrowych, w imieniu reprezentowanej przeze mnie firmy w imieniu reprezentowanej przeze mnie firmy </w:t>
      </w:r>
      <w:r w:rsidR="00C13960" w:rsidRPr="0034659E">
        <w:rPr>
          <w:rFonts w:ascii="Times New Roman" w:hAnsi="Times New Roman" w:cs="Times New Roman"/>
        </w:rPr>
        <w:t>oświadc</w:t>
      </w:r>
      <w:r w:rsidR="00BD0577" w:rsidRPr="0034659E">
        <w:rPr>
          <w:rFonts w:ascii="Times New Roman" w:hAnsi="Times New Roman" w:cs="Times New Roman"/>
        </w:rPr>
        <w:t xml:space="preserve">zam, że </w:t>
      </w:r>
      <w:r w:rsidR="00C13960" w:rsidRPr="0034659E">
        <w:rPr>
          <w:rFonts w:ascii="Times New Roman" w:hAnsi="Times New Roman" w:cs="Times New Roman"/>
        </w:rPr>
        <w:t>osoba przewidziana do pełnienia funkcji Kierownika Budowy</w:t>
      </w:r>
      <w:r w:rsidR="00983EDE" w:rsidRPr="0034659E">
        <w:rPr>
          <w:rFonts w:ascii="Times New Roman" w:hAnsi="Times New Roman" w:cs="Times New Roman"/>
        </w:rPr>
        <w:t xml:space="preserve"> </w:t>
      </w:r>
      <w:r w:rsidR="00651C3E" w:rsidRPr="0034659E">
        <w:rPr>
          <w:rFonts w:ascii="Times New Roman" w:hAnsi="Times New Roman" w:cs="Times New Roman"/>
        </w:rPr>
        <w:t>posiada</w:t>
      </w:r>
      <w:r w:rsidR="00C13960" w:rsidRPr="0034659E">
        <w:rPr>
          <w:rFonts w:ascii="Times New Roman" w:hAnsi="Times New Roman" w:cs="Times New Roman"/>
        </w:rPr>
        <w:t xml:space="preserve"> wymagane przepisami prawa oraz warunkami SIWZ uprawnienia budowlane.</w:t>
      </w:r>
    </w:p>
    <w:p w:rsidR="00715EB5" w:rsidRDefault="00715EB5" w:rsidP="00C13960">
      <w:pPr>
        <w:spacing w:line="360" w:lineRule="auto"/>
        <w:ind w:firstLine="708"/>
        <w:jc w:val="both"/>
        <w:rPr>
          <w:sz w:val="24"/>
          <w:szCs w:val="24"/>
        </w:rPr>
      </w:pPr>
    </w:p>
    <w:p w:rsidR="00587FF0" w:rsidRDefault="00587FF0" w:rsidP="00587FF0">
      <w:pPr>
        <w:jc w:val="both"/>
      </w:pPr>
    </w:p>
    <w:p w:rsidR="00587FF0" w:rsidRDefault="00587FF0" w:rsidP="00587FF0">
      <w:pPr>
        <w:ind w:left="708" w:firstLine="708"/>
        <w:jc w:val="both"/>
        <w:rPr>
          <w:sz w:val="18"/>
          <w:szCs w:val="18"/>
        </w:rPr>
      </w:pPr>
    </w:p>
    <w:p w:rsidR="007C321D" w:rsidRDefault="00587FF0" w:rsidP="007C321D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7C321D" w:rsidRDefault="007C321D" w:rsidP="007C321D">
      <w:pPr>
        <w:spacing w:line="36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………………………………………………</w:t>
      </w:r>
    </w:p>
    <w:p w:rsidR="006F646A" w:rsidRPr="007C321D" w:rsidRDefault="00C732B6" w:rsidP="007C321D">
      <w:pPr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</w:t>
      </w:r>
      <w:r w:rsidR="007C321D">
        <w:rPr>
          <w:sz w:val="18"/>
          <w:szCs w:val="18"/>
        </w:rPr>
        <w:t>pieczęć i podpis Wykonawcy</w:t>
      </w:r>
    </w:p>
    <w:sectPr w:rsidR="006F646A" w:rsidRPr="007C321D" w:rsidSect="007C321D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597" w:rsidRDefault="00895597">
      <w:r>
        <w:separator/>
      </w:r>
    </w:p>
  </w:endnote>
  <w:endnote w:type="continuationSeparator" w:id="0">
    <w:p w:rsidR="00895597" w:rsidRDefault="00895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B3B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587FF0">
    <w:pPr>
      <w:pStyle w:val="Stopka"/>
      <w:jc w:val="right"/>
      <w:rPr>
        <w:sz w:val="16"/>
        <w:szCs w:val="16"/>
      </w:rPr>
    </w:pP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6B3B5E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6B3B5E" w:rsidRPr="00587FF0">
          <w:rPr>
            <w:b/>
            <w:sz w:val="16"/>
            <w:szCs w:val="16"/>
          </w:rPr>
          <w:fldChar w:fldCharType="separate"/>
        </w:r>
        <w:r w:rsidR="00E271EA">
          <w:rPr>
            <w:b/>
            <w:noProof/>
            <w:sz w:val="16"/>
            <w:szCs w:val="16"/>
          </w:rPr>
          <w:t>1</w:t>
        </w:r>
        <w:r w:rsidR="006B3B5E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6B3B5E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6B3B5E" w:rsidRPr="00587FF0">
          <w:rPr>
            <w:b/>
            <w:sz w:val="16"/>
            <w:szCs w:val="16"/>
          </w:rPr>
          <w:fldChar w:fldCharType="separate"/>
        </w:r>
        <w:r w:rsidR="00E271EA">
          <w:rPr>
            <w:b/>
            <w:noProof/>
            <w:sz w:val="16"/>
            <w:szCs w:val="16"/>
          </w:rPr>
          <w:t>1</w:t>
        </w:r>
        <w:r w:rsidR="006B3B5E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6B3B5E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6B3B5E">
      <w:rPr>
        <w:rStyle w:val="Numerstrony"/>
      </w:rPr>
      <w:fldChar w:fldCharType="separate"/>
    </w:r>
    <w:r>
      <w:rPr>
        <w:rStyle w:val="Numerstrony"/>
        <w:noProof/>
      </w:rPr>
      <w:t>1</w:t>
    </w:r>
    <w:r w:rsidR="006B3B5E">
      <w:rPr>
        <w:rStyle w:val="Numerstrony"/>
      </w:rPr>
      <w:fldChar w:fldCharType="end"/>
    </w:r>
    <w:r>
      <w:rPr>
        <w:rStyle w:val="Numerstrony"/>
      </w:rPr>
      <w:t>/</w:t>
    </w:r>
    <w:r w:rsidR="006B3B5E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6B3B5E">
      <w:rPr>
        <w:rStyle w:val="Numerstrony"/>
      </w:rPr>
      <w:fldChar w:fldCharType="separate"/>
    </w:r>
    <w:r w:rsidR="00E271EA">
      <w:rPr>
        <w:rStyle w:val="Numerstrony"/>
        <w:noProof/>
      </w:rPr>
      <w:t>1</w:t>
    </w:r>
    <w:r w:rsidR="006B3B5E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597" w:rsidRDefault="00895597">
      <w:r>
        <w:separator/>
      </w:r>
    </w:p>
  </w:footnote>
  <w:footnote w:type="continuationSeparator" w:id="0">
    <w:p w:rsidR="00895597" w:rsidRDefault="008955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0DA0577"/>
    <w:multiLevelType w:val="hybridMultilevel"/>
    <w:tmpl w:val="8FAAD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1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2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5"/>
  </w:num>
  <w:num w:numId="3">
    <w:abstractNumId w:val="5"/>
  </w:num>
  <w:num w:numId="4">
    <w:abstractNumId w:val="13"/>
  </w:num>
  <w:num w:numId="5">
    <w:abstractNumId w:val="3"/>
  </w:num>
  <w:num w:numId="6">
    <w:abstractNumId w:val="4"/>
  </w:num>
  <w:num w:numId="7">
    <w:abstractNumId w:val="12"/>
  </w:num>
  <w:num w:numId="8">
    <w:abstractNumId w:val="16"/>
  </w:num>
  <w:num w:numId="9">
    <w:abstractNumId w:val="10"/>
  </w:num>
  <w:num w:numId="10">
    <w:abstractNumId w:val="7"/>
  </w:num>
  <w:num w:numId="11">
    <w:abstractNumId w:val="11"/>
  </w:num>
  <w:num w:numId="12">
    <w:abstractNumId w:val="2"/>
  </w:num>
  <w:num w:numId="13">
    <w:abstractNumId w:val="1"/>
  </w:num>
  <w:num w:numId="14">
    <w:abstractNumId w:val="9"/>
  </w:num>
  <w:num w:numId="15">
    <w:abstractNumId w:val="0"/>
  </w:num>
  <w:num w:numId="16">
    <w:abstractNumId w:val="14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6498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65DE5"/>
    <w:rsid w:val="00070797"/>
    <w:rsid w:val="000A0AEB"/>
    <w:rsid w:val="000A3B82"/>
    <w:rsid w:val="000A5EC4"/>
    <w:rsid w:val="000D7CED"/>
    <w:rsid w:val="000E750E"/>
    <w:rsid w:val="00107EBB"/>
    <w:rsid w:val="00120FA4"/>
    <w:rsid w:val="00161263"/>
    <w:rsid w:val="001A6028"/>
    <w:rsid w:val="001B7778"/>
    <w:rsid w:val="001E054B"/>
    <w:rsid w:val="00204D6E"/>
    <w:rsid w:val="00212828"/>
    <w:rsid w:val="002165AA"/>
    <w:rsid w:val="00233488"/>
    <w:rsid w:val="00271E63"/>
    <w:rsid w:val="002730B2"/>
    <w:rsid w:val="00273C53"/>
    <w:rsid w:val="00280712"/>
    <w:rsid w:val="002952E4"/>
    <w:rsid w:val="002A7C88"/>
    <w:rsid w:val="00301408"/>
    <w:rsid w:val="00315888"/>
    <w:rsid w:val="003271BA"/>
    <w:rsid w:val="0034659E"/>
    <w:rsid w:val="00355CE8"/>
    <w:rsid w:val="00394F66"/>
    <w:rsid w:val="003D3B51"/>
    <w:rsid w:val="003D526C"/>
    <w:rsid w:val="003E5314"/>
    <w:rsid w:val="00423A59"/>
    <w:rsid w:val="00444852"/>
    <w:rsid w:val="004517FD"/>
    <w:rsid w:val="00497257"/>
    <w:rsid w:val="004A7575"/>
    <w:rsid w:val="004B106F"/>
    <w:rsid w:val="004B4F3F"/>
    <w:rsid w:val="004D3908"/>
    <w:rsid w:val="004E14B2"/>
    <w:rsid w:val="004F2D10"/>
    <w:rsid w:val="004F650D"/>
    <w:rsid w:val="005231F5"/>
    <w:rsid w:val="00533B50"/>
    <w:rsid w:val="00534ED9"/>
    <w:rsid w:val="00541E9A"/>
    <w:rsid w:val="00572294"/>
    <w:rsid w:val="005743C7"/>
    <w:rsid w:val="00577B54"/>
    <w:rsid w:val="00582FA3"/>
    <w:rsid w:val="00586A2A"/>
    <w:rsid w:val="00587FF0"/>
    <w:rsid w:val="005973FC"/>
    <w:rsid w:val="005A559C"/>
    <w:rsid w:val="005C2B6D"/>
    <w:rsid w:val="005D5E0B"/>
    <w:rsid w:val="005D641D"/>
    <w:rsid w:val="005E3E7B"/>
    <w:rsid w:val="005E7D63"/>
    <w:rsid w:val="00616A00"/>
    <w:rsid w:val="00631060"/>
    <w:rsid w:val="00634689"/>
    <w:rsid w:val="006515B3"/>
    <w:rsid w:val="00651C3E"/>
    <w:rsid w:val="0067519B"/>
    <w:rsid w:val="00686374"/>
    <w:rsid w:val="00690AE1"/>
    <w:rsid w:val="00695AE8"/>
    <w:rsid w:val="006A1350"/>
    <w:rsid w:val="006A6985"/>
    <w:rsid w:val="006B3B5E"/>
    <w:rsid w:val="006C4100"/>
    <w:rsid w:val="006D2E75"/>
    <w:rsid w:val="006F646A"/>
    <w:rsid w:val="00713393"/>
    <w:rsid w:val="00715EB5"/>
    <w:rsid w:val="007259ED"/>
    <w:rsid w:val="00727376"/>
    <w:rsid w:val="007318E8"/>
    <w:rsid w:val="007365C7"/>
    <w:rsid w:val="00781717"/>
    <w:rsid w:val="00782514"/>
    <w:rsid w:val="00790A6C"/>
    <w:rsid w:val="007C321D"/>
    <w:rsid w:val="007D7B59"/>
    <w:rsid w:val="007F0AE5"/>
    <w:rsid w:val="0082091A"/>
    <w:rsid w:val="00882B1D"/>
    <w:rsid w:val="00895597"/>
    <w:rsid w:val="008C0074"/>
    <w:rsid w:val="008C6FD5"/>
    <w:rsid w:val="008E42F4"/>
    <w:rsid w:val="0091455C"/>
    <w:rsid w:val="00914596"/>
    <w:rsid w:val="00983EDE"/>
    <w:rsid w:val="009A0497"/>
    <w:rsid w:val="009B1B93"/>
    <w:rsid w:val="009C3820"/>
    <w:rsid w:val="00A002FE"/>
    <w:rsid w:val="00A06D31"/>
    <w:rsid w:val="00A146F3"/>
    <w:rsid w:val="00A17216"/>
    <w:rsid w:val="00A43E02"/>
    <w:rsid w:val="00A51112"/>
    <w:rsid w:val="00A72DB2"/>
    <w:rsid w:val="00A775FA"/>
    <w:rsid w:val="00AA3500"/>
    <w:rsid w:val="00AC02D6"/>
    <w:rsid w:val="00B10EF8"/>
    <w:rsid w:val="00B120BF"/>
    <w:rsid w:val="00B12924"/>
    <w:rsid w:val="00B20189"/>
    <w:rsid w:val="00B2550C"/>
    <w:rsid w:val="00B46EC8"/>
    <w:rsid w:val="00B52793"/>
    <w:rsid w:val="00B5340C"/>
    <w:rsid w:val="00B57B4F"/>
    <w:rsid w:val="00B75105"/>
    <w:rsid w:val="00BB1EE7"/>
    <w:rsid w:val="00BB78DE"/>
    <w:rsid w:val="00BD0577"/>
    <w:rsid w:val="00BD14F2"/>
    <w:rsid w:val="00BE046F"/>
    <w:rsid w:val="00BE3065"/>
    <w:rsid w:val="00BF2504"/>
    <w:rsid w:val="00C13960"/>
    <w:rsid w:val="00C17AA6"/>
    <w:rsid w:val="00C732B6"/>
    <w:rsid w:val="00C9387B"/>
    <w:rsid w:val="00CA3550"/>
    <w:rsid w:val="00CB3539"/>
    <w:rsid w:val="00CB4EEC"/>
    <w:rsid w:val="00CC06D6"/>
    <w:rsid w:val="00CC1BA7"/>
    <w:rsid w:val="00CC7E26"/>
    <w:rsid w:val="00CD0997"/>
    <w:rsid w:val="00CD4118"/>
    <w:rsid w:val="00CE7DAB"/>
    <w:rsid w:val="00D02C76"/>
    <w:rsid w:val="00D07B2A"/>
    <w:rsid w:val="00D23A0C"/>
    <w:rsid w:val="00D30B74"/>
    <w:rsid w:val="00D52080"/>
    <w:rsid w:val="00D77857"/>
    <w:rsid w:val="00D845DC"/>
    <w:rsid w:val="00DB0E49"/>
    <w:rsid w:val="00E167CB"/>
    <w:rsid w:val="00E21C0C"/>
    <w:rsid w:val="00E271EA"/>
    <w:rsid w:val="00E650B6"/>
    <w:rsid w:val="00E715E0"/>
    <w:rsid w:val="00EF1049"/>
    <w:rsid w:val="00F513C1"/>
    <w:rsid w:val="00F731C3"/>
    <w:rsid w:val="00FA176B"/>
    <w:rsid w:val="00FB5AFA"/>
    <w:rsid w:val="00FF2E54"/>
    <w:rsid w:val="00FF4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table" w:styleId="Tabela-Siatka">
    <w:name w:val="Table Grid"/>
    <w:basedOn w:val="Standardowy"/>
    <w:rsid w:val="001612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dtytu">
    <w:name w:val="Subtitle"/>
    <w:basedOn w:val="Normalny"/>
    <w:next w:val="Normalny"/>
    <w:link w:val="PodtytuZnak"/>
    <w:qFormat/>
    <w:rsid w:val="005231F5"/>
    <w:pPr>
      <w:suppressAutoHyphens/>
      <w:spacing w:after="60"/>
      <w:jc w:val="center"/>
    </w:pPr>
    <w:rPr>
      <w:rFonts w:ascii="Arial" w:hAnsi="Arial" w:cs="Arial"/>
      <w:sz w:val="24"/>
      <w:szCs w:val="24"/>
      <w:lang w:eastAsia="zh-CN"/>
    </w:rPr>
  </w:style>
  <w:style w:type="character" w:customStyle="1" w:styleId="PodtytuZnak">
    <w:name w:val="Podtytuł Znak"/>
    <w:basedOn w:val="Domylnaczcionkaakapitu"/>
    <w:link w:val="Podtytu"/>
    <w:rsid w:val="005231F5"/>
    <w:rPr>
      <w:rFonts w:ascii="Arial" w:hAnsi="Arial" w:cs="Arial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62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Gmina i Miasto Nisko</cp:lastModifiedBy>
  <cp:revision>84</cp:revision>
  <cp:lastPrinted>2014-11-19T07:09:00Z</cp:lastPrinted>
  <dcterms:created xsi:type="dcterms:W3CDTF">2013-04-09T09:13:00Z</dcterms:created>
  <dcterms:modified xsi:type="dcterms:W3CDTF">2014-11-19T07:09:00Z</dcterms:modified>
</cp:coreProperties>
</file>