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A320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DB4C22" w:rsidRDefault="00587FF0" w:rsidP="00DB4C22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6A6985">
        <w:rPr>
          <w:sz w:val="24"/>
          <w:szCs w:val="24"/>
        </w:rPr>
        <w:t xml:space="preserve">Przystępując do udziału w postępowaniu o udzielenie zamówienia publicznego na zadanie pod nazwą: </w:t>
      </w:r>
      <w:bookmarkStart w:id="0" w:name="_GoBack"/>
      <w:r w:rsidR="005F04ED" w:rsidRPr="005F04ED">
        <w:rPr>
          <w:b/>
          <w:sz w:val="24"/>
          <w:szCs w:val="24"/>
        </w:rPr>
        <w:t>„</w:t>
      </w:r>
      <w:r w:rsidR="005F04ED" w:rsidRPr="005F04ED">
        <w:rPr>
          <w:rFonts w:eastAsia="Lucida Sans Unicode" w:cs="Mangal"/>
          <w:b/>
          <w:kern w:val="2"/>
          <w:sz w:val="24"/>
          <w:szCs w:val="24"/>
          <w:lang w:eastAsia="hi-IN" w:bidi="hi-IN"/>
        </w:rPr>
        <w:t>Instalacja opraw oświetlenia ulicznego wraz z wymianą słupów na terenie Gminy  i Miasta Nisko</w:t>
      </w:r>
      <w:r w:rsidR="005F04ED" w:rsidRPr="005F04ED">
        <w:rPr>
          <w:b/>
          <w:bCs/>
          <w:sz w:val="24"/>
          <w:szCs w:val="24"/>
        </w:rPr>
        <w:t>”</w:t>
      </w:r>
      <w:r w:rsidR="005F04ED">
        <w:rPr>
          <w:b/>
          <w:bCs/>
          <w:sz w:val="22"/>
          <w:szCs w:val="22"/>
        </w:rPr>
        <w:t xml:space="preserve"> </w:t>
      </w:r>
      <w:bookmarkEnd w:id="0"/>
      <w:r w:rsidRPr="006A6985">
        <w:rPr>
          <w:bCs/>
          <w:sz w:val="24"/>
          <w:szCs w:val="24"/>
        </w:rPr>
        <w:t>ja </w:t>
      </w:r>
      <w:r w:rsidRPr="006A6985">
        <w:rPr>
          <w:sz w:val="24"/>
          <w:szCs w:val="24"/>
        </w:rPr>
        <w:t xml:space="preserve">niżej podpisany, reprezentując firmę, której nazwa jest wskazana w nagłówku, jako upoważniony na piśmie lub wpisany w odpowiednich dokumentach rejestrowych, w imieniu reprezentowanej przeze mnie firmy oświadczam, że spełniamy warunki udziału w postępowaniu określone w art. 22 ust.1 ustawy </w:t>
      </w:r>
      <w:proofErr w:type="spellStart"/>
      <w:r w:rsidR="001B7205">
        <w:rPr>
          <w:sz w:val="24"/>
          <w:szCs w:val="24"/>
        </w:rPr>
        <w:t>Pzp</w:t>
      </w:r>
      <w:proofErr w:type="spellEnd"/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0F" w:rsidRDefault="006A320F">
      <w:r>
        <w:separator/>
      </w:r>
    </w:p>
  </w:endnote>
  <w:endnote w:type="continuationSeparator" w:id="0">
    <w:p w:rsidR="006A320F" w:rsidRDefault="006A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352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3522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35223" w:rsidRPr="00587FF0">
          <w:rPr>
            <w:b/>
            <w:sz w:val="16"/>
            <w:szCs w:val="16"/>
          </w:rPr>
          <w:fldChar w:fldCharType="separate"/>
        </w:r>
        <w:r w:rsidR="005F04ED">
          <w:rPr>
            <w:b/>
            <w:noProof/>
            <w:sz w:val="16"/>
            <w:szCs w:val="16"/>
          </w:rPr>
          <w:t>1</w:t>
        </w:r>
        <w:r w:rsidR="00D3522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3522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35223" w:rsidRPr="00587FF0">
          <w:rPr>
            <w:b/>
            <w:sz w:val="16"/>
            <w:szCs w:val="16"/>
          </w:rPr>
          <w:fldChar w:fldCharType="separate"/>
        </w:r>
        <w:r w:rsidR="005F04ED">
          <w:rPr>
            <w:b/>
            <w:noProof/>
            <w:sz w:val="16"/>
            <w:szCs w:val="16"/>
          </w:rPr>
          <w:t>1</w:t>
        </w:r>
        <w:r w:rsidR="00D3522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3522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35223">
      <w:rPr>
        <w:rStyle w:val="Numerstrony"/>
      </w:rPr>
      <w:fldChar w:fldCharType="separate"/>
    </w:r>
    <w:r>
      <w:rPr>
        <w:rStyle w:val="Numerstrony"/>
        <w:noProof/>
      </w:rPr>
      <w:t>1</w:t>
    </w:r>
    <w:r w:rsidR="00D35223">
      <w:rPr>
        <w:rStyle w:val="Numerstrony"/>
      </w:rPr>
      <w:fldChar w:fldCharType="end"/>
    </w:r>
    <w:r>
      <w:rPr>
        <w:rStyle w:val="Numerstrony"/>
      </w:rPr>
      <w:t>/</w:t>
    </w:r>
    <w:r w:rsidR="00D3522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35223">
      <w:rPr>
        <w:rStyle w:val="Numerstrony"/>
      </w:rPr>
      <w:fldChar w:fldCharType="separate"/>
    </w:r>
    <w:r w:rsidR="00A85D90">
      <w:rPr>
        <w:rStyle w:val="Numerstrony"/>
        <w:noProof/>
      </w:rPr>
      <w:t>1</w:t>
    </w:r>
    <w:r w:rsidR="00D3522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0F" w:rsidRDefault="006A320F">
      <w:r>
        <w:separator/>
      </w:r>
    </w:p>
  </w:footnote>
  <w:footnote w:type="continuationSeparator" w:id="0">
    <w:p w:rsidR="006A320F" w:rsidRDefault="006A3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BF"/>
    <w:rsid w:val="00000529"/>
    <w:rsid w:val="000120E1"/>
    <w:rsid w:val="00070797"/>
    <w:rsid w:val="00086C2E"/>
    <w:rsid w:val="000A5EC4"/>
    <w:rsid w:val="000D2391"/>
    <w:rsid w:val="001073E7"/>
    <w:rsid w:val="00120FA4"/>
    <w:rsid w:val="0015072D"/>
    <w:rsid w:val="001B4B77"/>
    <w:rsid w:val="001B7205"/>
    <w:rsid w:val="001D7CEE"/>
    <w:rsid w:val="00212828"/>
    <w:rsid w:val="00222081"/>
    <w:rsid w:val="00225096"/>
    <w:rsid w:val="00233488"/>
    <w:rsid w:val="00271E63"/>
    <w:rsid w:val="002730B2"/>
    <w:rsid w:val="00280712"/>
    <w:rsid w:val="002A6496"/>
    <w:rsid w:val="002A7C88"/>
    <w:rsid w:val="00301408"/>
    <w:rsid w:val="003058A0"/>
    <w:rsid w:val="00332FDE"/>
    <w:rsid w:val="00393F55"/>
    <w:rsid w:val="004139B7"/>
    <w:rsid w:val="00424C9F"/>
    <w:rsid w:val="00444852"/>
    <w:rsid w:val="004512F7"/>
    <w:rsid w:val="00481CD2"/>
    <w:rsid w:val="00497257"/>
    <w:rsid w:val="004A0CC0"/>
    <w:rsid w:val="004B106F"/>
    <w:rsid w:val="004B11EA"/>
    <w:rsid w:val="004B4F3F"/>
    <w:rsid w:val="004D3908"/>
    <w:rsid w:val="004E1F2C"/>
    <w:rsid w:val="004F2D10"/>
    <w:rsid w:val="00533068"/>
    <w:rsid w:val="00534ED9"/>
    <w:rsid w:val="00542E5E"/>
    <w:rsid w:val="005579B0"/>
    <w:rsid w:val="0056691E"/>
    <w:rsid w:val="0057685F"/>
    <w:rsid w:val="00586A2A"/>
    <w:rsid w:val="00587FF0"/>
    <w:rsid w:val="005A559C"/>
    <w:rsid w:val="005C4422"/>
    <w:rsid w:val="005C5291"/>
    <w:rsid w:val="005D5E0B"/>
    <w:rsid w:val="005F04ED"/>
    <w:rsid w:val="005F122B"/>
    <w:rsid w:val="00616A00"/>
    <w:rsid w:val="00620624"/>
    <w:rsid w:val="00634689"/>
    <w:rsid w:val="00695AE8"/>
    <w:rsid w:val="006A320F"/>
    <w:rsid w:val="006A3719"/>
    <w:rsid w:val="006A6985"/>
    <w:rsid w:val="006B1D0C"/>
    <w:rsid w:val="006C4100"/>
    <w:rsid w:val="006D76BB"/>
    <w:rsid w:val="006D7B25"/>
    <w:rsid w:val="006F646A"/>
    <w:rsid w:val="00713393"/>
    <w:rsid w:val="00725FBD"/>
    <w:rsid w:val="00741789"/>
    <w:rsid w:val="00781717"/>
    <w:rsid w:val="00782514"/>
    <w:rsid w:val="007A161A"/>
    <w:rsid w:val="007D7B59"/>
    <w:rsid w:val="00860222"/>
    <w:rsid w:val="00860F7A"/>
    <w:rsid w:val="00882B1D"/>
    <w:rsid w:val="008850AF"/>
    <w:rsid w:val="008A70A7"/>
    <w:rsid w:val="008C6FD5"/>
    <w:rsid w:val="008D26BD"/>
    <w:rsid w:val="008E6776"/>
    <w:rsid w:val="008F25E2"/>
    <w:rsid w:val="00903B9B"/>
    <w:rsid w:val="009667EC"/>
    <w:rsid w:val="00980158"/>
    <w:rsid w:val="009A0497"/>
    <w:rsid w:val="009B1B93"/>
    <w:rsid w:val="00A146F3"/>
    <w:rsid w:val="00A85D90"/>
    <w:rsid w:val="00AA1A2A"/>
    <w:rsid w:val="00AE19EA"/>
    <w:rsid w:val="00B120BF"/>
    <w:rsid w:val="00B31B25"/>
    <w:rsid w:val="00B416C3"/>
    <w:rsid w:val="00B52793"/>
    <w:rsid w:val="00B97EF8"/>
    <w:rsid w:val="00BB1C4D"/>
    <w:rsid w:val="00BC5BF5"/>
    <w:rsid w:val="00BF2504"/>
    <w:rsid w:val="00BF48FD"/>
    <w:rsid w:val="00C14D5B"/>
    <w:rsid w:val="00C17AA6"/>
    <w:rsid w:val="00C448AF"/>
    <w:rsid w:val="00C45FE1"/>
    <w:rsid w:val="00C50B35"/>
    <w:rsid w:val="00C65473"/>
    <w:rsid w:val="00C716B1"/>
    <w:rsid w:val="00CA1172"/>
    <w:rsid w:val="00CA3550"/>
    <w:rsid w:val="00CB3539"/>
    <w:rsid w:val="00CD0997"/>
    <w:rsid w:val="00CE4EFA"/>
    <w:rsid w:val="00D045CD"/>
    <w:rsid w:val="00D23A0C"/>
    <w:rsid w:val="00D30B74"/>
    <w:rsid w:val="00D35223"/>
    <w:rsid w:val="00D52080"/>
    <w:rsid w:val="00DB00CE"/>
    <w:rsid w:val="00DB0E49"/>
    <w:rsid w:val="00DB4C22"/>
    <w:rsid w:val="00DD54BD"/>
    <w:rsid w:val="00E629C1"/>
    <w:rsid w:val="00F0275C"/>
    <w:rsid w:val="00F14260"/>
    <w:rsid w:val="00F731C3"/>
    <w:rsid w:val="00F86787"/>
    <w:rsid w:val="00FB10D0"/>
    <w:rsid w:val="00FB5AFA"/>
    <w:rsid w:val="00FE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PB</cp:lastModifiedBy>
  <cp:revision>63</cp:revision>
  <cp:lastPrinted>2014-10-07T12:49:00Z</cp:lastPrinted>
  <dcterms:created xsi:type="dcterms:W3CDTF">2013-04-09T09:13:00Z</dcterms:created>
  <dcterms:modified xsi:type="dcterms:W3CDTF">2014-10-08T10:37:00Z</dcterms:modified>
</cp:coreProperties>
</file>