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15" w:rsidRDefault="00604715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………… 12</w:t>
      </w:r>
    </w:p>
    <w:p w:rsidR="00604715" w:rsidRDefault="00604715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604715" w:rsidRDefault="00604715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…………  2012 roku</w:t>
      </w:r>
    </w:p>
    <w:p w:rsidR="00604715" w:rsidRDefault="00604715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604715" w:rsidRDefault="00604715" w:rsidP="008B39EC">
      <w:pPr>
        <w:pStyle w:val="Footer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604715" w:rsidRPr="008B39EC" w:rsidRDefault="00604715" w:rsidP="008B39EC">
      <w:pPr>
        <w:pStyle w:val="Footer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604715" w:rsidRDefault="00604715" w:rsidP="008B39EC">
      <w:pPr>
        <w:jc w:val="both"/>
        <w:rPr>
          <w:i/>
          <w:iCs/>
          <w:sz w:val="28"/>
          <w:szCs w:val="28"/>
        </w:rPr>
      </w:pPr>
    </w:p>
    <w:p w:rsidR="00604715" w:rsidRDefault="00604715" w:rsidP="00B82F7B">
      <w:pPr>
        <w:pStyle w:val="Normal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604715" w:rsidRPr="008B39EC" w:rsidRDefault="00604715" w:rsidP="008B39EC">
      <w:pPr>
        <w:pStyle w:val="Normal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604715" w:rsidRPr="008B39EC" w:rsidRDefault="00604715" w:rsidP="008B39EC">
      <w:pPr>
        <w:pStyle w:val="Normal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604715" w:rsidRDefault="00604715" w:rsidP="008B39EC">
      <w:pPr>
        <w:spacing w:after="0"/>
        <w:jc w:val="both"/>
        <w:rPr>
          <w:i/>
          <w:iCs/>
          <w:sz w:val="28"/>
          <w:szCs w:val="28"/>
        </w:rPr>
      </w:pPr>
    </w:p>
    <w:p w:rsidR="00604715" w:rsidRPr="008B39EC" w:rsidRDefault="00604715" w:rsidP="008B39EC">
      <w:pPr>
        <w:pStyle w:val="Normal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604715" w:rsidRPr="008B39EC" w:rsidRDefault="00604715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604715" w:rsidRPr="008B39EC" w:rsidRDefault="00604715" w:rsidP="00BA14B5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 xml:space="preserve">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A14B5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Default="00604715" w:rsidP="008B39EC">
      <w:pPr>
        <w:pStyle w:val="Normal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604715" w:rsidRPr="008B39EC" w:rsidRDefault="00604715" w:rsidP="008B39EC">
      <w:pPr>
        <w:pStyle w:val="Normal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604715" w:rsidRPr="008B39EC" w:rsidRDefault="00604715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604715" w:rsidRDefault="00604715" w:rsidP="00B56836">
      <w:pPr>
        <w:pStyle w:val="NormalWeb"/>
        <w:ind w:left="4956"/>
        <w:jc w:val="center"/>
      </w:pPr>
    </w:p>
    <w:p w:rsidR="00604715" w:rsidRPr="00B56836" w:rsidRDefault="00604715" w:rsidP="00B56836">
      <w:pPr>
        <w:pStyle w:val="NormalWeb"/>
        <w:spacing w:before="0" w:beforeAutospacing="0"/>
        <w:ind w:left="4956"/>
        <w:jc w:val="center"/>
      </w:pPr>
    </w:p>
    <w:p w:rsidR="00604715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604715" w:rsidRPr="00B56836" w:rsidRDefault="00604715" w:rsidP="00B56836">
      <w:pPr>
        <w:pStyle w:val="Footer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604715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57EE9"/>
    <w:rsid w:val="00160FF1"/>
    <w:rsid w:val="001655BF"/>
    <w:rsid w:val="001704F7"/>
    <w:rsid w:val="001C1016"/>
    <w:rsid w:val="00202CD6"/>
    <w:rsid w:val="00241870"/>
    <w:rsid w:val="00394CC6"/>
    <w:rsid w:val="004141AB"/>
    <w:rsid w:val="00497BB3"/>
    <w:rsid w:val="004B0FD9"/>
    <w:rsid w:val="004C7AA8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97846"/>
    <w:rsid w:val="007B5595"/>
    <w:rsid w:val="007C5057"/>
    <w:rsid w:val="00846B1B"/>
    <w:rsid w:val="008A021E"/>
    <w:rsid w:val="008B39EC"/>
    <w:rsid w:val="008C3CDD"/>
    <w:rsid w:val="008C6775"/>
    <w:rsid w:val="008C74E3"/>
    <w:rsid w:val="008E3968"/>
    <w:rsid w:val="009336E5"/>
    <w:rsid w:val="009B3824"/>
    <w:rsid w:val="009E0782"/>
    <w:rsid w:val="00A02FD9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51676"/>
    <w:rsid w:val="00DB1613"/>
    <w:rsid w:val="00E5475A"/>
    <w:rsid w:val="00E7134B"/>
    <w:rsid w:val="00EF2FA4"/>
    <w:rsid w:val="00F03EE4"/>
    <w:rsid w:val="00F3199F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F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54</TotalTime>
  <Pages>1</Pages>
  <Words>149</Words>
  <Characters>896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</cp:lastModifiedBy>
  <cp:revision>23</cp:revision>
  <cp:lastPrinted>2012-03-30T07:43:00Z</cp:lastPrinted>
  <dcterms:created xsi:type="dcterms:W3CDTF">2011-01-26T18:44:00Z</dcterms:created>
  <dcterms:modified xsi:type="dcterms:W3CDTF">2012-06-05T08:52:00Z</dcterms:modified>
</cp:coreProperties>
</file>