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68B" w:rsidRDefault="005A468B" w:rsidP="008B39EC">
      <w:pPr>
        <w:pStyle w:val="Footer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 C H W A Ł A   NR  …….. / 11</w:t>
      </w:r>
    </w:p>
    <w:p w:rsidR="005A468B" w:rsidRDefault="005A468B" w:rsidP="008B39EC">
      <w:pPr>
        <w:pStyle w:val="Footer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RADY  GMINY  OSTRÓW   MAZOWIECKA</w:t>
      </w:r>
    </w:p>
    <w:p w:rsidR="005A468B" w:rsidRDefault="005A468B" w:rsidP="008B39EC">
      <w:pPr>
        <w:pStyle w:val="Footer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 dnia  …………..  2011 roku</w:t>
      </w:r>
    </w:p>
    <w:p w:rsidR="005A468B" w:rsidRDefault="005A468B" w:rsidP="008B39EC">
      <w:pPr>
        <w:pStyle w:val="Footer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5A468B" w:rsidRDefault="005A468B" w:rsidP="008B39EC">
      <w:pPr>
        <w:pStyle w:val="Footer"/>
        <w:tabs>
          <w:tab w:val="left" w:pos="708"/>
        </w:tabs>
        <w:spacing w:line="360" w:lineRule="auto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w sprawie</w:t>
      </w:r>
    </w:p>
    <w:p w:rsidR="005A468B" w:rsidRPr="008B39EC" w:rsidRDefault="005A468B" w:rsidP="008B39EC">
      <w:pPr>
        <w:pStyle w:val="Footer"/>
        <w:tabs>
          <w:tab w:val="left" w:pos="708"/>
        </w:tabs>
        <w:ind w:left="1005"/>
        <w:jc w:val="both"/>
        <w:rPr>
          <w:b/>
          <w:bCs/>
          <w:i/>
          <w:iCs/>
          <w:sz w:val="28"/>
          <w:szCs w:val="28"/>
        </w:rPr>
      </w:pPr>
      <w:r w:rsidRPr="008B39EC">
        <w:rPr>
          <w:b/>
          <w:bCs/>
          <w:i/>
          <w:iCs/>
          <w:color w:val="000000"/>
          <w:sz w:val="28"/>
          <w:szCs w:val="28"/>
        </w:rPr>
        <w:t>zmiany Wieloletniej Prognozy Finansowej Gminy Ostrów Mazowiecka na lata 2011–</w:t>
      </w:r>
      <w:r>
        <w:rPr>
          <w:b/>
          <w:bCs/>
          <w:i/>
          <w:iCs/>
          <w:color w:val="000000"/>
          <w:sz w:val="28"/>
          <w:szCs w:val="28"/>
        </w:rPr>
        <w:t>2020.</w:t>
      </w:r>
    </w:p>
    <w:p w:rsidR="005A468B" w:rsidRDefault="005A468B" w:rsidP="008B39EC">
      <w:pPr>
        <w:jc w:val="both"/>
        <w:rPr>
          <w:i/>
          <w:iCs/>
          <w:sz w:val="28"/>
          <w:szCs w:val="28"/>
        </w:rPr>
      </w:pPr>
    </w:p>
    <w:p w:rsidR="005A468B" w:rsidRDefault="005A468B" w:rsidP="00B82F7B">
      <w:pPr>
        <w:pStyle w:val="NormalWeb"/>
        <w:spacing w:before="40" w:beforeAutospacing="0" w:after="40" w:line="249" w:lineRule="atLeast"/>
        <w:ind w:firstLine="708"/>
        <w:jc w:val="both"/>
        <w:rPr>
          <w:i/>
          <w:iCs/>
          <w:color w:val="000000"/>
          <w:sz w:val="26"/>
          <w:szCs w:val="26"/>
        </w:rPr>
      </w:pPr>
      <w:r w:rsidRPr="008B39EC">
        <w:rPr>
          <w:i/>
          <w:iCs/>
          <w:color w:val="000000"/>
          <w:sz w:val="26"/>
          <w:szCs w:val="26"/>
        </w:rPr>
        <w:t xml:space="preserve">Na podstawie art. 230 ust. 6 w związku z art. 226, art. 227, art. 228 i art. 243 ustawy z dnia 27 sierpnia 2009 r. o finansach publicznych (Dz. U. Nr 157, poz. 1240 z późn. zm.) w związku z art. 121 ust. 8 i art. 122 ust. 2 i 3 ustawy z dnia 27 sierpnia 2009 r. – Przepisy wprowadzające ustawę o finansach publicznych (Dz. U. Nr 157, poz. 1241 z późn. zm.) oraz art. 169-170 ustawy z dnia 30 czerwca 2005 r. o finansach publicznych (Dz. U. Nr 249, poz. 2104 z późn. zm.), </w:t>
      </w:r>
    </w:p>
    <w:p w:rsidR="005A468B" w:rsidRPr="008B39EC" w:rsidRDefault="005A468B" w:rsidP="008B39EC">
      <w:pPr>
        <w:pStyle w:val="NormalWeb"/>
        <w:spacing w:before="40" w:beforeAutospacing="0" w:after="40" w:line="249" w:lineRule="atLeast"/>
        <w:ind w:firstLine="1005"/>
        <w:jc w:val="both"/>
        <w:rPr>
          <w:sz w:val="26"/>
          <w:szCs w:val="26"/>
        </w:rPr>
      </w:pPr>
    </w:p>
    <w:p w:rsidR="005A468B" w:rsidRPr="008B39EC" w:rsidRDefault="005A468B" w:rsidP="008B39EC">
      <w:pPr>
        <w:pStyle w:val="NormalWeb"/>
        <w:spacing w:before="0" w:beforeAutospacing="0" w:after="0" w:line="249" w:lineRule="atLeast"/>
        <w:jc w:val="center"/>
        <w:rPr>
          <w:sz w:val="26"/>
          <w:szCs w:val="26"/>
        </w:rPr>
      </w:pPr>
      <w:r w:rsidRPr="008B39EC">
        <w:rPr>
          <w:b/>
          <w:bCs/>
          <w:i/>
          <w:iCs/>
          <w:color w:val="000000"/>
          <w:sz w:val="26"/>
          <w:szCs w:val="26"/>
        </w:rPr>
        <w:t>uchwala się</w:t>
      </w:r>
      <w:r>
        <w:rPr>
          <w:b/>
          <w:bCs/>
          <w:i/>
          <w:iCs/>
          <w:color w:val="000000"/>
          <w:sz w:val="26"/>
          <w:szCs w:val="26"/>
        </w:rPr>
        <w:t>,</w:t>
      </w:r>
      <w:r w:rsidRPr="008B39EC">
        <w:rPr>
          <w:b/>
          <w:bCs/>
          <w:i/>
          <w:iCs/>
          <w:color w:val="000000"/>
          <w:sz w:val="26"/>
          <w:szCs w:val="26"/>
        </w:rPr>
        <w:t xml:space="preserve"> co następuje :</w:t>
      </w:r>
    </w:p>
    <w:p w:rsidR="005A468B" w:rsidRDefault="005A468B" w:rsidP="008B39EC">
      <w:pPr>
        <w:spacing w:after="0"/>
        <w:jc w:val="both"/>
        <w:rPr>
          <w:i/>
          <w:iCs/>
          <w:sz w:val="28"/>
          <w:szCs w:val="28"/>
        </w:rPr>
      </w:pPr>
    </w:p>
    <w:p w:rsidR="005A468B" w:rsidRPr="008B39EC" w:rsidRDefault="005A468B" w:rsidP="008B39EC">
      <w:pPr>
        <w:pStyle w:val="NormalWeb"/>
        <w:keepNext/>
        <w:spacing w:before="0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1.</w:t>
      </w:r>
    </w:p>
    <w:p w:rsidR="005A468B" w:rsidRPr="008B39EC" w:rsidRDefault="005A468B" w:rsidP="00B82F7B">
      <w:pPr>
        <w:pStyle w:val="Normal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 xml:space="preserve">Zmienia się Wieloletnią Prognozę Finansową Gminy Ostrów Mazowiecka na lata </w:t>
      </w:r>
      <w:r w:rsidRPr="008B39EC">
        <w:rPr>
          <w:b/>
          <w:bCs/>
          <w:color w:val="000000"/>
          <w:sz w:val="26"/>
          <w:szCs w:val="26"/>
        </w:rPr>
        <w:t>2011–2020,</w:t>
      </w:r>
      <w:r w:rsidRPr="008B39EC">
        <w:rPr>
          <w:color w:val="000000"/>
          <w:sz w:val="26"/>
          <w:szCs w:val="26"/>
        </w:rPr>
        <w:t xml:space="preserve"> zgodnie z załącznikiem Nr 1 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5A468B" w:rsidRPr="008B39EC" w:rsidRDefault="005A468B" w:rsidP="008B39EC">
      <w:pPr>
        <w:pStyle w:val="NormalWeb"/>
        <w:keepNext/>
        <w:spacing w:before="238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2.</w:t>
      </w:r>
    </w:p>
    <w:p w:rsidR="005A468B" w:rsidRPr="008B39EC" w:rsidRDefault="005A468B" w:rsidP="00B82F7B">
      <w:pPr>
        <w:pStyle w:val="Normal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 xml:space="preserve">Zmienia się wykaz przedsięwzięć realizowanych w latach 2011–2016 </w:t>
      </w:r>
      <w:r w:rsidRPr="008B39EC">
        <w:rPr>
          <w:b/>
          <w:bCs/>
          <w:color w:val="000000"/>
          <w:sz w:val="26"/>
          <w:szCs w:val="26"/>
        </w:rPr>
        <w:t>,</w:t>
      </w:r>
      <w:r w:rsidRPr="008B39EC">
        <w:rPr>
          <w:i/>
          <w:iCs/>
          <w:color w:val="000000"/>
          <w:sz w:val="26"/>
          <w:szCs w:val="26"/>
        </w:rPr>
        <w:t xml:space="preserve"> </w:t>
      </w:r>
      <w:r w:rsidRPr="008B39EC">
        <w:rPr>
          <w:color w:val="000000"/>
          <w:sz w:val="26"/>
          <w:szCs w:val="26"/>
        </w:rPr>
        <w:t xml:space="preserve">zgodnie z załącznikiem Nr 2 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5A468B" w:rsidRPr="008B39EC" w:rsidRDefault="005A468B" w:rsidP="008B39EC">
      <w:pPr>
        <w:pStyle w:val="NormalWeb"/>
        <w:keepNext/>
        <w:spacing w:before="238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3.</w:t>
      </w:r>
    </w:p>
    <w:p w:rsidR="005A468B" w:rsidRPr="008B39EC" w:rsidRDefault="005A468B" w:rsidP="008B39EC">
      <w:pPr>
        <w:pStyle w:val="NormalWeb"/>
        <w:spacing w:before="40" w:beforeAutospacing="0" w:after="40" w:line="249" w:lineRule="atLeast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Wykonanie uchwały powierza się Wójtowi.</w:t>
      </w:r>
    </w:p>
    <w:p w:rsidR="005A468B" w:rsidRPr="008B39EC" w:rsidRDefault="005A468B" w:rsidP="008B39EC">
      <w:pPr>
        <w:pStyle w:val="NormalWeb"/>
        <w:keepNext/>
        <w:spacing w:before="238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4.</w:t>
      </w:r>
    </w:p>
    <w:p w:rsidR="005A468B" w:rsidRPr="008B39EC" w:rsidRDefault="005A468B" w:rsidP="00B82F7B">
      <w:pPr>
        <w:pStyle w:val="Normal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Uchwała wchodzi w życie z dniem podjęcia</w:t>
      </w:r>
      <w:r>
        <w:rPr>
          <w:color w:val="000000"/>
          <w:sz w:val="26"/>
          <w:szCs w:val="26"/>
        </w:rPr>
        <w:t>.</w:t>
      </w:r>
    </w:p>
    <w:p w:rsidR="005A468B" w:rsidRDefault="005A468B" w:rsidP="00B56836">
      <w:pPr>
        <w:pStyle w:val="NormalWeb"/>
        <w:ind w:left="4956"/>
        <w:jc w:val="center"/>
      </w:pPr>
    </w:p>
    <w:p w:rsidR="005A468B" w:rsidRPr="00B56836" w:rsidRDefault="005A468B" w:rsidP="00B56836">
      <w:pPr>
        <w:pStyle w:val="NormalWeb"/>
        <w:spacing w:before="0" w:beforeAutospacing="0"/>
        <w:ind w:left="4956"/>
        <w:jc w:val="center"/>
      </w:pPr>
    </w:p>
    <w:p w:rsidR="005A468B" w:rsidRDefault="005A468B" w:rsidP="00B56836">
      <w:pPr>
        <w:spacing w:after="0"/>
        <w:ind w:left="4956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PRZEWODNICZĄCY</w:t>
      </w:r>
    </w:p>
    <w:p w:rsidR="005A468B" w:rsidRPr="00B56836" w:rsidRDefault="005A468B" w:rsidP="00B56836">
      <w:pPr>
        <w:spacing w:after="0"/>
        <w:ind w:left="4956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B56836">
        <w:rPr>
          <w:rFonts w:ascii="Times New Roman" w:hAnsi="Times New Roman" w:cs="Times New Roman"/>
          <w:b/>
          <w:bCs/>
          <w:color w:val="000000"/>
          <w:sz w:val="26"/>
          <w:szCs w:val="26"/>
        </w:rPr>
        <w:t>RADY GMINY</w:t>
      </w:r>
    </w:p>
    <w:p w:rsidR="005A468B" w:rsidRPr="00B56836" w:rsidRDefault="005A468B" w:rsidP="00B56836">
      <w:pPr>
        <w:spacing w:after="0"/>
        <w:ind w:left="4956"/>
        <w:jc w:val="center"/>
        <w:rPr>
          <w:rFonts w:ascii="Times New Roman" w:hAnsi="Times New Roman" w:cs="Times New Roman"/>
          <w:sz w:val="26"/>
          <w:szCs w:val="26"/>
        </w:rPr>
      </w:pPr>
      <w:r w:rsidRPr="00B56836">
        <w:rPr>
          <w:rFonts w:ascii="Times New Roman" w:hAnsi="Times New Roman" w:cs="Times New Roman"/>
          <w:b/>
          <w:bCs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Tadeusz Jabłonka</w:t>
      </w:r>
    </w:p>
    <w:p w:rsidR="005A468B" w:rsidRPr="00B56836" w:rsidRDefault="005A468B" w:rsidP="00B56836">
      <w:pPr>
        <w:pStyle w:val="Footer"/>
        <w:tabs>
          <w:tab w:val="left" w:pos="360"/>
        </w:tabs>
        <w:ind w:left="360"/>
        <w:jc w:val="right"/>
        <w:rPr>
          <w:b/>
          <w:bCs/>
        </w:rPr>
      </w:pPr>
      <w:r>
        <w:tab/>
      </w:r>
    </w:p>
    <w:sectPr w:rsidR="005A468B" w:rsidRPr="00B56836" w:rsidSect="00160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9EC"/>
    <w:rsid w:val="00160FF1"/>
    <w:rsid w:val="001704F7"/>
    <w:rsid w:val="004141AB"/>
    <w:rsid w:val="004C7AA8"/>
    <w:rsid w:val="005A468B"/>
    <w:rsid w:val="005C6FF8"/>
    <w:rsid w:val="00623FEE"/>
    <w:rsid w:val="006D1A8A"/>
    <w:rsid w:val="007B5595"/>
    <w:rsid w:val="008B39EC"/>
    <w:rsid w:val="008E3968"/>
    <w:rsid w:val="009C56D9"/>
    <w:rsid w:val="00AB2994"/>
    <w:rsid w:val="00B1661B"/>
    <w:rsid w:val="00B56836"/>
    <w:rsid w:val="00B65562"/>
    <w:rsid w:val="00B82F7B"/>
    <w:rsid w:val="00B95004"/>
    <w:rsid w:val="00BF4615"/>
    <w:rsid w:val="00C11712"/>
    <w:rsid w:val="00D51676"/>
    <w:rsid w:val="00DB1613"/>
    <w:rsid w:val="00E5475A"/>
    <w:rsid w:val="00F3199F"/>
    <w:rsid w:val="00FC7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FF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B39E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rsid w:val="008B39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B39EC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12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1</Pages>
  <Words>150</Words>
  <Characters>900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</cp:lastModifiedBy>
  <cp:revision>9</cp:revision>
  <cp:lastPrinted>2011-03-18T13:38:00Z</cp:lastPrinted>
  <dcterms:created xsi:type="dcterms:W3CDTF">2011-01-26T18:44:00Z</dcterms:created>
  <dcterms:modified xsi:type="dcterms:W3CDTF">2011-05-19T11:49:00Z</dcterms:modified>
</cp:coreProperties>
</file>