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6C" w:rsidRDefault="00A9356C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A9356C" w:rsidRDefault="00A9356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A9356C" w:rsidRDefault="00A9356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A9356C" w:rsidRDefault="00A9356C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A9356C" w:rsidRDefault="00A9356C">
      <w:pPr>
        <w:spacing w:after="0"/>
        <w:rPr>
          <w:rFonts w:ascii="Arial" w:hAnsi="Arial" w:cs="Arial"/>
          <w:b/>
          <w:bCs/>
        </w:rPr>
      </w:pPr>
    </w:p>
    <w:p w:rsidR="00A9356C" w:rsidRDefault="00A9356C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A9356C" w:rsidRDefault="00A9356C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A9356C" w:rsidRDefault="00A9356C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A9356C" w:rsidRDefault="00A9356C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A9356C" w:rsidRDefault="00A9356C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9356C" w:rsidRDefault="00A9356C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9356C" w:rsidRDefault="00A9356C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A9356C" w:rsidRDefault="00A9356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A9356C" w:rsidRDefault="00A9356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A9356C" w:rsidRDefault="00A9356C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A9356C" w:rsidRDefault="00A9356C">
      <w:pPr>
        <w:rPr>
          <w:rFonts w:ascii="Arial" w:hAnsi="Arial" w:cs="Arial"/>
        </w:rPr>
      </w:pPr>
    </w:p>
    <w:p w:rsidR="00A9356C" w:rsidRDefault="00A9356C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9356C" w:rsidRDefault="00A9356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A9356C" w:rsidRDefault="00A9356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A9356C" w:rsidRDefault="00A9356C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9356C" w:rsidRDefault="00A9356C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A9356C" w:rsidRDefault="00A9356C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PRZEBUDOWA DROGI DOJAZDOWEJ DO GRUNTÓW ROLNYCH W RZĄSINACH DZ. NR 753DR</w:t>
      </w:r>
    </w:p>
    <w:p w:rsidR="00A9356C" w:rsidRDefault="00A9356C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WT/PDR/9/17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A9356C" w:rsidRDefault="00A9356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</w:rPr>
      </w:pPr>
    </w:p>
    <w:p w:rsidR="00A9356C" w:rsidRDefault="00A9356C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A9356C" w:rsidRDefault="00A9356C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A9356C" w:rsidRDefault="00A9356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A9356C" w:rsidRDefault="00A9356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A9356C" w:rsidRDefault="00A9356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9356C" w:rsidRDefault="00A9356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A9356C" w:rsidRDefault="00A9356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9356C" w:rsidRDefault="00A9356C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9356C" w:rsidRDefault="00A9356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9356C" w:rsidRDefault="00A9356C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9356C" w:rsidRDefault="00A9356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A9356C" w:rsidRDefault="00A9356C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356C" w:rsidRDefault="00A935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9356C" w:rsidRDefault="00A9356C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A9356C" w:rsidSect="00A9356C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56C" w:rsidRDefault="00A9356C">
      <w:pPr>
        <w:spacing w:after="0" w:line="240" w:lineRule="auto"/>
      </w:pPr>
      <w:r>
        <w:separator/>
      </w:r>
    </w:p>
  </w:endnote>
  <w:endnote w:type="continuationSeparator" w:id="0">
    <w:p w:rsidR="00A9356C" w:rsidRDefault="00A9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6C" w:rsidRDefault="00A9356C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A9356C" w:rsidRDefault="00A935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56C" w:rsidRDefault="00A9356C">
      <w:pPr>
        <w:spacing w:after="0" w:line="240" w:lineRule="auto"/>
      </w:pPr>
      <w:r>
        <w:separator/>
      </w:r>
    </w:p>
  </w:footnote>
  <w:footnote w:type="continuationSeparator" w:id="0">
    <w:p w:rsidR="00A9356C" w:rsidRDefault="00A93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56C"/>
    <w:rsid w:val="00A9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EndnoteText">
    <w:name w:val="endnote text"/>
    <w:basedOn w:val="Normal"/>
    <w:link w:val="End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374</Words>
  <Characters>2133</Characters>
  <Application>Microsoft Office Outlook</Application>
  <DocSecurity>0</DocSecurity>
  <Lines>0</Lines>
  <Paragraphs>0</Paragraphs>
  <ScaleCrop>false</ScaleCrop>
  <Company>UGiM Gryfow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msiemer</cp:lastModifiedBy>
  <cp:revision>12</cp:revision>
  <cp:lastPrinted>2016-07-26T08:32:00Z</cp:lastPrinted>
  <dcterms:created xsi:type="dcterms:W3CDTF">2016-09-23T06:28:00Z</dcterms:created>
  <dcterms:modified xsi:type="dcterms:W3CDTF">2017-07-12T11:01:00Z</dcterms:modified>
</cp:coreProperties>
</file>