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1633CD" w:rsidRDefault="001633CD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BUDOWA ŻLOBKA PUBLICZNEGO W GRYFOWIE ŚLĄSKIM</w:t>
      </w:r>
    </w:p>
    <w:p w:rsidR="001633CD" w:rsidRDefault="001633CD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WT/BŻP/7/17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1633CD" w:rsidRDefault="001633CD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CD" w:rsidRDefault="001633CD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3CD"/>
    <w:rsid w:val="0016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EndnoteText">
    <w:name w:val="endnote text"/>
    <w:basedOn w:val="Normal"/>
    <w:link w:val="End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370</Words>
  <Characters>2111</Characters>
  <Application>Microsoft Office Outlook</Application>
  <DocSecurity>0</DocSecurity>
  <Lines>0</Lines>
  <Paragraphs>0</Paragraphs>
  <ScaleCrop>false</ScaleCrop>
  <Company>UGiM Gryfow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msiemer</cp:lastModifiedBy>
  <cp:revision>12</cp:revision>
  <cp:lastPrinted>2016-07-26T08:32:00Z</cp:lastPrinted>
  <dcterms:created xsi:type="dcterms:W3CDTF">2016-09-23T06:28:00Z</dcterms:created>
  <dcterms:modified xsi:type="dcterms:W3CDTF">2017-06-27T11:40:00Z</dcterms:modified>
</cp:coreProperties>
</file>