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68E" w:rsidRDefault="0054368E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:rsidR="0054368E" w:rsidRDefault="0054368E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Gryfów Śląski</w:t>
      </w:r>
    </w:p>
    <w:p w:rsidR="0054368E" w:rsidRDefault="0054368E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Rynek 1</w:t>
      </w:r>
    </w:p>
    <w:p w:rsidR="0054368E" w:rsidRDefault="0054368E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59-620 Gryfów Śląski</w:t>
      </w:r>
    </w:p>
    <w:p w:rsidR="0054368E" w:rsidRDefault="0054368E">
      <w:pPr>
        <w:spacing w:after="0"/>
        <w:rPr>
          <w:rFonts w:ascii="Arial" w:hAnsi="Arial" w:cs="Arial"/>
          <w:b/>
          <w:bCs/>
        </w:rPr>
      </w:pPr>
    </w:p>
    <w:p w:rsidR="0054368E" w:rsidRDefault="0054368E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54368E" w:rsidRDefault="0054368E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54368E" w:rsidRDefault="0054368E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54368E" w:rsidRDefault="0054368E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54368E" w:rsidRDefault="0054368E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54368E" w:rsidRDefault="0054368E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54368E" w:rsidRDefault="0054368E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54368E" w:rsidRDefault="0054368E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54368E" w:rsidRDefault="0054368E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:rsidR="0054368E" w:rsidRDefault="0054368E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54368E" w:rsidRDefault="0054368E">
      <w:pPr>
        <w:spacing w:after="0"/>
        <w:ind w:right="4819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54368E" w:rsidRDefault="0054368E">
      <w:pPr>
        <w:rPr>
          <w:rFonts w:ascii="Arial" w:hAnsi="Arial" w:cs="Arial"/>
        </w:rPr>
      </w:pPr>
    </w:p>
    <w:p w:rsidR="0054368E" w:rsidRDefault="0054368E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Oświadczenie wykonawcy </w:t>
      </w:r>
    </w:p>
    <w:p w:rsidR="0054368E" w:rsidRDefault="0054368E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54368E" w:rsidRDefault="0054368E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54368E" w:rsidRDefault="0054368E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54368E" w:rsidRDefault="0054368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4368E" w:rsidRDefault="0054368E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54368E" w:rsidRDefault="0054368E">
      <w:pPr>
        <w:spacing w:line="240" w:lineRule="auto"/>
        <w:jc w:val="center"/>
        <w:rPr>
          <w:rFonts w:ascii="Arial" w:hAnsi="Arial" w:cs="Arial"/>
          <w:color w:val="008080"/>
          <w:sz w:val="20"/>
          <w:szCs w:val="20"/>
        </w:rPr>
      </w:pPr>
      <w:r>
        <w:rPr>
          <w:rFonts w:ascii="Arial" w:hAnsi="Arial" w:cs="Arial"/>
          <w:b/>
          <w:bCs/>
          <w:color w:val="808080"/>
          <w:sz w:val="20"/>
          <w:szCs w:val="20"/>
        </w:rPr>
        <w:t>UZBROJENIE LOKALNEJ STREFY MAŁEJ PRZEDSIĘBIORCZOŚCI W GRYFOWIE ŚLĄSKIM</w:t>
      </w:r>
    </w:p>
    <w:p w:rsidR="0054368E" w:rsidRDefault="0054368E">
      <w:pPr>
        <w:tabs>
          <w:tab w:val="left" w:pos="-720"/>
        </w:tabs>
        <w:spacing w:after="0" w:line="360" w:lineRule="auto"/>
        <w:jc w:val="center"/>
        <w:rPr>
          <w:rFonts w:ascii="Arial" w:hAnsi="Arial" w:cs="Arial"/>
          <w:b/>
          <w:bCs/>
          <w:color w:val="80808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WT/ULS/6/17</w:t>
      </w:r>
    </w:p>
    <w:p w:rsidR="0054368E" w:rsidRDefault="0054368E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bCs/>
          <w:sz w:val="21"/>
          <w:szCs w:val="21"/>
        </w:rPr>
        <w:t>Gminę Gryfów Śląski</w:t>
      </w:r>
    </w:p>
    <w:p w:rsidR="0054368E" w:rsidRDefault="0054368E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:rsidR="0054368E" w:rsidRDefault="0054368E">
      <w:pPr>
        <w:spacing w:after="0" w:line="360" w:lineRule="auto"/>
        <w:jc w:val="both"/>
        <w:rPr>
          <w:rFonts w:ascii="Arial" w:hAnsi="Arial" w:cs="Arial"/>
        </w:rPr>
      </w:pPr>
    </w:p>
    <w:p w:rsidR="0054368E" w:rsidRDefault="0054368E">
      <w:pPr>
        <w:shd w:val="clear" w:color="auto" w:fill="C0C0C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54368E" w:rsidRDefault="0054368E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54368E" w:rsidRDefault="0054368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 1 pkt 12-23 ustawy Pzp.</w:t>
      </w:r>
    </w:p>
    <w:p w:rsidR="0054368E" w:rsidRDefault="0054368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ust. 5 pkt ustawy Pzp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54368E" w:rsidRDefault="0054368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54368E" w:rsidRDefault="0054368E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54368E" w:rsidRDefault="005436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4368E" w:rsidRDefault="005436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4368E" w:rsidRDefault="0054368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54368E" w:rsidRDefault="0054368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54368E" w:rsidRDefault="005436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54368E" w:rsidRDefault="0054368E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54368E" w:rsidRDefault="0054368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368E" w:rsidRDefault="005436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4368E" w:rsidRDefault="005436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54368E" w:rsidRDefault="005436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4368E" w:rsidRDefault="005436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4368E" w:rsidRDefault="0054368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54368E" w:rsidRDefault="0054368E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54368E" w:rsidRDefault="0054368E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:rsidR="0054368E" w:rsidRDefault="0054368E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54368E" w:rsidRDefault="0054368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…………………………………………………………………………………………………………………….………………………………………………………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54368E" w:rsidRDefault="0054368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54368E" w:rsidRDefault="005436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4368E" w:rsidRDefault="005436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54368E" w:rsidRDefault="005436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4368E" w:rsidRDefault="005436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4368E" w:rsidRDefault="0054368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54368E" w:rsidRDefault="0054368E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54368E" w:rsidRDefault="0054368E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54368E" w:rsidRDefault="0054368E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54368E" w:rsidRDefault="0054368E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54368E" w:rsidRDefault="0054368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4368E" w:rsidRDefault="005436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4368E" w:rsidRDefault="005436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4368E" w:rsidRDefault="005436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54368E" w:rsidRDefault="005436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4368E" w:rsidRDefault="005436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4368E" w:rsidRDefault="0054368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sectPr w:rsidR="0054368E" w:rsidSect="0054368E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68E" w:rsidRDefault="0054368E">
      <w:pPr>
        <w:spacing w:after="0" w:line="240" w:lineRule="auto"/>
      </w:pPr>
      <w:r>
        <w:separator/>
      </w:r>
    </w:p>
  </w:endnote>
  <w:endnote w:type="continuationSeparator" w:id="0">
    <w:p w:rsidR="0054368E" w:rsidRDefault="00543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68E" w:rsidRDefault="0054368E">
    <w:pPr>
      <w:pStyle w:val="Footer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54368E" w:rsidRDefault="005436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68E" w:rsidRDefault="0054368E">
      <w:pPr>
        <w:spacing w:after="0" w:line="240" w:lineRule="auto"/>
      </w:pPr>
      <w:r>
        <w:separator/>
      </w:r>
    </w:p>
  </w:footnote>
  <w:footnote w:type="continuationSeparator" w:id="0">
    <w:p w:rsidR="0054368E" w:rsidRDefault="00543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multilevel"/>
    <w:tmpl w:val="B1F6C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multilevel"/>
    <w:tmpl w:val="51FEE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multilevel"/>
    <w:tmpl w:val="31DAFF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multilevel"/>
    <w:tmpl w:val="3F946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multilevel"/>
    <w:tmpl w:val="E5860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multilevel"/>
    <w:tmpl w:val="E16C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multilevel"/>
    <w:tmpl w:val="6C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368E"/>
    <w:rsid w:val="00543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spacing w:after="160" w:line="259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EndnoteText">
    <w:name w:val="endnote text"/>
    <w:basedOn w:val="Normal"/>
    <w:link w:val="EndnoteTextChar"/>
    <w:uiPriority w:val="9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Pr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pPr>
      <w:suppressAutoHyphens/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</w:pPr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Pr>
      <w:rFonts w:ascii="Calibri Light" w:hAnsi="Calibri Light" w:cs="Calibri Light"/>
      <w:i/>
      <w:iCs/>
      <w:color w:val="808080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2</Pages>
  <Words>374</Words>
  <Characters>2132</Characters>
  <Application>Microsoft Office Outlook</Application>
  <DocSecurity>0</DocSecurity>
  <Lines>0</Lines>
  <Paragraphs>0</Paragraphs>
  <ScaleCrop>false</ScaleCrop>
  <Company>UGiM Gryfow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msiemer</cp:lastModifiedBy>
  <cp:revision>11</cp:revision>
  <cp:lastPrinted>2016-07-26T08:32:00Z</cp:lastPrinted>
  <dcterms:created xsi:type="dcterms:W3CDTF">2016-09-23T06:28:00Z</dcterms:created>
  <dcterms:modified xsi:type="dcterms:W3CDTF">2017-05-04T12:18:00Z</dcterms:modified>
</cp:coreProperties>
</file>