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E3B" w:rsidRDefault="00E70E3B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E70E3B" w:rsidRDefault="00E70E3B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Gryfów Śląski</w:t>
      </w:r>
    </w:p>
    <w:p w:rsidR="00E70E3B" w:rsidRDefault="00E70E3B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ul. Rynek 1</w:t>
      </w:r>
    </w:p>
    <w:p w:rsidR="00E70E3B" w:rsidRDefault="00E70E3B">
      <w:pPr>
        <w:spacing w:after="0" w:line="276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59-620 Gryfów Śląski</w:t>
      </w:r>
    </w:p>
    <w:p w:rsidR="00E70E3B" w:rsidRDefault="00E70E3B">
      <w:pPr>
        <w:spacing w:after="0"/>
        <w:rPr>
          <w:rFonts w:ascii="Arial" w:hAnsi="Arial" w:cs="Arial"/>
          <w:b/>
          <w:bCs/>
        </w:rPr>
      </w:pPr>
    </w:p>
    <w:p w:rsidR="00E70E3B" w:rsidRDefault="00E70E3B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70E3B" w:rsidRDefault="00E70E3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E70E3B" w:rsidRDefault="00E70E3B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70E3B" w:rsidRDefault="00E70E3B">
      <w:pPr>
        <w:spacing w:after="0" w:line="480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:rsidR="00E70E3B" w:rsidRDefault="00E70E3B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70E3B" w:rsidRDefault="00E70E3B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70E3B" w:rsidRDefault="00E70E3B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70E3B" w:rsidRDefault="00E70E3B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E70E3B" w:rsidRDefault="00E70E3B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276" w:lineRule="auto"/>
        <w:ind w:right="48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E70E3B" w:rsidRDefault="00E70E3B">
      <w:pPr>
        <w:spacing w:after="0"/>
        <w:ind w:right="4819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E70E3B" w:rsidRDefault="00E70E3B">
      <w:pPr>
        <w:rPr>
          <w:rFonts w:ascii="Arial" w:hAnsi="Arial" w:cs="Arial"/>
        </w:rPr>
      </w:pPr>
    </w:p>
    <w:p w:rsidR="00E70E3B" w:rsidRDefault="00E70E3B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Oświadczenie wykonawcy </w:t>
      </w:r>
    </w:p>
    <w:p w:rsidR="00E70E3B" w:rsidRDefault="00E70E3B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E70E3B" w:rsidRDefault="00E70E3B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E70E3B" w:rsidRDefault="00E70E3B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70E3B" w:rsidRDefault="00E70E3B">
      <w:pPr>
        <w:tabs>
          <w:tab w:val="left" w:pos="-720"/>
        </w:tabs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pn.:</w:t>
      </w:r>
    </w:p>
    <w:p w:rsidR="00E70E3B" w:rsidRDefault="00E70E3B">
      <w:pPr>
        <w:spacing w:line="240" w:lineRule="auto"/>
        <w:jc w:val="center"/>
        <w:rPr>
          <w:rFonts w:ascii="Arial" w:hAnsi="Arial" w:cs="Arial"/>
          <w:color w:val="008080"/>
          <w:sz w:val="20"/>
          <w:szCs w:val="20"/>
        </w:rPr>
      </w:pPr>
      <w:r>
        <w:rPr>
          <w:rFonts w:ascii="Arial" w:hAnsi="Arial" w:cs="Arial"/>
          <w:b/>
          <w:bCs/>
          <w:color w:val="808080"/>
          <w:sz w:val="20"/>
          <w:szCs w:val="20"/>
        </w:rPr>
        <w:t>PRZEBUDOWA DRÓG GMINNYCH UL. SPACEROWEJ; UL. STRZELNICZEJ ORAZ DROGI W SOŁECTWIE WIEŻA</w:t>
      </w:r>
    </w:p>
    <w:p w:rsidR="00E70E3B" w:rsidRDefault="00E70E3B">
      <w:pPr>
        <w:tabs>
          <w:tab w:val="left" w:pos="-720"/>
        </w:tabs>
        <w:spacing w:after="0" w:line="360" w:lineRule="auto"/>
        <w:jc w:val="center"/>
        <w:rPr>
          <w:rFonts w:ascii="Arial" w:hAnsi="Arial" w:cs="Arial"/>
          <w:b/>
          <w:bCs/>
          <w:color w:val="80808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Nr WT/PDG/2/17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b/>
          <w:bCs/>
          <w:sz w:val="21"/>
          <w:szCs w:val="21"/>
        </w:rPr>
        <w:t>Gminę Gryfów Śląski</w:t>
      </w:r>
    </w:p>
    <w:p w:rsidR="00E70E3B" w:rsidRDefault="00E70E3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co następuje: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</w:rPr>
      </w:pPr>
    </w:p>
    <w:p w:rsidR="00E70E3B" w:rsidRDefault="00E70E3B">
      <w:pPr>
        <w:shd w:val="clear" w:color="auto" w:fill="C0C0C0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E70E3B" w:rsidRDefault="00E70E3B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E70E3B" w:rsidRDefault="00E70E3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 1 pkt 12-23 ustawy Pzp.</w:t>
      </w:r>
    </w:p>
    <w:p w:rsidR="00E70E3B" w:rsidRDefault="00E70E3B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>art. 24 ust. 5 pkt ustawy Pzp</w:t>
      </w:r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E70E3B" w:rsidRDefault="00E70E3B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0E3B" w:rsidRDefault="00E70E3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E70E3B" w:rsidRDefault="00E70E3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70E3B" w:rsidRDefault="00E70E3B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</w:t>
      </w:r>
      <w:r>
        <w:rPr>
          <w:rFonts w:ascii="Arial" w:hAnsi="Arial" w:cs="Arial"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0E3B" w:rsidRDefault="00E70E3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70E3B" w:rsidRDefault="00E70E3B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PODMIOTU, NA KTÓREGO ZASOBY POWOŁUJE SIĘ WYKONAWCA: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na którego/ych zasoby powołuję się w niniejszym postępowaniu, tj.: …………………………………………………………………………………………………………………….………………………………………………………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0E3B" w:rsidRDefault="00E70E3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E70E3B" w:rsidRDefault="00E70E3B">
      <w:pPr>
        <w:shd w:val="clear" w:color="auto" w:fill="C0C0C0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iCs/>
          <w:sz w:val="16"/>
          <w:szCs w:val="16"/>
        </w:rPr>
        <w:t>(miejscowość),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70E3B" w:rsidRDefault="00E70E3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70E3B" w:rsidRDefault="00E70E3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(podpis)</w:t>
      </w:r>
    </w:p>
    <w:sectPr w:rsidR="00E70E3B" w:rsidSect="00E70E3B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0E3B" w:rsidRDefault="00E70E3B">
      <w:pPr>
        <w:spacing w:after="0" w:line="240" w:lineRule="auto"/>
      </w:pPr>
      <w:r>
        <w:separator/>
      </w:r>
    </w:p>
  </w:endnote>
  <w:endnote w:type="continuationSeparator" w:id="0">
    <w:p w:rsidR="00E70E3B" w:rsidRDefault="00E7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altName w:val="Segoe U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E3B" w:rsidRDefault="00E70E3B">
    <w:pPr>
      <w:pStyle w:val="Footer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>PAGE   \* MERGEFORMAT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  <w:p w:rsidR="00E70E3B" w:rsidRDefault="00E70E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0E3B" w:rsidRDefault="00E70E3B">
      <w:pPr>
        <w:spacing w:after="0" w:line="240" w:lineRule="auto"/>
      </w:pPr>
      <w:r>
        <w:separator/>
      </w:r>
    </w:p>
  </w:footnote>
  <w:footnote w:type="continuationSeparator" w:id="0">
    <w:p w:rsidR="00E70E3B" w:rsidRDefault="00E70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multilevel"/>
    <w:tmpl w:val="B1F6CA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multilevel"/>
    <w:tmpl w:val="51FEE6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multilevel"/>
    <w:tmpl w:val="31DAFF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multilevel"/>
    <w:tmpl w:val="3F9466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multilevel"/>
    <w:tmpl w:val="E5860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multilevel"/>
    <w:tmpl w:val="E16C9F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multilevel"/>
    <w:tmpl w:val="6C98A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0E3B"/>
    <w:rsid w:val="00E70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endnote reference" w:unhideWhenUsed="0"/>
    <w:lsdException w:name="endnote text" w:unhideWhenUsed="0"/>
    <w:lsdException w:name="Title" w:semiHidden="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  <w:spacing w:after="160" w:line="259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EndnoteText">
    <w:name w:val="endnote text"/>
    <w:basedOn w:val="Normal"/>
    <w:link w:val="End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Pr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pPr>
      <w:suppressAutoHyphens/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</w:pPr>
    <w:rPr>
      <w:rFonts w:ascii="Calibri Light" w:hAnsi="Calibri Light" w:cs="Calibri Light"/>
      <w:i/>
      <w:iCs/>
      <w:color w:val="8080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Calibri Light" w:hAnsi="Calibri Light" w:cs="Calibri Light"/>
      <w:i/>
      <w:iCs/>
      <w:color w:val="808080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2</Pages>
  <Words>376</Words>
  <Characters>2145</Characters>
  <Application>Microsoft Office Outlook</Application>
  <DocSecurity>0</DocSecurity>
  <Lines>0</Lines>
  <Paragraphs>0</Paragraphs>
  <ScaleCrop>false</ScaleCrop>
  <Company>UGiM Gryfow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msiemer</cp:lastModifiedBy>
  <cp:revision>9</cp:revision>
  <cp:lastPrinted>2016-07-26T08:32:00Z</cp:lastPrinted>
  <dcterms:created xsi:type="dcterms:W3CDTF">2016-09-23T06:28:00Z</dcterms:created>
  <dcterms:modified xsi:type="dcterms:W3CDTF">2017-03-23T12:02:00Z</dcterms:modified>
</cp:coreProperties>
</file>