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FC" w:rsidRDefault="00772CFC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772CFC" w:rsidRDefault="00772CF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772CFC" w:rsidRDefault="00772CF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772CFC" w:rsidRDefault="00772CF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772CFC" w:rsidRDefault="00772CFC">
      <w:pPr>
        <w:spacing w:after="0"/>
        <w:rPr>
          <w:rFonts w:ascii="Arial" w:hAnsi="Arial" w:cs="Arial"/>
          <w:b/>
          <w:bCs/>
        </w:rPr>
      </w:pPr>
    </w:p>
    <w:p w:rsidR="00772CFC" w:rsidRDefault="00772CFC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772CFC" w:rsidRDefault="00772CFC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772CFC" w:rsidRDefault="00772CFC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772CFC" w:rsidRDefault="00772CFC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772CFC" w:rsidRDefault="00772CFC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72CFC" w:rsidRDefault="00772CFC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72CFC" w:rsidRDefault="00772CFC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772CFC" w:rsidRDefault="00772CF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772CFC" w:rsidRDefault="00772CF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772CFC" w:rsidRDefault="00772CFC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772CFC" w:rsidRDefault="00772CFC">
      <w:pPr>
        <w:rPr>
          <w:rFonts w:ascii="Arial" w:hAnsi="Arial" w:cs="Arial"/>
        </w:rPr>
      </w:pPr>
    </w:p>
    <w:p w:rsidR="00772CFC" w:rsidRDefault="00772CFC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72CFC" w:rsidRDefault="00772CF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772CFC" w:rsidRDefault="00772CF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772CFC" w:rsidRDefault="00772CFC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72CFC" w:rsidRDefault="00772CFC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772CFC" w:rsidRDefault="00772CFC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PRZEBUDOWA DROGI GMINNEJ WRAZ Z PRZEBUDOWĄ KANALIZACJI DESZCZOWEJ I SANITARNEJ ORAZ WYMIANĄ SIECI WODOCIĄGOWEJ UL. ANDERSA W GRYFOWIE ŚLĄSKIM</w:t>
      </w:r>
    </w:p>
    <w:p w:rsidR="00772CFC" w:rsidRDefault="00772CFC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WT/PDA/1/17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772CFC" w:rsidRDefault="00772CF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</w:rPr>
      </w:pPr>
    </w:p>
    <w:p w:rsidR="00772CFC" w:rsidRDefault="00772CFC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772CFC" w:rsidRDefault="00772CFC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772CFC" w:rsidRDefault="00772CF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772CFC" w:rsidRDefault="00772CF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772CFC" w:rsidRDefault="00772CF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2CFC" w:rsidRDefault="00772CF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772CFC" w:rsidRDefault="00772CF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2CFC" w:rsidRDefault="00772CFC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2CFC" w:rsidRDefault="00772CF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72CFC" w:rsidRDefault="00772CFC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2CFC" w:rsidRDefault="00772CF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72CFC" w:rsidRDefault="00772CFC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CFC" w:rsidRDefault="00772CF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2CFC" w:rsidRDefault="00772CF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772CFC" w:rsidSect="00772CFC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CFC" w:rsidRDefault="00772CFC">
      <w:pPr>
        <w:spacing w:after="0" w:line="240" w:lineRule="auto"/>
      </w:pPr>
      <w:r>
        <w:separator/>
      </w:r>
    </w:p>
  </w:endnote>
  <w:endnote w:type="continuationSeparator" w:id="0">
    <w:p w:rsidR="00772CFC" w:rsidRDefault="0077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CFC" w:rsidRDefault="00772CFC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72CFC" w:rsidRDefault="00772C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CFC" w:rsidRDefault="00772CFC">
      <w:pPr>
        <w:spacing w:after="0" w:line="240" w:lineRule="auto"/>
      </w:pPr>
      <w:r>
        <w:separator/>
      </w:r>
    </w:p>
  </w:footnote>
  <w:footnote w:type="continuationSeparator" w:id="0">
    <w:p w:rsidR="00772CFC" w:rsidRDefault="0077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CFC"/>
    <w:rsid w:val="0077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EndnoteText">
    <w:name w:val="endnote text"/>
    <w:basedOn w:val="Normal"/>
    <w:link w:val="End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pPr>
      <w:suppressAutoHyphens/>
      <w:spacing w:after="0" w:line="240" w:lineRule="auto"/>
      <w:jc w:val="center"/>
    </w:pPr>
    <w:rPr>
      <w:rFonts w:cstheme="min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hAnsi="Times New Roman" w:cs="Times New Roman"/>
      <w:b/>
      <w:bCs/>
      <w:sz w:val="24"/>
      <w:szCs w:val="24"/>
      <w:lang/>
    </w:r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384</Words>
  <Characters>2191</Characters>
  <Application>Microsoft Office Outlook</Application>
  <DocSecurity>0</DocSecurity>
  <Lines>0</Lines>
  <Paragraphs>0</Paragraphs>
  <ScaleCrop>false</ScaleCrop>
  <Company>UGiM Gryfow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msiemer</cp:lastModifiedBy>
  <cp:revision>7</cp:revision>
  <cp:lastPrinted>2016-07-26T08:32:00Z</cp:lastPrinted>
  <dcterms:created xsi:type="dcterms:W3CDTF">2016-09-23T06:28:00Z</dcterms:created>
  <dcterms:modified xsi:type="dcterms:W3CDTF">2017-03-14T11:37:00Z</dcterms:modified>
</cp:coreProperties>
</file>